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FDC" w:rsidRPr="00121DA3" w:rsidRDefault="00F04FDC" w:rsidP="00121DA3">
      <w:pPr>
        <w:pStyle w:val="Heading1"/>
        <w:spacing w:line="360" w:lineRule="auto"/>
        <w:rPr>
          <w:rFonts w:ascii="Arial" w:hAnsi="Arial" w:cs="Arial"/>
          <w:b w:val="0"/>
          <w:color w:val="auto"/>
          <w:sz w:val="32"/>
          <w:szCs w:val="32"/>
        </w:rPr>
      </w:pPr>
      <w:r w:rsidRPr="00121DA3">
        <w:rPr>
          <w:rFonts w:ascii="Arial" w:hAnsi="Arial" w:cs="Arial"/>
          <w:color w:val="auto"/>
          <w:sz w:val="32"/>
          <w:szCs w:val="32"/>
        </w:rPr>
        <w:t>Calibrati</w:t>
      </w:r>
      <w:r w:rsidR="00F1677F" w:rsidRPr="00121DA3">
        <w:rPr>
          <w:rFonts w:ascii="Arial" w:hAnsi="Arial" w:cs="Arial"/>
          <w:color w:val="auto"/>
          <w:sz w:val="32"/>
          <w:szCs w:val="32"/>
        </w:rPr>
        <w:t>on of</w:t>
      </w:r>
      <w:r w:rsidRPr="00121DA3">
        <w:rPr>
          <w:rFonts w:ascii="Arial" w:hAnsi="Arial" w:cs="Arial"/>
          <w:color w:val="auto"/>
          <w:sz w:val="32"/>
          <w:szCs w:val="32"/>
        </w:rPr>
        <w:t xml:space="preserve"> </w:t>
      </w:r>
      <w:r w:rsidR="00962369" w:rsidRPr="00121DA3">
        <w:rPr>
          <w:rFonts w:ascii="Arial" w:hAnsi="Arial" w:cs="Arial"/>
          <w:color w:val="auto"/>
          <w:sz w:val="32"/>
          <w:szCs w:val="32"/>
        </w:rPr>
        <w:t xml:space="preserve">the </w:t>
      </w:r>
      <w:r w:rsidRPr="00121DA3">
        <w:rPr>
          <w:rFonts w:ascii="Arial" w:hAnsi="Arial" w:cs="Arial"/>
          <w:color w:val="auto"/>
          <w:sz w:val="32"/>
          <w:szCs w:val="32"/>
        </w:rPr>
        <w:t>Supporting Information</w:t>
      </w:r>
      <w:r w:rsidR="00962369" w:rsidRPr="00121DA3">
        <w:rPr>
          <w:rFonts w:ascii="Arial" w:hAnsi="Arial" w:cs="Arial"/>
          <w:color w:val="auto"/>
          <w:sz w:val="32"/>
          <w:szCs w:val="32"/>
        </w:rPr>
        <w:t xml:space="preserve"> </w:t>
      </w:r>
      <w:r w:rsidR="00F1677F" w:rsidRPr="00121DA3">
        <w:rPr>
          <w:rFonts w:ascii="Arial" w:hAnsi="Arial" w:cs="Arial"/>
          <w:color w:val="auto"/>
          <w:sz w:val="32"/>
          <w:szCs w:val="32"/>
        </w:rPr>
        <w:t xml:space="preserve"> </w:t>
      </w:r>
    </w:p>
    <w:p w:rsidR="0004443C" w:rsidRPr="00121DA3" w:rsidRDefault="0004443C" w:rsidP="00121DA3">
      <w:pPr>
        <w:spacing w:line="360" w:lineRule="auto"/>
        <w:rPr>
          <w:rFonts w:ascii="Arial" w:eastAsia="Times New Roman" w:hAnsi="Arial" w:cs="Arial"/>
          <w:b/>
          <w:lang w:eastAsia="en-US"/>
        </w:rPr>
      </w:pPr>
    </w:p>
    <w:p w:rsidR="0004443C" w:rsidRPr="00121DA3" w:rsidRDefault="0004443C" w:rsidP="00121DA3">
      <w:pPr>
        <w:spacing w:line="360" w:lineRule="auto"/>
        <w:rPr>
          <w:rFonts w:ascii="Arial" w:eastAsia="Times New Roman" w:hAnsi="Arial" w:cs="Arial"/>
          <w:b/>
          <w:lang w:eastAsia="en-US"/>
        </w:rPr>
      </w:pPr>
      <w:r w:rsidRPr="00121DA3">
        <w:rPr>
          <w:rFonts w:ascii="Arial" w:eastAsia="Times New Roman" w:hAnsi="Arial" w:cs="Arial"/>
          <w:b/>
          <w:lang w:eastAsia="en-US"/>
        </w:rPr>
        <w:t>Estimated time of workshop</w:t>
      </w:r>
    </w:p>
    <w:p w:rsidR="00962369" w:rsidRPr="00121DA3" w:rsidRDefault="0004443C" w:rsidP="00121DA3">
      <w:pPr>
        <w:spacing w:line="360" w:lineRule="auto"/>
        <w:rPr>
          <w:rFonts w:ascii="Arial" w:hAnsi="Arial" w:cs="Arial"/>
          <w:sz w:val="22"/>
          <w:szCs w:val="22"/>
        </w:rPr>
      </w:pPr>
      <w:r w:rsidRPr="00121DA3">
        <w:rPr>
          <w:rFonts w:ascii="Arial" w:hAnsi="Arial" w:cs="Arial"/>
          <w:sz w:val="22"/>
          <w:szCs w:val="22"/>
        </w:rPr>
        <w:t>60-90 minutes</w:t>
      </w:r>
    </w:p>
    <w:p w:rsidR="00B830A1" w:rsidRPr="00121DA3" w:rsidRDefault="00B830A1" w:rsidP="00121DA3">
      <w:pPr>
        <w:spacing w:line="360" w:lineRule="auto"/>
        <w:rPr>
          <w:rFonts w:ascii="Arial" w:hAnsi="Arial" w:cs="Arial"/>
          <w:sz w:val="22"/>
          <w:szCs w:val="22"/>
        </w:rPr>
      </w:pPr>
    </w:p>
    <w:p w:rsidR="00F90390" w:rsidRPr="00121DA3" w:rsidRDefault="00B830A1" w:rsidP="00121DA3">
      <w:pPr>
        <w:spacing w:line="360" w:lineRule="auto"/>
        <w:rPr>
          <w:rFonts w:ascii="Arial" w:hAnsi="Arial" w:cs="Arial"/>
          <w:b/>
        </w:rPr>
      </w:pPr>
      <w:r w:rsidRPr="00121DA3">
        <w:rPr>
          <w:rFonts w:ascii="Arial" w:hAnsi="Arial" w:cs="Arial"/>
          <w:b/>
        </w:rPr>
        <w:t>Materials</w:t>
      </w:r>
    </w:p>
    <w:p w:rsidR="00F90390" w:rsidRPr="00121DA3" w:rsidRDefault="00F90390" w:rsidP="00121DA3">
      <w:pPr>
        <w:spacing w:line="360" w:lineRule="auto"/>
        <w:rPr>
          <w:rFonts w:ascii="Arial" w:hAnsi="Arial" w:cs="Arial"/>
          <w:sz w:val="22"/>
          <w:szCs w:val="22"/>
        </w:rPr>
      </w:pPr>
      <w:r w:rsidRPr="00121DA3">
        <w:rPr>
          <w:rFonts w:ascii="Arial" w:hAnsi="Arial" w:cs="Arial"/>
          <w:sz w:val="22"/>
          <w:szCs w:val="22"/>
        </w:rPr>
        <w:t xml:space="preserve">Flipchart, pens, </w:t>
      </w:r>
      <w:r w:rsidR="00B830A1" w:rsidRPr="00121DA3">
        <w:rPr>
          <w:rFonts w:ascii="Arial" w:hAnsi="Arial" w:cs="Arial"/>
          <w:sz w:val="22"/>
          <w:szCs w:val="22"/>
        </w:rPr>
        <w:t>PowerPoint</w:t>
      </w:r>
      <w:r w:rsidRPr="00121DA3">
        <w:rPr>
          <w:rFonts w:ascii="Arial" w:hAnsi="Arial" w:cs="Arial"/>
          <w:sz w:val="22"/>
          <w:szCs w:val="22"/>
        </w:rPr>
        <w:t xml:space="preserve"> (optional)</w:t>
      </w:r>
    </w:p>
    <w:p w:rsidR="00F90390" w:rsidRPr="00121DA3" w:rsidRDefault="00B830A1" w:rsidP="00121DA3">
      <w:pPr>
        <w:spacing w:line="360" w:lineRule="auto"/>
        <w:rPr>
          <w:rFonts w:ascii="Arial" w:hAnsi="Arial" w:cs="Arial"/>
          <w:sz w:val="22"/>
          <w:szCs w:val="22"/>
        </w:rPr>
      </w:pPr>
      <w:r w:rsidRPr="00121DA3">
        <w:rPr>
          <w:rFonts w:ascii="Arial" w:hAnsi="Arial" w:cs="Arial"/>
          <w:sz w:val="22"/>
          <w:szCs w:val="22"/>
        </w:rPr>
        <w:t>Hand-out</w:t>
      </w:r>
      <w:r w:rsidR="00F90390" w:rsidRPr="00121DA3">
        <w:rPr>
          <w:rFonts w:ascii="Arial" w:hAnsi="Arial" w:cs="Arial"/>
          <w:sz w:val="22"/>
          <w:szCs w:val="22"/>
        </w:rPr>
        <w:t xml:space="preserve"> 1: GMC Framework for Appraisal and Revalidation</w:t>
      </w:r>
    </w:p>
    <w:p w:rsidR="00F90390" w:rsidRPr="00121DA3" w:rsidRDefault="00B830A1" w:rsidP="00121DA3">
      <w:pPr>
        <w:spacing w:line="360" w:lineRule="auto"/>
        <w:rPr>
          <w:rFonts w:ascii="Arial" w:hAnsi="Arial" w:cs="Arial"/>
          <w:sz w:val="22"/>
          <w:szCs w:val="22"/>
        </w:rPr>
      </w:pPr>
      <w:r w:rsidRPr="00121DA3">
        <w:rPr>
          <w:rFonts w:ascii="Arial" w:hAnsi="Arial" w:cs="Arial"/>
          <w:sz w:val="22"/>
          <w:szCs w:val="22"/>
        </w:rPr>
        <w:t>Hand-out</w:t>
      </w:r>
      <w:r w:rsidR="00F90390" w:rsidRPr="00121DA3">
        <w:rPr>
          <w:rFonts w:ascii="Arial" w:hAnsi="Arial" w:cs="Arial"/>
          <w:sz w:val="22"/>
          <w:szCs w:val="22"/>
        </w:rPr>
        <w:t xml:space="preserve"> 2: Dr X’s pre-appraisal documentation</w:t>
      </w:r>
    </w:p>
    <w:p w:rsidR="00F90390" w:rsidRPr="00121DA3" w:rsidRDefault="00B830A1" w:rsidP="00121DA3">
      <w:pPr>
        <w:spacing w:line="360" w:lineRule="auto"/>
        <w:rPr>
          <w:rFonts w:ascii="Arial" w:hAnsi="Arial" w:cs="Arial"/>
          <w:sz w:val="22"/>
          <w:szCs w:val="22"/>
        </w:rPr>
      </w:pPr>
      <w:r w:rsidRPr="00121DA3">
        <w:rPr>
          <w:rFonts w:ascii="Arial" w:hAnsi="Arial" w:cs="Arial"/>
          <w:sz w:val="22"/>
          <w:szCs w:val="22"/>
        </w:rPr>
        <w:t>Hand-out</w:t>
      </w:r>
      <w:r w:rsidR="00F90390" w:rsidRPr="00121DA3">
        <w:rPr>
          <w:rFonts w:ascii="Arial" w:hAnsi="Arial" w:cs="Arial"/>
          <w:sz w:val="22"/>
          <w:szCs w:val="22"/>
        </w:rPr>
        <w:t xml:space="preserve"> 3: The complaint and the appraisee’s reflections on this</w:t>
      </w:r>
    </w:p>
    <w:p w:rsidR="00F90390" w:rsidRPr="00121DA3" w:rsidRDefault="00B830A1" w:rsidP="00121DA3">
      <w:pPr>
        <w:spacing w:line="360" w:lineRule="auto"/>
        <w:rPr>
          <w:rFonts w:ascii="Arial" w:hAnsi="Arial" w:cs="Arial"/>
          <w:sz w:val="22"/>
          <w:szCs w:val="22"/>
        </w:rPr>
      </w:pPr>
      <w:r w:rsidRPr="00121DA3">
        <w:rPr>
          <w:rFonts w:ascii="Arial" w:hAnsi="Arial" w:cs="Arial"/>
          <w:sz w:val="22"/>
          <w:szCs w:val="22"/>
        </w:rPr>
        <w:t>Hand-out</w:t>
      </w:r>
      <w:r w:rsidR="00F90390" w:rsidRPr="00121DA3">
        <w:rPr>
          <w:rFonts w:ascii="Arial" w:hAnsi="Arial" w:cs="Arial"/>
          <w:sz w:val="22"/>
          <w:szCs w:val="22"/>
        </w:rPr>
        <w:t xml:space="preserve"> 4: Judging quality of supporting information</w:t>
      </w:r>
    </w:p>
    <w:p w:rsidR="0004443C" w:rsidRPr="00121DA3" w:rsidRDefault="0004443C" w:rsidP="00121DA3">
      <w:pPr>
        <w:spacing w:line="360" w:lineRule="auto"/>
        <w:rPr>
          <w:rFonts w:ascii="Arial" w:hAnsi="Arial" w:cs="Arial"/>
          <w:sz w:val="22"/>
          <w:szCs w:val="22"/>
        </w:rPr>
      </w:pPr>
    </w:p>
    <w:p w:rsidR="00962369" w:rsidRPr="00121DA3" w:rsidRDefault="00962369" w:rsidP="00121DA3">
      <w:pPr>
        <w:spacing w:line="360" w:lineRule="auto"/>
        <w:rPr>
          <w:rFonts w:ascii="Arial" w:hAnsi="Arial" w:cs="Arial"/>
          <w:b/>
        </w:rPr>
      </w:pPr>
      <w:r w:rsidRPr="00121DA3">
        <w:rPr>
          <w:rFonts w:ascii="Arial" w:hAnsi="Arial" w:cs="Arial"/>
          <w:b/>
        </w:rPr>
        <w:t>Aim</w:t>
      </w:r>
    </w:p>
    <w:p w:rsidR="00962369" w:rsidRPr="00121DA3" w:rsidRDefault="00962369" w:rsidP="00121DA3">
      <w:pPr>
        <w:spacing w:line="360" w:lineRule="auto"/>
        <w:rPr>
          <w:rFonts w:ascii="Arial" w:hAnsi="Arial" w:cs="Arial"/>
          <w:sz w:val="22"/>
          <w:szCs w:val="22"/>
        </w:rPr>
      </w:pPr>
      <w:r w:rsidRPr="00121DA3">
        <w:rPr>
          <w:rFonts w:ascii="Arial" w:hAnsi="Arial" w:cs="Arial"/>
          <w:sz w:val="22"/>
          <w:szCs w:val="22"/>
        </w:rPr>
        <w:t xml:space="preserve">To increase appraisers’ </w:t>
      </w:r>
      <w:r w:rsidR="0004443C" w:rsidRPr="00121DA3">
        <w:rPr>
          <w:rFonts w:ascii="Arial" w:hAnsi="Arial" w:cs="Arial"/>
          <w:sz w:val="22"/>
          <w:szCs w:val="22"/>
        </w:rPr>
        <w:t xml:space="preserve">skills in judging the quality of the </w:t>
      </w:r>
      <w:r w:rsidRPr="00121DA3">
        <w:rPr>
          <w:rFonts w:ascii="Arial" w:hAnsi="Arial" w:cs="Arial"/>
          <w:sz w:val="22"/>
          <w:szCs w:val="22"/>
        </w:rPr>
        <w:t xml:space="preserve">supporting information </w:t>
      </w:r>
    </w:p>
    <w:p w:rsidR="00962369" w:rsidRPr="00121DA3" w:rsidRDefault="00962369" w:rsidP="00121DA3">
      <w:pPr>
        <w:spacing w:line="360" w:lineRule="auto"/>
        <w:rPr>
          <w:rFonts w:ascii="Arial" w:hAnsi="Arial" w:cs="Arial"/>
          <w:sz w:val="22"/>
          <w:szCs w:val="22"/>
        </w:rPr>
      </w:pPr>
    </w:p>
    <w:p w:rsidR="00962369" w:rsidRPr="00121DA3" w:rsidRDefault="00962369" w:rsidP="00121DA3">
      <w:pPr>
        <w:spacing w:line="360" w:lineRule="auto"/>
        <w:rPr>
          <w:rFonts w:ascii="Arial" w:hAnsi="Arial" w:cs="Arial"/>
          <w:b/>
        </w:rPr>
      </w:pPr>
      <w:r w:rsidRPr="00121DA3">
        <w:rPr>
          <w:rFonts w:ascii="Arial" w:hAnsi="Arial" w:cs="Arial"/>
          <w:b/>
        </w:rPr>
        <w:t>Intended Learning Outcomes</w:t>
      </w:r>
    </w:p>
    <w:p w:rsidR="00962369" w:rsidRPr="00121DA3" w:rsidRDefault="00962369" w:rsidP="00121DA3">
      <w:pPr>
        <w:spacing w:line="360" w:lineRule="auto"/>
        <w:rPr>
          <w:rFonts w:ascii="Arial" w:hAnsi="Arial" w:cs="Arial"/>
          <w:sz w:val="22"/>
          <w:szCs w:val="22"/>
        </w:rPr>
      </w:pPr>
      <w:r w:rsidRPr="00121DA3">
        <w:rPr>
          <w:rFonts w:ascii="Arial" w:hAnsi="Arial" w:cs="Arial"/>
          <w:sz w:val="22"/>
          <w:szCs w:val="22"/>
        </w:rPr>
        <w:t>By the end</w:t>
      </w:r>
      <w:r w:rsidR="0004443C" w:rsidRPr="00121DA3">
        <w:rPr>
          <w:rFonts w:ascii="Arial" w:hAnsi="Arial" w:cs="Arial"/>
          <w:sz w:val="22"/>
          <w:szCs w:val="22"/>
        </w:rPr>
        <w:t xml:space="preserve"> of this workshop you will have:</w:t>
      </w:r>
    </w:p>
    <w:p w:rsidR="00962369" w:rsidRPr="00121DA3" w:rsidRDefault="00962369" w:rsidP="00121DA3">
      <w:pPr>
        <w:pStyle w:val="ListParagraph"/>
        <w:numPr>
          <w:ilvl w:val="0"/>
          <w:numId w:val="2"/>
        </w:numPr>
        <w:spacing w:after="120" w:line="360" w:lineRule="auto"/>
        <w:ind w:left="714" w:hanging="357"/>
        <w:rPr>
          <w:rFonts w:ascii="Arial" w:hAnsi="Arial" w:cs="Arial"/>
          <w:sz w:val="22"/>
          <w:szCs w:val="22"/>
        </w:rPr>
      </w:pPr>
      <w:r w:rsidRPr="00121DA3">
        <w:rPr>
          <w:rFonts w:ascii="Arial" w:hAnsi="Arial" w:cs="Arial"/>
          <w:sz w:val="22"/>
          <w:szCs w:val="22"/>
        </w:rPr>
        <w:t>Mapped different types of information to the GMC Framework for Appraisal and Revalidation</w:t>
      </w:r>
    </w:p>
    <w:p w:rsidR="00962369" w:rsidRPr="00121DA3" w:rsidRDefault="00962369" w:rsidP="00121DA3">
      <w:pPr>
        <w:pStyle w:val="ListParagraph"/>
        <w:numPr>
          <w:ilvl w:val="0"/>
          <w:numId w:val="2"/>
        </w:numPr>
        <w:spacing w:after="120" w:line="360" w:lineRule="auto"/>
        <w:rPr>
          <w:rFonts w:ascii="Arial" w:hAnsi="Arial" w:cs="Arial"/>
          <w:sz w:val="22"/>
          <w:szCs w:val="22"/>
        </w:rPr>
      </w:pPr>
      <w:r w:rsidRPr="00121DA3">
        <w:rPr>
          <w:rFonts w:ascii="Arial" w:hAnsi="Arial" w:cs="Arial"/>
          <w:sz w:val="22"/>
          <w:szCs w:val="22"/>
        </w:rPr>
        <w:t>Judged the quality of a pie</w:t>
      </w:r>
      <w:r w:rsidR="00576634" w:rsidRPr="00121DA3">
        <w:rPr>
          <w:rFonts w:ascii="Arial" w:hAnsi="Arial" w:cs="Arial"/>
          <w:sz w:val="22"/>
          <w:szCs w:val="22"/>
        </w:rPr>
        <w:t>ce</w:t>
      </w:r>
      <w:r w:rsidRPr="00121DA3">
        <w:rPr>
          <w:rFonts w:ascii="Arial" w:hAnsi="Arial" w:cs="Arial"/>
          <w:sz w:val="22"/>
          <w:szCs w:val="22"/>
        </w:rPr>
        <w:t xml:space="preserve"> of supporting information</w:t>
      </w:r>
    </w:p>
    <w:p w:rsidR="00962369" w:rsidRPr="00121DA3" w:rsidRDefault="00962369" w:rsidP="00121DA3">
      <w:pPr>
        <w:pStyle w:val="ListParagraph"/>
        <w:numPr>
          <w:ilvl w:val="0"/>
          <w:numId w:val="2"/>
        </w:numPr>
        <w:spacing w:after="120" w:line="360" w:lineRule="auto"/>
        <w:rPr>
          <w:rFonts w:ascii="Arial" w:hAnsi="Arial" w:cs="Arial"/>
          <w:sz w:val="22"/>
          <w:szCs w:val="22"/>
        </w:rPr>
      </w:pPr>
      <w:r w:rsidRPr="00121DA3">
        <w:rPr>
          <w:rFonts w:ascii="Arial" w:hAnsi="Arial" w:cs="Arial"/>
          <w:sz w:val="22"/>
          <w:szCs w:val="22"/>
        </w:rPr>
        <w:t>Reflected on the quality of your judgements of supporting information</w:t>
      </w:r>
    </w:p>
    <w:p w:rsidR="00A2457F" w:rsidRPr="00121DA3" w:rsidRDefault="00A2457F" w:rsidP="00121DA3">
      <w:pPr>
        <w:pStyle w:val="ListParagraph"/>
        <w:spacing w:line="360" w:lineRule="auto"/>
        <w:rPr>
          <w:rFonts w:ascii="Arial" w:hAnsi="Arial" w:cs="Arial"/>
          <w:sz w:val="22"/>
          <w:szCs w:val="22"/>
        </w:rPr>
      </w:pPr>
    </w:p>
    <w:p w:rsidR="00A2457F" w:rsidRPr="00121DA3" w:rsidRDefault="00A2457F" w:rsidP="00121DA3">
      <w:pPr>
        <w:spacing w:line="360" w:lineRule="auto"/>
        <w:rPr>
          <w:rFonts w:ascii="Arial" w:hAnsi="Arial" w:cs="Arial"/>
          <w:b/>
        </w:rPr>
      </w:pPr>
      <w:r w:rsidRPr="00121DA3">
        <w:rPr>
          <w:rFonts w:ascii="Arial" w:hAnsi="Arial" w:cs="Arial"/>
          <w:b/>
        </w:rPr>
        <w:t>Housekeeping</w:t>
      </w:r>
    </w:p>
    <w:p w:rsidR="00A2457F" w:rsidRPr="00121DA3" w:rsidRDefault="00A2457F" w:rsidP="00121DA3">
      <w:pPr>
        <w:spacing w:line="360" w:lineRule="auto"/>
        <w:rPr>
          <w:rFonts w:ascii="Arial" w:hAnsi="Arial" w:cs="Arial"/>
          <w:sz w:val="22"/>
          <w:szCs w:val="22"/>
        </w:rPr>
      </w:pPr>
      <w:r w:rsidRPr="00121DA3">
        <w:rPr>
          <w:rFonts w:ascii="Arial" w:hAnsi="Arial" w:cs="Arial"/>
          <w:sz w:val="22"/>
          <w:szCs w:val="22"/>
        </w:rPr>
        <w:t>Directions for fire exits, toilets etc.</w:t>
      </w:r>
    </w:p>
    <w:p w:rsidR="00A2457F" w:rsidRPr="00121DA3" w:rsidRDefault="00A2457F" w:rsidP="00121DA3">
      <w:pPr>
        <w:spacing w:line="360" w:lineRule="auto"/>
        <w:rPr>
          <w:rFonts w:ascii="Arial" w:hAnsi="Arial" w:cs="Arial"/>
          <w:sz w:val="22"/>
          <w:szCs w:val="22"/>
        </w:rPr>
      </w:pPr>
    </w:p>
    <w:p w:rsidR="0004443C" w:rsidRPr="00121DA3" w:rsidRDefault="00A2457F" w:rsidP="00121DA3">
      <w:pPr>
        <w:spacing w:line="360" w:lineRule="auto"/>
        <w:rPr>
          <w:rFonts w:ascii="Arial" w:hAnsi="Arial" w:cs="Arial"/>
          <w:sz w:val="22"/>
          <w:szCs w:val="22"/>
        </w:rPr>
      </w:pPr>
      <w:r w:rsidRPr="00121DA3">
        <w:rPr>
          <w:rFonts w:ascii="Arial" w:hAnsi="Arial" w:cs="Arial"/>
          <w:b/>
        </w:rPr>
        <w:t>Sign posting for the session</w:t>
      </w:r>
      <w:r w:rsidR="0004443C" w:rsidRPr="00121DA3">
        <w:rPr>
          <w:rFonts w:ascii="Arial" w:hAnsi="Arial" w:cs="Arial"/>
          <w:b/>
        </w:rPr>
        <w:t xml:space="preserve"> </w:t>
      </w:r>
      <w:r w:rsidR="0004443C" w:rsidRPr="00121DA3">
        <w:rPr>
          <w:rFonts w:ascii="Arial" w:hAnsi="Arial" w:cs="Arial"/>
        </w:rPr>
        <w:t>(</w:t>
      </w:r>
      <w:r w:rsidR="0004443C" w:rsidRPr="00121DA3">
        <w:rPr>
          <w:rFonts w:ascii="Arial" w:hAnsi="Arial" w:cs="Arial"/>
          <w:sz w:val="22"/>
          <w:szCs w:val="22"/>
        </w:rPr>
        <w:t>10minutes)</w:t>
      </w:r>
    </w:p>
    <w:p w:rsidR="00A2457F" w:rsidRPr="00121DA3" w:rsidRDefault="00A2457F" w:rsidP="00121DA3">
      <w:pPr>
        <w:spacing w:line="360" w:lineRule="auto"/>
        <w:rPr>
          <w:rFonts w:ascii="Arial" w:hAnsi="Arial" w:cs="Arial"/>
          <w:sz w:val="22"/>
          <w:szCs w:val="22"/>
        </w:rPr>
      </w:pPr>
      <w:r w:rsidRPr="00121DA3">
        <w:rPr>
          <w:rFonts w:ascii="Arial" w:hAnsi="Arial" w:cs="Arial"/>
          <w:sz w:val="22"/>
          <w:szCs w:val="22"/>
        </w:rPr>
        <w:t>Introductions</w:t>
      </w:r>
      <w:r w:rsidR="0004443C" w:rsidRPr="00121DA3">
        <w:rPr>
          <w:rFonts w:ascii="Arial" w:hAnsi="Arial" w:cs="Arial"/>
          <w:sz w:val="22"/>
          <w:szCs w:val="22"/>
        </w:rPr>
        <w:t xml:space="preserve"> </w:t>
      </w:r>
      <w:r w:rsidRPr="00121DA3">
        <w:rPr>
          <w:rFonts w:ascii="Arial" w:hAnsi="Arial" w:cs="Arial"/>
          <w:sz w:val="22"/>
          <w:szCs w:val="22"/>
        </w:rPr>
        <w:t>- facilitators and participants</w:t>
      </w:r>
    </w:p>
    <w:p w:rsidR="006A5CA5" w:rsidRPr="00121DA3" w:rsidRDefault="00A2457F" w:rsidP="00121DA3">
      <w:pPr>
        <w:spacing w:line="360" w:lineRule="auto"/>
        <w:rPr>
          <w:rFonts w:ascii="Arial" w:hAnsi="Arial" w:cs="Arial"/>
          <w:sz w:val="22"/>
          <w:szCs w:val="22"/>
        </w:rPr>
      </w:pPr>
      <w:r w:rsidRPr="00121DA3">
        <w:rPr>
          <w:rFonts w:ascii="Arial" w:hAnsi="Arial" w:cs="Arial"/>
          <w:sz w:val="22"/>
          <w:szCs w:val="22"/>
        </w:rPr>
        <w:t>Explain timing</w:t>
      </w:r>
      <w:r w:rsidR="0004443C" w:rsidRPr="00121DA3">
        <w:rPr>
          <w:rFonts w:ascii="Arial" w:hAnsi="Arial" w:cs="Arial"/>
          <w:sz w:val="22"/>
          <w:szCs w:val="22"/>
        </w:rPr>
        <w:t xml:space="preserve"> and structure</w:t>
      </w:r>
      <w:r w:rsidRPr="00121DA3">
        <w:rPr>
          <w:rFonts w:ascii="Arial" w:hAnsi="Arial" w:cs="Arial"/>
          <w:sz w:val="22"/>
          <w:szCs w:val="22"/>
        </w:rPr>
        <w:t xml:space="preserve"> of </w:t>
      </w:r>
      <w:r w:rsidR="0004443C" w:rsidRPr="00121DA3">
        <w:rPr>
          <w:rFonts w:ascii="Arial" w:hAnsi="Arial" w:cs="Arial"/>
          <w:sz w:val="22"/>
          <w:szCs w:val="22"/>
        </w:rPr>
        <w:t xml:space="preserve">the </w:t>
      </w:r>
      <w:r w:rsidRPr="00121DA3">
        <w:rPr>
          <w:rFonts w:ascii="Arial" w:hAnsi="Arial" w:cs="Arial"/>
          <w:sz w:val="22"/>
          <w:szCs w:val="22"/>
        </w:rPr>
        <w:t xml:space="preserve">workshop </w:t>
      </w:r>
    </w:p>
    <w:p w:rsidR="006A5CA5" w:rsidRPr="00121DA3" w:rsidRDefault="006A5CA5" w:rsidP="00121DA3">
      <w:pPr>
        <w:spacing w:line="360" w:lineRule="auto"/>
        <w:rPr>
          <w:rFonts w:ascii="Arial" w:hAnsi="Arial" w:cs="Arial"/>
          <w:sz w:val="22"/>
          <w:szCs w:val="22"/>
        </w:rPr>
      </w:pPr>
    </w:p>
    <w:p w:rsidR="0007234C" w:rsidRDefault="0007234C" w:rsidP="00121DA3">
      <w:pPr>
        <w:spacing w:line="360" w:lineRule="auto"/>
        <w:rPr>
          <w:rFonts w:ascii="Arial" w:hAnsi="Arial" w:cs="Arial"/>
          <w:b/>
        </w:rPr>
      </w:pPr>
    </w:p>
    <w:p w:rsidR="00C14A26" w:rsidRDefault="00C14A26" w:rsidP="00121DA3">
      <w:pPr>
        <w:spacing w:line="360" w:lineRule="auto"/>
        <w:rPr>
          <w:rFonts w:ascii="Arial" w:hAnsi="Arial" w:cs="Arial"/>
          <w:b/>
        </w:rPr>
      </w:pPr>
    </w:p>
    <w:p w:rsidR="00C14A26" w:rsidRDefault="00C14A26" w:rsidP="00121DA3">
      <w:pPr>
        <w:spacing w:line="360" w:lineRule="auto"/>
        <w:rPr>
          <w:rFonts w:ascii="Arial" w:hAnsi="Arial" w:cs="Arial"/>
          <w:b/>
        </w:rPr>
      </w:pPr>
    </w:p>
    <w:p w:rsidR="00C14A26" w:rsidRPr="00121DA3" w:rsidRDefault="00C14A26" w:rsidP="00121DA3">
      <w:pPr>
        <w:spacing w:line="360" w:lineRule="auto"/>
        <w:rPr>
          <w:rFonts w:ascii="Arial" w:hAnsi="Arial" w:cs="Arial"/>
          <w:b/>
        </w:rPr>
      </w:pPr>
    </w:p>
    <w:p w:rsidR="0007234C" w:rsidRPr="00121DA3" w:rsidRDefault="0007234C" w:rsidP="00121DA3">
      <w:pPr>
        <w:spacing w:line="360" w:lineRule="auto"/>
        <w:rPr>
          <w:rFonts w:ascii="Arial" w:hAnsi="Arial" w:cs="Arial"/>
          <w:b/>
        </w:rPr>
      </w:pPr>
    </w:p>
    <w:p w:rsidR="00A2457F" w:rsidRPr="00121DA3" w:rsidRDefault="007B2F30" w:rsidP="00121DA3">
      <w:pPr>
        <w:spacing w:line="360" w:lineRule="auto"/>
        <w:rPr>
          <w:rFonts w:ascii="Arial" w:hAnsi="Arial" w:cs="Arial"/>
          <w:b/>
        </w:rPr>
      </w:pPr>
      <w:r w:rsidRPr="00121DA3">
        <w:rPr>
          <w:rFonts w:ascii="Arial" w:hAnsi="Arial" w:cs="Arial"/>
          <w:b/>
        </w:rPr>
        <w:lastRenderedPageBreak/>
        <w:t>Teaching and Learning M</w:t>
      </w:r>
      <w:r w:rsidR="00A2457F" w:rsidRPr="00121DA3">
        <w:rPr>
          <w:rFonts w:ascii="Arial" w:hAnsi="Arial" w:cs="Arial"/>
          <w:b/>
        </w:rPr>
        <w:t>ethods</w:t>
      </w:r>
    </w:p>
    <w:p w:rsidR="00EE476C" w:rsidRPr="00121DA3" w:rsidRDefault="00EE476C" w:rsidP="00121DA3">
      <w:pPr>
        <w:spacing w:line="360" w:lineRule="auto"/>
        <w:rPr>
          <w:rFonts w:ascii="Arial" w:hAnsi="Arial" w:cs="Arial"/>
          <w:sz w:val="22"/>
          <w:szCs w:val="22"/>
          <w:u w:val="single"/>
        </w:rPr>
      </w:pPr>
    </w:p>
    <w:p w:rsidR="00A2178F" w:rsidRPr="00121DA3" w:rsidRDefault="00A2457F" w:rsidP="00121DA3">
      <w:pPr>
        <w:spacing w:line="360" w:lineRule="auto"/>
        <w:rPr>
          <w:rFonts w:ascii="Arial" w:hAnsi="Arial" w:cs="Arial"/>
          <w:sz w:val="22"/>
          <w:szCs w:val="22"/>
        </w:rPr>
      </w:pPr>
      <w:r w:rsidRPr="00121DA3">
        <w:rPr>
          <w:rFonts w:ascii="Arial" w:hAnsi="Arial" w:cs="Arial"/>
          <w:b/>
          <w:sz w:val="22"/>
          <w:szCs w:val="22"/>
        </w:rPr>
        <w:t>Small group work</w:t>
      </w:r>
      <w:r w:rsidR="00576634" w:rsidRPr="00121DA3">
        <w:rPr>
          <w:rFonts w:ascii="Arial" w:hAnsi="Arial" w:cs="Arial"/>
          <w:b/>
          <w:sz w:val="22"/>
          <w:szCs w:val="22"/>
        </w:rPr>
        <w:t xml:space="preserve"> 1</w:t>
      </w:r>
      <w:r w:rsidR="00A2178F" w:rsidRPr="00121DA3">
        <w:rPr>
          <w:rFonts w:ascii="Arial" w:hAnsi="Arial" w:cs="Arial"/>
          <w:b/>
          <w:sz w:val="22"/>
          <w:szCs w:val="22"/>
        </w:rPr>
        <w:t>: Judging the quality of the overall supporting information</w:t>
      </w:r>
    </w:p>
    <w:p w:rsidR="00083209" w:rsidRPr="00121DA3" w:rsidRDefault="00A2178F" w:rsidP="00121DA3">
      <w:pPr>
        <w:spacing w:line="360" w:lineRule="auto"/>
        <w:rPr>
          <w:rFonts w:ascii="Arial" w:hAnsi="Arial" w:cs="Arial"/>
          <w:sz w:val="22"/>
          <w:szCs w:val="22"/>
        </w:rPr>
      </w:pPr>
      <w:r w:rsidRPr="00121DA3">
        <w:rPr>
          <w:rFonts w:ascii="Arial" w:hAnsi="Arial" w:cs="Arial"/>
          <w:sz w:val="22"/>
          <w:szCs w:val="22"/>
        </w:rPr>
        <w:t xml:space="preserve"> </w:t>
      </w:r>
      <w:r w:rsidR="00083209" w:rsidRPr="00121DA3">
        <w:rPr>
          <w:rFonts w:ascii="Arial" w:hAnsi="Arial" w:cs="Arial"/>
          <w:sz w:val="22"/>
          <w:szCs w:val="22"/>
        </w:rPr>
        <w:t>(20 minutes)</w:t>
      </w:r>
    </w:p>
    <w:p w:rsidR="00A2178F" w:rsidRPr="00121DA3" w:rsidRDefault="00A2178F" w:rsidP="00121DA3">
      <w:pPr>
        <w:pStyle w:val="NormalWeb"/>
        <w:spacing w:before="0" w:beforeAutospacing="0" w:after="0" w:afterAutospacing="0" w:line="360" w:lineRule="auto"/>
        <w:ind w:left="547" w:hanging="547"/>
        <w:textAlignment w:val="baseline"/>
        <w:rPr>
          <w:rFonts w:ascii="Arial" w:hAnsi="Arial" w:cs="Arial"/>
          <w:sz w:val="22"/>
          <w:szCs w:val="22"/>
        </w:rPr>
      </w:pPr>
    </w:p>
    <w:p w:rsidR="00A2178F" w:rsidRPr="00121DA3" w:rsidRDefault="00576634" w:rsidP="00121DA3">
      <w:pPr>
        <w:pStyle w:val="NormalWeb"/>
        <w:spacing w:before="0" w:beforeAutospacing="0" w:after="0" w:afterAutospacing="0" w:line="360" w:lineRule="auto"/>
        <w:ind w:left="547" w:hanging="547"/>
        <w:textAlignment w:val="baseline"/>
        <w:rPr>
          <w:rFonts w:ascii="Arial" w:hAnsi="Arial" w:cs="Arial"/>
          <w:sz w:val="22"/>
          <w:szCs w:val="22"/>
        </w:rPr>
      </w:pPr>
      <w:r w:rsidRPr="00121DA3">
        <w:rPr>
          <w:rFonts w:ascii="Arial" w:hAnsi="Arial" w:cs="Arial"/>
          <w:sz w:val="22"/>
          <w:szCs w:val="22"/>
        </w:rPr>
        <w:t>Divide into groups of 3-4</w:t>
      </w:r>
      <w:r w:rsidR="00A2178F" w:rsidRPr="00121DA3">
        <w:rPr>
          <w:rFonts w:ascii="Arial" w:hAnsi="Arial" w:cs="Arial"/>
          <w:sz w:val="22"/>
          <w:szCs w:val="22"/>
        </w:rPr>
        <w:t xml:space="preserve"> and discuss:</w:t>
      </w:r>
      <w:r w:rsidR="007B2F30" w:rsidRPr="00121DA3">
        <w:rPr>
          <w:rFonts w:ascii="Arial" w:hAnsi="Arial" w:cs="Arial"/>
          <w:sz w:val="22"/>
          <w:szCs w:val="22"/>
        </w:rPr>
        <w:t xml:space="preserve"> </w:t>
      </w:r>
    </w:p>
    <w:p w:rsidR="00A2178F" w:rsidRPr="00121DA3" w:rsidRDefault="00A2178F" w:rsidP="00121DA3">
      <w:pPr>
        <w:pStyle w:val="NormalWeb"/>
        <w:spacing w:before="0" w:beforeAutospacing="0" w:after="0" w:afterAutospacing="0" w:line="360" w:lineRule="auto"/>
        <w:ind w:left="547" w:hanging="547"/>
        <w:textAlignment w:val="baseline"/>
        <w:rPr>
          <w:rFonts w:ascii="Arial" w:hAnsi="Arial" w:cs="Arial"/>
          <w:sz w:val="22"/>
          <w:szCs w:val="22"/>
        </w:rPr>
      </w:pPr>
    </w:p>
    <w:p w:rsidR="00A2178F" w:rsidRPr="00121DA3" w:rsidRDefault="00A2178F" w:rsidP="00121DA3">
      <w:pPr>
        <w:pStyle w:val="NormalWeb"/>
        <w:numPr>
          <w:ilvl w:val="0"/>
          <w:numId w:val="5"/>
        </w:numPr>
        <w:spacing w:before="0" w:beforeAutospacing="0" w:after="0" w:afterAutospacing="0" w:line="360" w:lineRule="auto"/>
        <w:ind w:left="777" w:hanging="357"/>
        <w:textAlignment w:val="baseline"/>
        <w:rPr>
          <w:rFonts w:ascii="Arial" w:hAnsi="Arial" w:cs="Arial"/>
          <w:sz w:val="22"/>
          <w:szCs w:val="22"/>
        </w:rPr>
      </w:pPr>
      <w:r w:rsidRPr="00121DA3">
        <w:rPr>
          <w:rFonts w:ascii="Arial" w:hAnsi="Arial" w:cs="Arial"/>
          <w:sz w:val="22"/>
          <w:szCs w:val="22"/>
        </w:rPr>
        <w:t>How</w:t>
      </w:r>
      <w:r w:rsidR="007B2F30" w:rsidRPr="00121DA3">
        <w:rPr>
          <w:rFonts w:ascii="Arial" w:hAnsi="Arial" w:cs="Arial"/>
          <w:sz w:val="22"/>
          <w:szCs w:val="22"/>
        </w:rPr>
        <w:t xml:space="preserve"> you would </w:t>
      </w:r>
      <w:r w:rsidR="00083209" w:rsidRPr="00121DA3">
        <w:rPr>
          <w:rFonts w:ascii="Arial" w:hAnsi="Arial" w:cs="Arial"/>
          <w:sz w:val="22"/>
          <w:szCs w:val="22"/>
        </w:rPr>
        <w:t>map Dr</w:t>
      </w:r>
      <w:r w:rsidR="007B2F30" w:rsidRPr="00121DA3">
        <w:rPr>
          <w:rFonts w:ascii="Arial" w:hAnsi="Arial" w:cs="Arial"/>
          <w:sz w:val="22"/>
          <w:szCs w:val="22"/>
        </w:rPr>
        <w:t xml:space="preserve"> X’s </w:t>
      </w:r>
      <w:r w:rsidR="00083209" w:rsidRPr="00121DA3">
        <w:rPr>
          <w:rFonts w:ascii="Arial" w:hAnsi="Arial" w:cs="Arial"/>
          <w:sz w:val="22"/>
          <w:szCs w:val="22"/>
        </w:rPr>
        <w:t xml:space="preserve">supporting information </w:t>
      </w:r>
      <w:r w:rsidR="00576634" w:rsidRPr="00121DA3">
        <w:rPr>
          <w:rFonts w:ascii="Arial" w:hAnsi="Arial" w:cs="Arial"/>
          <w:sz w:val="22"/>
          <w:szCs w:val="22"/>
        </w:rPr>
        <w:t xml:space="preserve">to </w:t>
      </w:r>
      <w:r w:rsidR="00083209" w:rsidRPr="00121DA3">
        <w:rPr>
          <w:rFonts w:ascii="Arial" w:hAnsi="Arial" w:cs="Arial"/>
          <w:sz w:val="22"/>
          <w:szCs w:val="22"/>
        </w:rPr>
        <w:t xml:space="preserve">the </w:t>
      </w:r>
      <w:r w:rsidR="007B2F30" w:rsidRPr="00121DA3">
        <w:rPr>
          <w:rFonts w:ascii="Arial" w:hAnsi="Arial" w:cs="Arial"/>
          <w:sz w:val="22"/>
          <w:szCs w:val="22"/>
        </w:rPr>
        <w:t>GMC</w:t>
      </w:r>
      <w:r w:rsidRPr="00121DA3">
        <w:rPr>
          <w:rFonts w:ascii="Arial" w:hAnsi="Arial" w:cs="Arial"/>
          <w:sz w:val="22"/>
          <w:szCs w:val="22"/>
        </w:rPr>
        <w:t xml:space="preserve"> f</w:t>
      </w:r>
      <w:r w:rsidR="00083209" w:rsidRPr="00121DA3">
        <w:rPr>
          <w:rFonts w:ascii="Arial" w:hAnsi="Arial" w:cs="Arial"/>
          <w:sz w:val="22"/>
          <w:szCs w:val="22"/>
        </w:rPr>
        <w:t>ramework</w:t>
      </w:r>
      <w:r w:rsidR="00576634" w:rsidRPr="00121DA3">
        <w:rPr>
          <w:rFonts w:ascii="Arial" w:hAnsi="Arial" w:cs="Arial"/>
          <w:sz w:val="22"/>
          <w:szCs w:val="22"/>
        </w:rPr>
        <w:t xml:space="preserve">. </w:t>
      </w:r>
    </w:p>
    <w:p w:rsidR="00A2178F" w:rsidRPr="00121DA3" w:rsidRDefault="00A2178F" w:rsidP="00121DA3">
      <w:pPr>
        <w:pStyle w:val="NormalWeb"/>
        <w:numPr>
          <w:ilvl w:val="0"/>
          <w:numId w:val="5"/>
        </w:numPr>
        <w:spacing w:before="0" w:beforeAutospacing="0" w:after="0" w:afterAutospacing="0" w:line="360" w:lineRule="auto"/>
        <w:ind w:left="777" w:hanging="357"/>
        <w:textAlignment w:val="baseline"/>
        <w:rPr>
          <w:rFonts w:ascii="Arial" w:hAnsi="Arial" w:cs="Arial"/>
          <w:sz w:val="22"/>
          <w:szCs w:val="22"/>
        </w:rPr>
      </w:pPr>
      <w:r w:rsidRPr="00121DA3">
        <w:rPr>
          <w:rFonts w:ascii="Arial" w:eastAsiaTheme="minorEastAsia" w:hAnsi="Arial" w:cs="Arial"/>
          <w:bCs/>
          <w:color w:val="4D4D4D"/>
          <w:sz w:val="22"/>
          <w:szCs w:val="22"/>
        </w:rPr>
        <w:t>What supporting information is missing?</w:t>
      </w:r>
    </w:p>
    <w:p w:rsidR="00A2178F" w:rsidRPr="00121DA3" w:rsidRDefault="00A2178F" w:rsidP="00121DA3">
      <w:pPr>
        <w:pStyle w:val="NormalWeb"/>
        <w:numPr>
          <w:ilvl w:val="0"/>
          <w:numId w:val="5"/>
        </w:numPr>
        <w:spacing w:before="0" w:beforeAutospacing="0" w:after="0" w:afterAutospacing="0" w:line="360" w:lineRule="auto"/>
        <w:ind w:left="777" w:hanging="357"/>
        <w:textAlignment w:val="baseline"/>
        <w:rPr>
          <w:rFonts w:ascii="Arial" w:hAnsi="Arial" w:cs="Arial"/>
          <w:sz w:val="22"/>
          <w:szCs w:val="22"/>
        </w:rPr>
      </w:pPr>
      <w:r w:rsidRPr="00121DA3">
        <w:rPr>
          <w:rFonts w:ascii="Arial" w:eastAsiaTheme="minorEastAsia" w:hAnsi="Arial" w:cs="Arial"/>
          <w:bCs/>
          <w:color w:val="4D4D4D"/>
          <w:sz w:val="22"/>
          <w:szCs w:val="22"/>
        </w:rPr>
        <w:t>How would you advise Dr X about this?</w:t>
      </w:r>
    </w:p>
    <w:p w:rsidR="00EE476C" w:rsidRPr="00121DA3" w:rsidRDefault="00EE476C" w:rsidP="00121DA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576634" w:rsidRPr="00121DA3" w:rsidRDefault="00083209" w:rsidP="00121DA3">
      <w:pPr>
        <w:spacing w:line="360" w:lineRule="auto"/>
        <w:rPr>
          <w:rFonts w:ascii="Arial" w:hAnsi="Arial" w:cs="Arial"/>
          <w:sz w:val="22"/>
          <w:szCs w:val="22"/>
        </w:rPr>
      </w:pPr>
      <w:r w:rsidRPr="00121DA3">
        <w:rPr>
          <w:rFonts w:ascii="Arial" w:hAnsi="Arial" w:cs="Arial"/>
          <w:sz w:val="22"/>
          <w:szCs w:val="22"/>
        </w:rPr>
        <w:t>Feedback to the large group</w:t>
      </w:r>
    </w:p>
    <w:p w:rsidR="00EE476C" w:rsidRPr="00121DA3" w:rsidRDefault="00EE476C" w:rsidP="00121DA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576634" w:rsidRPr="00121DA3" w:rsidRDefault="00576634" w:rsidP="00121DA3">
      <w:pPr>
        <w:spacing w:line="360" w:lineRule="auto"/>
        <w:rPr>
          <w:rFonts w:ascii="Arial" w:hAnsi="Arial" w:cs="Arial"/>
          <w:sz w:val="22"/>
          <w:szCs w:val="22"/>
        </w:rPr>
      </w:pPr>
      <w:r w:rsidRPr="00121DA3">
        <w:rPr>
          <w:rFonts w:ascii="Arial" w:hAnsi="Arial" w:cs="Arial"/>
          <w:b/>
          <w:sz w:val="22"/>
          <w:szCs w:val="22"/>
        </w:rPr>
        <w:t>Small group work 2</w:t>
      </w:r>
      <w:bookmarkStart w:id="0" w:name="_GoBack"/>
      <w:bookmarkEnd w:id="0"/>
      <w:r w:rsidR="00A2178F" w:rsidRPr="00121DA3">
        <w:rPr>
          <w:rFonts w:ascii="Arial" w:hAnsi="Arial" w:cs="Arial"/>
          <w:b/>
          <w:sz w:val="22"/>
          <w:szCs w:val="22"/>
        </w:rPr>
        <w:t>:</w:t>
      </w:r>
      <w:r w:rsidR="00083209" w:rsidRPr="00121DA3">
        <w:rPr>
          <w:rFonts w:ascii="Arial" w:hAnsi="Arial" w:cs="Arial"/>
          <w:b/>
          <w:sz w:val="22"/>
          <w:szCs w:val="22"/>
        </w:rPr>
        <w:t xml:space="preserve"> </w:t>
      </w:r>
      <w:r w:rsidR="00A2178F" w:rsidRPr="00121DA3">
        <w:rPr>
          <w:rFonts w:ascii="Arial" w:hAnsi="Arial" w:cs="Arial"/>
          <w:b/>
          <w:sz w:val="22"/>
          <w:szCs w:val="22"/>
        </w:rPr>
        <w:t>Judging the quality of a</w:t>
      </w:r>
      <w:r w:rsidR="00297196" w:rsidRPr="00121DA3">
        <w:rPr>
          <w:rFonts w:ascii="Arial" w:hAnsi="Arial" w:cs="Arial"/>
          <w:b/>
          <w:sz w:val="22"/>
          <w:szCs w:val="22"/>
        </w:rPr>
        <w:t>n individual</w:t>
      </w:r>
      <w:r w:rsidR="00A2178F" w:rsidRPr="00121DA3">
        <w:rPr>
          <w:rFonts w:ascii="Arial" w:hAnsi="Arial" w:cs="Arial"/>
          <w:b/>
          <w:sz w:val="22"/>
          <w:szCs w:val="22"/>
        </w:rPr>
        <w:t xml:space="preserve"> item of supporting information</w:t>
      </w:r>
      <w:r w:rsidR="00A2178F" w:rsidRPr="00121DA3">
        <w:rPr>
          <w:rFonts w:ascii="Arial" w:hAnsi="Arial" w:cs="Arial"/>
          <w:sz w:val="22"/>
          <w:szCs w:val="22"/>
        </w:rPr>
        <w:t xml:space="preserve"> </w:t>
      </w:r>
      <w:r w:rsidR="00083209" w:rsidRPr="00121DA3">
        <w:rPr>
          <w:rFonts w:ascii="Arial" w:hAnsi="Arial" w:cs="Arial"/>
          <w:sz w:val="22"/>
          <w:szCs w:val="22"/>
        </w:rPr>
        <w:t>(20 min</w:t>
      </w:r>
      <w:r w:rsidR="00B830A1" w:rsidRPr="00121DA3">
        <w:rPr>
          <w:rFonts w:ascii="Arial" w:hAnsi="Arial" w:cs="Arial"/>
          <w:sz w:val="22"/>
          <w:szCs w:val="22"/>
        </w:rPr>
        <w:t>utes</w:t>
      </w:r>
      <w:r w:rsidR="00083209" w:rsidRPr="00121DA3">
        <w:rPr>
          <w:rFonts w:ascii="Arial" w:hAnsi="Arial" w:cs="Arial"/>
          <w:sz w:val="22"/>
          <w:szCs w:val="22"/>
        </w:rPr>
        <w:t>)</w:t>
      </w:r>
    </w:p>
    <w:p w:rsidR="00A2178F" w:rsidRPr="00121DA3" w:rsidRDefault="00A2178F" w:rsidP="00121DA3">
      <w:pPr>
        <w:spacing w:line="360" w:lineRule="auto"/>
        <w:rPr>
          <w:rFonts w:ascii="Arial" w:hAnsi="Arial" w:cs="Arial"/>
          <w:sz w:val="22"/>
          <w:szCs w:val="22"/>
        </w:rPr>
      </w:pPr>
    </w:p>
    <w:p w:rsidR="006A5CA5" w:rsidRPr="00121DA3" w:rsidRDefault="00083209" w:rsidP="00121DA3">
      <w:pPr>
        <w:spacing w:line="360" w:lineRule="auto"/>
        <w:rPr>
          <w:rFonts w:ascii="Arial" w:hAnsi="Arial" w:cs="Arial"/>
          <w:sz w:val="22"/>
          <w:szCs w:val="22"/>
        </w:rPr>
      </w:pPr>
      <w:r w:rsidRPr="00121DA3">
        <w:rPr>
          <w:rFonts w:ascii="Arial" w:hAnsi="Arial" w:cs="Arial"/>
          <w:sz w:val="22"/>
          <w:szCs w:val="22"/>
        </w:rPr>
        <w:t>(</w:t>
      </w:r>
      <w:r w:rsidR="00750D73">
        <w:rPr>
          <w:rFonts w:ascii="Arial" w:hAnsi="Arial" w:cs="Arial"/>
          <w:sz w:val="22"/>
          <w:szCs w:val="22"/>
        </w:rPr>
        <w:t xml:space="preserve">Hand out the </w:t>
      </w:r>
      <w:r w:rsidR="00B830A1" w:rsidRPr="00121DA3">
        <w:rPr>
          <w:rFonts w:ascii="Arial" w:hAnsi="Arial" w:cs="Arial"/>
          <w:sz w:val="22"/>
          <w:szCs w:val="22"/>
        </w:rPr>
        <w:t xml:space="preserve">Complaint and appraisee’s reflections </w:t>
      </w:r>
      <w:r w:rsidRPr="00121DA3">
        <w:rPr>
          <w:rFonts w:ascii="Arial" w:hAnsi="Arial" w:cs="Arial"/>
          <w:sz w:val="22"/>
          <w:szCs w:val="22"/>
        </w:rPr>
        <w:t xml:space="preserve">and </w:t>
      </w:r>
      <w:r w:rsidR="00B830A1" w:rsidRPr="00121DA3">
        <w:rPr>
          <w:rFonts w:ascii="Arial" w:hAnsi="Arial" w:cs="Arial"/>
          <w:sz w:val="22"/>
          <w:szCs w:val="22"/>
        </w:rPr>
        <w:t>F</w:t>
      </w:r>
      <w:r w:rsidRPr="00121DA3">
        <w:rPr>
          <w:rFonts w:ascii="Arial" w:hAnsi="Arial" w:cs="Arial"/>
          <w:sz w:val="22"/>
          <w:szCs w:val="22"/>
        </w:rPr>
        <w:t>ramework for judging quality of supporting information)</w:t>
      </w:r>
    </w:p>
    <w:p w:rsidR="00B830A1" w:rsidRPr="00121DA3" w:rsidRDefault="00083209" w:rsidP="00121DA3">
      <w:pPr>
        <w:spacing w:line="360" w:lineRule="auto"/>
        <w:rPr>
          <w:rFonts w:ascii="Arial" w:hAnsi="Arial" w:cs="Arial"/>
          <w:sz w:val="22"/>
          <w:szCs w:val="22"/>
        </w:rPr>
      </w:pPr>
      <w:r w:rsidRPr="00121DA3">
        <w:rPr>
          <w:rFonts w:ascii="Arial" w:hAnsi="Arial" w:cs="Arial"/>
          <w:sz w:val="22"/>
          <w:szCs w:val="22"/>
        </w:rPr>
        <w:t xml:space="preserve">Read the appraisee’s </w:t>
      </w:r>
      <w:r w:rsidR="00576634" w:rsidRPr="00121DA3">
        <w:rPr>
          <w:rFonts w:ascii="Arial" w:hAnsi="Arial" w:cs="Arial"/>
          <w:sz w:val="22"/>
          <w:szCs w:val="22"/>
        </w:rPr>
        <w:t>reflective commentary</w:t>
      </w:r>
      <w:r w:rsidR="00B830A1" w:rsidRPr="00121DA3">
        <w:rPr>
          <w:rFonts w:ascii="Arial" w:hAnsi="Arial" w:cs="Arial"/>
          <w:sz w:val="22"/>
          <w:szCs w:val="22"/>
        </w:rPr>
        <w:t xml:space="preserve"> </w:t>
      </w:r>
      <w:r w:rsidRPr="00121DA3">
        <w:rPr>
          <w:rFonts w:ascii="Arial" w:hAnsi="Arial" w:cs="Arial"/>
          <w:sz w:val="22"/>
          <w:szCs w:val="22"/>
        </w:rPr>
        <w:t xml:space="preserve">about </w:t>
      </w:r>
      <w:r w:rsidR="00576634" w:rsidRPr="00121DA3">
        <w:rPr>
          <w:rFonts w:ascii="Arial" w:hAnsi="Arial" w:cs="Arial"/>
          <w:sz w:val="22"/>
          <w:szCs w:val="22"/>
        </w:rPr>
        <w:t>a complaint</w:t>
      </w:r>
      <w:r w:rsidR="00B830A1" w:rsidRPr="00121DA3">
        <w:rPr>
          <w:rFonts w:ascii="Arial" w:hAnsi="Arial" w:cs="Arial"/>
          <w:sz w:val="22"/>
          <w:szCs w:val="22"/>
        </w:rPr>
        <w:t xml:space="preserve"> </w:t>
      </w:r>
    </w:p>
    <w:p w:rsidR="00576634" w:rsidRPr="00121DA3" w:rsidRDefault="006A5CA5" w:rsidP="00121DA3">
      <w:pPr>
        <w:spacing w:line="360" w:lineRule="auto"/>
        <w:rPr>
          <w:rFonts w:ascii="Arial" w:hAnsi="Arial" w:cs="Arial"/>
          <w:sz w:val="22"/>
          <w:szCs w:val="22"/>
        </w:rPr>
      </w:pPr>
      <w:r w:rsidRPr="00121DA3">
        <w:rPr>
          <w:rFonts w:ascii="Arial" w:hAnsi="Arial" w:cs="Arial"/>
          <w:sz w:val="22"/>
          <w:szCs w:val="22"/>
        </w:rPr>
        <w:t xml:space="preserve">1. </w:t>
      </w:r>
      <w:r w:rsidR="00576634" w:rsidRPr="00121DA3">
        <w:rPr>
          <w:rFonts w:ascii="Arial" w:hAnsi="Arial" w:cs="Arial"/>
          <w:sz w:val="22"/>
          <w:szCs w:val="22"/>
        </w:rPr>
        <w:t>Using the framework for judging quality of supporting information make a judgement on the quality of this piece of writing</w:t>
      </w:r>
    </w:p>
    <w:p w:rsidR="00EE476C" w:rsidRPr="00121DA3" w:rsidRDefault="006A5CA5" w:rsidP="00121DA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21DA3">
        <w:rPr>
          <w:rFonts w:ascii="Arial" w:hAnsi="Arial" w:cs="Arial"/>
          <w:sz w:val="22"/>
          <w:szCs w:val="22"/>
        </w:rPr>
        <w:t xml:space="preserve">2. </w:t>
      </w:r>
      <w:r w:rsidR="00576634" w:rsidRPr="00121DA3">
        <w:rPr>
          <w:rFonts w:ascii="Arial" w:hAnsi="Arial" w:cs="Arial"/>
          <w:sz w:val="22"/>
          <w:szCs w:val="22"/>
        </w:rPr>
        <w:t xml:space="preserve">Discuss in the group what questions </w:t>
      </w:r>
      <w:r w:rsidR="00083209" w:rsidRPr="00121DA3">
        <w:rPr>
          <w:rFonts w:ascii="Arial" w:hAnsi="Arial" w:cs="Arial"/>
          <w:sz w:val="22"/>
          <w:szCs w:val="22"/>
        </w:rPr>
        <w:t xml:space="preserve">you </w:t>
      </w:r>
      <w:r w:rsidR="00576634" w:rsidRPr="00121DA3">
        <w:rPr>
          <w:rFonts w:ascii="Arial" w:hAnsi="Arial" w:cs="Arial"/>
          <w:sz w:val="22"/>
          <w:szCs w:val="22"/>
        </w:rPr>
        <w:t xml:space="preserve">would </w:t>
      </w:r>
      <w:r w:rsidR="00083209" w:rsidRPr="00121DA3">
        <w:rPr>
          <w:rFonts w:ascii="Arial" w:hAnsi="Arial" w:cs="Arial"/>
          <w:sz w:val="22"/>
          <w:szCs w:val="22"/>
        </w:rPr>
        <w:t xml:space="preserve">like </w:t>
      </w:r>
      <w:r w:rsidR="00576634" w:rsidRPr="00121DA3">
        <w:rPr>
          <w:rFonts w:ascii="Arial" w:hAnsi="Arial" w:cs="Arial"/>
          <w:sz w:val="22"/>
          <w:szCs w:val="22"/>
        </w:rPr>
        <w:t>the appraiser to</w:t>
      </w:r>
      <w:r w:rsidR="00083209" w:rsidRPr="00121DA3">
        <w:rPr>
          <w:rFonts w:ascii="Arial" w:hAnsi="Arial" w:cs="Arial"/>
          <w:sz w:val="22"/>
          <w:szCs w:val="22"/>
        </w:rPr>
        <w:t xml:space="preserve"> </w:t>
      </w:r>
      <w:r w:rsidR="00576634" w:rsidRPr="00121DA3">
        <w:rPr>
          <w:rFonts w:ascii="Arial" w:hAnsi="Arial" w:cs="Arial"/>
          <w:sz w:val="22"/>
          <w:szCs w:val="22"/>
        </w:rPr>
        <w:t>ask the appraise</w:t>
      </w:r>
      <w:r w:rsidR="00083209" w:rsidRPr="00121DA3">
        <w:rPr>
          <w:rFonts w:ascii="Arial" w:hAnsi="Arial" w:cs="Arial"/>
          <w:sz w:val="22"/>
          <w:szCs w:val="22"/>
        </w:rPr>
        <w:t>e at the appraisal meeting</w:t>
      </w:r>
    </w:p>
    <w:p w:rsidR="006A5CA5" w:rsidRPr="00121DA3" w:rsidRDefault="006A5CA5" w:rsidP="00121DA3">
      <w:pPr>
        <w:spacing w:line="360" w:lineRule="auto"/>
        <w:rPr>
          <w:rFonts w:ascii="Arial" w:hAnsi="Arial" w:cs="Arial"/>
          <w:sz w:val="22"/>
          <w:szCs w:val="22"/>
        </w:rPr>
      </w:pPr>
    </w:p>
    <w:p w:rsidR="00576634" w:rsidRPr="00121DA3" w:rsidRDefault="00083209" w:rsidP="00121DA3">
      <w:pPr>
        <w:spacing w:line="360" w:lineRule="auto"/>
        <w:rPr>
          <w:rFonts w:ascii="Arial" w:hAnsi="Arial" w:cs="Arial"/>
          <w:sz w:val="22"/>
          <w:szCs w:val="22"/>
        </w:rPr>
      </w:pPr>
      <w:r w:rsidRPr="00121DA3">
        <w:rPr>
          <w:rFonts w:ascii="Arial" w:hAnsi="Arial" w:cs="Arial"/>
          <w:sz w:val="22"/>
          <w:szCs w:val="22"/>
        </w:rPr>
        <w:t>As a large group discuss</w:t>
      </w:r>
      <w:r w:rsidR="006A5CA5" w:rsidRPr="00121DA3">
        <w:rPr>
          <w:rFonts w:ascii="Arial" w:hAnsi="Arial" w:cs="Arial"/>
          <w:sz w:val="22"/>
          <w:szCs w:val="22"/>
        </w:rPr>
        <w:t xml:space="preserve"> the </w:t>
      </w:r>
      <w:r w:rsidRPr="00121DA3">
        <w:rPr>
          <w:rFonts w:ascii="Arial" w:hAnsi="Arial" w:cs="Arial"/>
          <w:sz w:val="22"/>
          <w:szCs w:val="22"/>
        </w:rPr>
        <w:t xml:space="preserve">variety of responses (hawks and doves) to </w:t>
      </w:r>
      <w:r w:rsidR="006A5CA5" w:rsidRPr="00121DA3">
        <w:rPr>
          <w:rFonts w:ascii="Arial" w:hAnsi="Arial" w:cs="Arial"/>
          <w:sz w:val="22"/>
          <w:szCs w:val="22"/>
        </w:rPr>
        <w:t>highlight that there may</w:t>
      </w:r>
      <w:r w:rsidRPr="00121DA3">
        <w:rPr>
          <w:rFonts w:ascii="Arial" w:hAnsi="Arial" w:cs="Arial"/>
          <w:sz w:val="22"/>
          <w:szCs w:val="22"/>
        </w:rPr>
        <w:t xml:space="preserve"> </w:t>
      </w:r>
      <w:r w:rsidR="006A5CA5" w:rsidRPr="00121DA3">
        <w:rPr>
          <w:rFonts w:ascii="Arial" w:hAnsi="Arial" w:cs="Arial"/>
          <w:sz w:val="22"/>
          <w:szCs w:val="22"/>
        </w:rPr>
        <w:t>be a spectrum of opinion on how to judge quality.</w:t>
      </w:r>
      <w:r w:rsidRPr="00121DA3">
        <w:rPr>
          <w:rFonts w:ascii="Arial" w:hAnsi="Arial" w:cs="Arial"/>
          <w:sz w:val="22"/>
          <w:szCs w:val="22"/>
        </w:rPr>
        <w:t xml:space="preserve"> Ask participants to reflect on their position within this spectrum and whether they need to modify this.</w:t>
      </w:r>
    </w:p>
    <w:p w:rsidR="00EE476C" w:rsidRPr="00121DA3" w:rsidRDefault="00EE476C" w:rsidP="00121DA3">
      <w:pPr>
        <w:spacing w:line="360" w:lineRule="auto"/>
        <w:rPr>
          <w:rFonts w:ascii="Arial" w:hAnsi="Arial" w:cs="Arial"/>
          <w:sz w:val="22"/>
          <w:szCs w:val="22"/>
        </w:rPr>
      </w:pPr>
    </w:p>
    <w:p w:rsidR="00B726C3" w:rsidRPr="00121DA3" w:rsidRDefault="006A5CA5" w:rsidP="00121DA3">
      <w:pPr>
        <w:spacing w:line="360" w:lineRule="auto"/>
        <w:rPr>
          <w:rFonts w:ascii="Arial" w:hAnsi="Arial" w:cs="Arial"/>
          <w:sz w:val="22"/>
          <w:szCs w:val="22"/>
        </w:rPr>
      </w:pPr>
      <w:r w:rsidRPr="00121DA3">
        <w:rPr>
          <w:rFonts w:ascii="Arial" w:hAnsi="Arial" w:cs="Arial"/>
          <w:b/>
        </w:rPr>
        <w:t>Assessment of Learning and teaching</w:t>
      </w:r>
      <w:r w:rsidR="00B726C3" w:rsidRPr="00121DA3">
        <w:rPr>
          <w:rFonts w:ascii="Arial" w:hAnsi="Arial" w:cs="Arial"/>
          <w:b/>
        </w:rPr>
        <w:t xml:space="preserve"> </w:t>
      </w:r>
      <w:r w:rsidR="00B726C3" w:rsidRPr="00121DA3">
        <w:rPr>
          <w:rFonts w:ascii="Arial" w:hAnsi="Arial" w:cs="Arial"/>
        </w:rPr>
        <w:t>(</w:t>
      </w:r>
      <w:r w:rsidR="00B726C3" w:rsidRPr="00121DA3">
        <w:rPr>
          <w:rFonts w:ascii="Arial" w:hAnsi="Arial" w:cs="Arial"/>
          <w:sz w:val="22"/>
          <w:szCs w:val="22"/>
        </w:rPr>
        <w:t>10 minutes)</w:t>
      </w:r>
    </w:p>
    <w:p w:rsidR="006A5CA5" w:rsidRPr="00121DA3" w:rsidRDefault="006A5CA5" w:rsidP="00121DA3">
      <w:pPr>
        <w:spacing w:line="360" w:lineRule="auto"/>
        <w:rPr>
          <w:rFonts w:ascii="Arial" w:hAnsi="Arial" w:cs="Arial"/>
          <w:b/>
        </w:rPr>
      </w:pPr>
    </w:p>
    <w:p w:rsidR="006A5CA5" w:rsidRPr="00121DA3" w:rsidRDefault="00B830A1" w:rsidP="00121DA3">
      <w:pPr>
        <w:spacing w:line="360" w:lineRule="auto"/>
        <w:rPr>
          <w:rFonts w:ascii="Arial" w:hAnsi="Arial" w:cs="Arial"/>
          <w:sz w:val="22"/>
          <w:szCs w:val="22"/>
        </w:rPr>
      </w:pPr>
      <w:r w:rsidRPr="00121DA3">
        <w:rPr>
          <w:rFonts w:ascii="Arial" w:hAnsi="Arial" w:cs="Arial"/>
          <w:sz w:val="22"/>
          <w:szCs w:val="22"/>
        </w:rPr>
        <w:t>R</w:t>
      </w:r>
      <w:r w:rsidR="006A5CA5" w:rsidRPr="00121DA3">
        <w:rPr>
          <w:rFonts w:ascii="Arial" w:hAnsi="Arial" w:cs="Arial"/>
          <w:sz w:val="22"/>
          <w:szCs w:val="22"/>
        </w:rPr>
        <w:t xml:space="preserve">efer back to </w:t>
      </w:r>
      <w:r w:rsidR="00B726C3" w:rsidRPr="00121DA3">
        <w:rPr>
          <w:rFonts w:ascii="Arial" w:hAnsi="Arial" w:cs="Arial"/>
          <w:sz w:val="22"/>
          <w:szCs w:val="22"/>
        </w:rPr>
        <w:t xml:space="preserve">the </w:t>
      </w:r>
      <w:r w:rsidR="006A5CA5" w:rsidRPr="00121DA3">
        <w:rPr>
          <w:rFonts w:ascii="Arial" w:hAnsi="Arial" w:cs="Arial"/>
          <w:sz w:val="22"/>
          <w:szCs w:val="22"/>
        </w:rPr>
        <w:t>intended learning outcomes</w:t>
      </w:r>
      <w:r w:rsidR="00B726C3" w:rsidRPr="00121DA3">
        <w:rPr>
          <w:rFonts w:ascii="Arial" w:hAnsi="Arial" w:cs="Arial"/>
          <w:sz w:val="22"/>
          <w:szCs w:val="22"/>
        </w:rPr>
        <w:t xml:space="preserve"> and ask the group</w:t>
      </w:r>
      <w:r w:rsidR="006A5CA5" w:rsidRPr="00121DA3">
        <w:rPr>
          <w:rFonts w:ascii="Arial" w:hAnsi="Arial" w:cs="Arial"/>
          <w:sz w:val="22"/>
          <w:szCs w:val="22"/>
        </w:rPr>
        <w:t>:</w:t>
      </w:r>
    </w:p>
    <w:p w:rsidR="006A5CA5" w:rsidRPr="00121DA3" w:rsidRDefault="006A5CA5" w:rsidP="00121DA3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  <w:r w:rsidRPr="00121DA3">
        <w:rPr>
          <w:rFonts w:ascii="Arial" w:hAnsi="Arial" w:cs="Arial"/>
          <w:sz w:val="22"/>
          <w:szCs w:val="22"/>
        </w:rPr>
        <w:t>Have they been covered</w:t>
      </w:r>
      <w:r w:rsidR="00EE476C" w:rsidRPr="00121DA3">
        <w:rPr>
          <w:rFonts w:ascii="Arial" w:hAnsi="Arial" w:cs="Arial"/>
          <w:sz w:val="22"/>
          <w:szCs w:val="22"/>
        </w:rPr>
        <w:t>?</w:t>
      </w:r>
    </w:p>
    <w:p w:rsidR="006A5CA5" w:rsidRPr="00121DA3" w:rsidRDefault="006A5CA5" w:rsidP="00121DA3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  <w:r w:rsidRPr="00121DA3">
        <w:rPr>
          <w:rFonts w:ascii="Arial" w:hAnsi="Arial" w:cs="Arial"/>
          <w:sz w:val="22"/>
          <w:szCs w:val="22"/>
        </w:rPr>
        <w:t>Are there any outstanding questions</w:t>
      </w:r>
      <w:r w:rsidR="00EE476C" w:rsidRPr="00121DA3">
        <w:rPr>
          <w:rFonts w:ascii="Arial" w:hAnsi="Arial" w:cs="Arial"/>
          <w:sz w:val="22"/>
          <w:szCs w:val="22"/>
        </w:rPr>
        <w:t>?</w:t>
      </w:r>
    </w:p>
    <w:p w:rsidR="00EE476C" w:rsidRPr="00121DA3" w:rsidRDefault="006A5CA5" w:rsidP="00121DA3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  <w:r w:rsidRPr="00121DA3">
        <w:rPr>
          <w:rFonts w:ascii="Arial" w:hAnsi="Arial" w:cs="Arial"/>
          <w:sz w:val="22"/>
          <w:szCs w:val="22"/>
        </w:rPr>
        <w:t>What future learning is required?</w:t>
      </w:r>
    </w:p>
    <w:p w:rsidR="00B726C3" w:rsidRPr="00121DA3" w:rsidRDefault="00B726C3" w:rsidP="00121DA3">
      <w:pPr>
        <w:pStyle w:val="ListParagraph"/>
        <w:spacing w:line="360" w:lineRule="auto"/>
        <w:rPr>
          <w:rFonts w:ascii="Arial" w:hAnsi="Arial" w:cs="Arial"/>
          <w:sz w:val="22"/>
          <w:szCs w:val="22"/>
        </w:rPr>
      </w:pPr>
    </w:p>
    <w:p w:rsidR="00EE476C" w:rsidRPr="00121DA3" w:rsidRDefault="00B726C3" w:rsidP="00121DA3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  <w:r w:rsidRPr="00121DA3">
        <w:rPr>
          <w:rFonts w:ascii="Arial" w:hAnsi="Arial" w:cs="Arial"/>
          <w:sz w:val="22"/>
          <w:szCs w:val="22"/>
        </w:rPr>
        <w:t>Ask participants to complete the e</w:t>
      </w:r>
      <w:r w:rsidR="00EE476C" w:rsidRPr="00121DA3">
        <w:rPr>
          <w:rFonts w:ascii="Arial" w:hAnsi="Arial" w:cs="Arial"/>
          <w:sz w:val="22"/>
          <w:szCs w:val="22"/>
        </w:rPr>
        <w:t xml:space="preserve">valuation </w:t>
      </w:r>
      <w:r w:rsidRPr="00121DA3">
        <w:rPr>
          <w:rFonts w:ascii="Arial" w:hAnsi="Arial" w:cs="Arial"/>
          <w:sz w:val="22"/>
          <w:szCs w:val="22"/>
        </w:rPr>
        <w:t>form and their own r</w:t>
      </w:r>
      <w:r w:rsidR="00EE476C" w:rsidRPr="00121DA3">
        <w:rPr>
          <w:rFonts w:ascii="Arial" w:hAnsi="Arial" w:cs="Arial"/>
          <w:sz w:val="22"/>
          <w:szCs w:val="22"/>
        </w:rPr>
        <w:t xml:space="preserve">eflective diary/log </w:t>
      </w:r>
    </w:p>
    <w:sectPr w:rsidR="00EE476C" w:rsidRPr="00121DA3" w:rsidSect="00804CC2">
      <w:headerReference w:type="default" r:id="rId8"/>
      <w:footerReference w:type="default" r:id="rId9"/>
      <w:pgSz w:w="11906" w:h="16838"/>
      <w:pgMar w:top="1440" w:right="1800" w:bottom="1440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0A1" w:rsidRDefault="00B830A1">
      <w:r>
        <w:separator/>
      </w:r>
    </w:p>
  </w:endnote>
  <w:endnote w:type="continuationSeparator" w:id="0">
    <w:p w:rsidR="00B830A1" w:rsidRDefault="00B83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137372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3191C" w:rsidRDefault="0043191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49D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830A1" w:rsidRDefault="00B830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0A1" w:rsidRDefault="00B830A1">
      <w:r>
        <w:separator/>
      </w:r>
    </w:p>
  </w:footnote>
  <w:footnote w:type="continuationSeparator" w:id="0">
    <w:p w:rsidR="00B830A1" w:rsidRDefault="00B830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0A1" w:rsidRDefault="00B830A1" w:rsidP="0024709F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67743"/>
    <w:multiLevelType w:val="hybridMultilevel"/>
    <w:tmpl w:val="9932AA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1932EB"/>
    <w:multiLevelType w:val="hybridMultilevel"/>
    <w:tmpl w:val="1DDE0C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5945AE"/>
    <w:multiLevelType w:val="hybridMultilevel"/>
    <w:tmpl w:val="9F16C1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8C214E"/>
    <w:multiLevelType w:val="hybridMultilevel"/>
    <w:tmpl w:val="CA5CDAE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0AB12E5"/>
    <w:multiLevelType w:val="hybridMultilevel"/>
    <w:tmpl w:val="D91223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FDC"/>
    <w:rsid w:val="000002C3"/>
    <w:rsid w:val="00000C02"/>
    <w:rsid w:val="00000EB3"/>
    <w:rsid w:val="000013C8"/>
    <w:rsid w:val="00001599"/>
    <w:rsid w:val="00001CD1"/>
    <w:rsid w:val="00001E7E"/>
    <w:rsid w:val="000024EB"/>
    <w:rsid w:val="0000262C"/>
    <w:rsid w:val="00002B03"/>
    <w:rsid w:val="00002E17"/>
    <w:rsid w:val="00002FC2"/>
    <w:rsid w:val="0000341D"/>
    <w:rsid w:val="0000498F"/>
    <w:rsid w:val="00004CCC"/>
    <w:rsid w:val="00004D14"/>
    <w:rsid w:val="00004D36"/>
    <w:rsid w:val="00004D48"/>
    <w:rsid w:val="00005091"/>
    <w:rsid w:val="000054B8"/>
    <w:rsid w:val="00005835"/>
    <w:rsid w:val="00005997"/>
    <w:rsid w:val="00005B39"/>
    <w:rsid w:val="0000612D"/>
    <w:rsid w:val="00007129"/>
    <w:rsid w:val="000072D5"/>
    <w:rsid w:val="00007360"/>
    <w:rsid w:val="0000741A"/>
    <w:rsid w:val="000076BF"/>
    <w:rsid w:val="0000782A"/>
    <w:rsid w:val="00007A32"/>
    <w:rsid w:val="00007A78"/>
    <w:rsid w:val="00007C60"/>
    <w:rsid w:val="00010119"/>
    <w:rsid w:val="00010351"/>
    <w:rsid w:val="0001074F"/>
    <w:rsid w:val="00010A88"/>
    <w:rsid w:val="00010AD3"/>
    <w:rsid w:val="00010B47"/>
    <w:rsid w:val="00011301"/>
    <w:rsid w:val="0001362C"/>
    <w:rsid w:val="00013DEA"/>
    <w:rsid w:val="0001415B"/>
    <w:rsid w:val="0001472B"/>
    <w:rsid w:val="00014DAA"/>
    <w:rsid w:val="00015269"/>
    <w:rsid w:val="000153E6"/>
    <w:rsid w:val="00015F5B"/>
    <w:rsid w:val="000163BD"/>
    <w:rsid w:val="000166DE"/>
    <w:rsid w:val="00016830"/>
    <w:rsid w:val="00016996"/>
    <w:rsid w:val="00016E3F"/>
    <w:rsid w:val="00017024"/>
    <w:rsid w:val="0001729F"/>
    <w:rsid w:val="000172D2"/>
    <w:rsid w:val="00017A2F"/>
    <w:rsid w:val="00017D96"/>
    <w:rsid w:val="00017F9C"/>
    <w:rsid w:val="000202A8"/>
    <w:rsid w:val="00020667"/>
    <w:rsid w:val="00020742"/>
    <w:rsid w:val="00020B22"/>
    <w:rsid w:val="00020D3B"/>
    <w:rsid w:val="0002105F"/>
    <w:rsid w:val="000214EA"/>
    <w:rsid w:val="000216AF"/>
    <w:rsid w:val="000216E6"/>
    <w:rsid w:val="0002172C"/>
    <w:rsid w:val="00021B18"/>
    <w:rsid w:val="00022099"/>
    <w:rsid w:val="0002248F"/>
    <w:rsid w:val="000224FB"/>
    <w:rsid w:val="00022507"/>
    <w:rsid w:val="000227D1"/>
    <w:rsid w:val="00022DC5"/>
    <w:rsid w:val="0002302B"/>
    <w:rsid w:val="00023B2A"/>
    <w:rsid w:val="00023DF6"/>
    <w:rsid w:val="0002419E"/>
    <w:rsid w:val="00024CC3"/>
    <w:rsid w:val="00024DBA"/>
    <w:rsid w:val="00025063"/>
    <w:rsid w:val="000251B9"/>
    <w:rsid w:val="000251BA"/>
    <w:rsid w:val="00025486"/>
    <w:rsid w:val="00025543"/>
    <w:rsid w:val="00025CCC"/>
    <w:rsid w:val="00025E55"/>
    <w:rsid w:val="00025FD0"/>
    <w:rsid w:val="0002607C"/>
    <w:rsid w:val="0002617B"/>
    <w:rsid w:val="00026226"/>
    <w:rsid w:val="00026788"/>
    <w:rsid w:val="000268B2"/>
    <w:rsid w:val="00026B51"/>
    <w:rsid w:val="00026BDD"/>
    <w:rsid w:val="00026C39"/>
    <w:rsid w:val="00027297"/>
    <w:rsid w:val="000274A5"/>
    <w:rsid w:val="000275B4"/>
    <w:rsid w:val="00027A8E"/>
    <w:rsid w:val="00027CC8"/>
    <w:rsid w:val="00030A22"/>
    <w:rsid w:val="00031305"/>
    <w:rsid w:val="000318FD"/>
    <w:rsid w:val="00031BBA"/>
    <w:rsid w:val="00031CBD"/>
    <w:rsid w:val="0003237D"/>
    <w:rsid w:val="00032404"/>
    <w:rsid w:val="000325AD"/>
    <w:rsid w:val="00032772"/>
    <w:rsid w:val="00032A35"/>
    <w:rsid w:val="00032CED"/>
    <w:rsid w:val="00032E46"/>
    <w:rsid w:val="00033047"/>
    <w:rsid w:val="00033461"/>
    <w:rsid w:val="00033483"/>
    <w:rsid w:val="00033C36"/>
    <w:rsid w:val="00034071"/>
    <w:rsid w:val="00034816"/>
    <w:rsid w:val="00035EDA"/>
    <w:rsid w:val="00036874"/>
    <w:rsid w:val="00036A17"/>
    <w:rsid w:val="00036F31"/>
    <w:rsid w:val="000376CE"/>
    <w:rsid w:val="00037C76"/>
    <w:rsid w:val="00037F7A"/>
    <w:rsid w:val="00040740"/>
    <w:rsid w:val="000409C0"/>
    <w:rsid w:val="00041555"/>
    <w:rsid w:val="00041738"/>
    <w:rsid w:val="00041991"/>
    <w:rsid w:val="000420CA"/>
    <w:rsid w:val="00042382"/>
    <w:rsid w:val="00042594"/>
    <w:rsid w:val="00042826"/>
    <w:rsid w:val="000428F5"/>
    <w:rsid w:val="00042EF6"/>
    <w:rsid w:val="00043086"/>
    <w:rsid w:val="00043587"/>
    <w:rsid w:val="00043889"/>
    <w:rsid w:val="00043A7B"/>
    <w:rsid w:val="00043CF3"/>
    <w:rsid w:val="00043F53"/>
    <w:rsid w:val="00044202"/>
    <w:rsid w:val="00044314"/>
    <w:rsid w:val="0004443C"/>
    <w:rsid w:val="000446DC"/>
    <w:rsid w:val="00044757"/>
    <w:rsid w:val="00044CC6"/>
    <w:rsid w:val="00044D6D"/>
    <w:rsid w:val="0004538C"/>
    <w:rsid w:val="00045403"/>
    <w:rsid w:val="00045417"/>
    <w:rsid w:val="000459BB"/>
    <w:rsid w:val="00046316"/>
    <w:rsid w:val="00046A30"/>
    <w:rsid w:val="00047016"/>
    <w:rsid w:val="0004721E"/>
    <w:rsid w:val="0004791F"/>
    <w:rsid w:val="00050254"/>
    <w:rsid w:val="0005052E"/>
    <w:rsid w:val="000508D7"/>
    <w:rsid w:val="00051146"/>
    <w:rsid w:val="00051C79"/>
    <w:rsid w:val="00051ED3"/>
    <w:rsid w:val="00051F16"/>
    <w:rsid w:val="000527F8"/>
    <w:rsid w:val="00052813"/>
    <w:rsid w:val="00052B31"/>
    <w:rsid w:val="00053A5E"/>
    <w:rsid w:val="00053F06"/>
    <w:rsid w:val="00053F70"/>
    <w:rsid w:val="000541F2"/>
    <w:rsid w:val="000546F1"/>
    <w:rsid w:val="000549FE"/>
    <w:rsid w:val="00054AB0"/>
    <w:rsid w:val="00055016"/>
    <w:rsid w:val="0005505D"/>
    <w:rsid w:val="0005536A"/>
    <w:rsid w:val="000554D1"/>
    <w:rsid w:val="00055536"/>
    <w:rsid w:val="00055834"/>
    <w:rsid w:val="000559E4"/>
    <w:rsid w:val="00055C8B"/>
    <w:rsid w:val="00055C9B"/>
    <w:rsid w:val="000563E4"/>
    <w:rsid w:val="00056691"/>
    <w:rsid w:val="0005676F"/>
    <w:rsid w:val="0005718B"/>
    <w:rsid w:val="00057217"/>
    <w:rsid w:val="000579AB"/>
    <w:rsid w:val="00057D9E"/>
    <w:rsid w:val="000601A7"/>
    <w:rsid w:val="000602CA"/>
    <w:rsid w:val="00060312"/>
    <w:rsid w:val="00060315"/>
    <w:rsid w:val="00060AD3"/>
    <w:rsid w:val="0006139B"/>
    <w:rsid w:val="00061D1A"/>
    <w:rsid w:val="00061E10"/>
    <w:rsid w:val="0006281E"/>
    <w:rsid w:val="00062860"/>
    <w:rsid w:val="00062BAD"/>
    <w:rsid w:val="00062BEA"/>
    <w:rsid w:val="00062D32"/>
    <w:rsid w:val="00063043"/>
    <w:rsid w:val="0006313F"/>
    <w:rsid w:val="00063291"/>
    <w:rsid w:val="0006338F"/>
    <w:rsid w:val="00063729"/>
    <w:rsid w:val="00063D25"/>
    <w:rsid w:val="00063F8A"/>
    <w:rsid w:val="00064581"/>
    <w:rsid w:val="000655AA"/>
    <w:rsid w:val="0006582A"/>
    <w:rsid w:val="00065B86"/>
    <w:rsid w:val="00066102"/>
    <w:rsid w:val="000671A2"/>
    <w:rsid w:val="000674E6"/>
    <w:rsid w:val="000678A6"/>
    <w:rsid w:val="00067A57"/>
    <w:rsid w:val="00067DCF"/>
    <w:rsid w:val="00067DDB"/>
    <w:rsid w:val="00067DDE"/>
    <w:rsid w:val="000700FC"/>
    <w:rsid w:val="0007015C"/>
    <w:rsid w:val="0007017C"/>
    <w:rsid w:val="00070E8B"/>
    <w:rsid w:val="0007116C"/>
    <w:rsid w:val="00071828"/>
    <w:rsid w:val="00071CB6"/>
    <w:rsid w:val="0007234C"/>
    <w:rsid w:val="00072747"/>
    <w:rsid w:val="00073972"/>
    <w:rsid w:val="00073CF3"/>
    <w:rsid w:val="00073FF3"/>
    <w:rsid w:val="00074271"/>
    <w:rsid w:val="000742A8"/>
    <w:rsid w:val="000742CB"/>
    <w:rsid w:val="00074AAE"/>
    <w:rsid w:val="00074B0F"/>
    <w:rsid w:val="00074D75"/>
    <w:rsid w:val="00074F41"/>
    <w:rsid w:val="0007526A"/>
    <w:rsid w:val="00075F73"/>
    <w:rsid w:val="00075FB0"/>
    <w:rsid w:val="00076654"/>
    <w:rsid w:val="000768DF"/>
    <w:rsid w:val="000769B3"/>
    <w:rsid w:val="00077415"/>
    <w:rsid w:val="00077739"/>
    <w:rsid w:val="00077BAB"/>
    <w:rsid w:val="00077C6D"/>
    <w:rsid w:val="00077D67"/>
    <w:rsid w:val="00077FDB"/>
    <w:rsid w:val="00080362"/>
    <w:rsid w:val="000809CB"/>
    <w:rsid w:val="00080D0E"/>
    <w:rsid w:val="00081566"/>
    <w:rsid w:val="000817EC"/>
    <w:rsid w:val="00081C75"/>
    <w:rsid w:val="00081D2D"/>
    <w:rsid w:val="00081F5F"/>
    <w:rsid w:val="0008212B"/>
    <w:rsid w:val="00082B79"/>
    <w:rsid w:val="00083209"/>
    <w:rsid w:val="000837A5"/>
    <w:rsid w:val="0008383B"/>
    <w:rsid w:val="00083FF6"/>
    <w:rsid w:val="000845F7"/>
    <w:rsid w:val="00084923"/>
    <w:rsid w:val="00084B22"/>
    <w:rsid w:val="00084B30"/>
    <w:rsid w:val="00084B40"/>
    <w:rsid w:val="00084D58"/>
    <w:rsid w:val="00084FB5"/>
    <w:rsid w:val="000859F0"/>
    <w:rsid w:val="00085B44"/>
    <w:rsid w:val="00085CA6"/>
    <w:rsid w:val="000865B8"/>
    <w:rsid w:val="0008687D"/>
    <w:rsid w:val="00086C00"/>
    <w:rsid w:val="00086DF7"/>
    <w:rsid w:val="00087512"/>
    <w:rsid w:val="000877F8"/>
    <w:rsid w:val="00087C71"/>
    <w:rsid w:val="0009024C"/>
    <w:rsid w:val="0009062B"/>
    <w:rsid w:val="00090DDE"/>
    <w:rsid w:val="000911E1"/>
    <w:rsid w:val="0009142B"/>
    <w:rsid w:val="0009178E"/>
    <w:rsid w:val="00091A66"/>
    <w:rsid w:val="00091B22"/>
    <w:rsid w:val="00092549"/>
    <w:rsid w:val="000925A2"/>
    <w:rsid w:val="0009296A"/>
    <w:rsid w:val="000930C8"/>
    <w:rsid w:val="000935CB"/>
    <w:rsid w:val="00093B9C"/>
    <w:rsid w:val="00093BD2"/>
    <w:rsid w:val="00093CCD"/>
    <w:rsid w:val="00093D49"/>
    <w:rsid w:val="00094239"/>
    <w:rsid w:val="000943B7"/>
    <w:rsid w:val="00094C23"/>
    <w:rsid w:val="00094D27"/>
    <w:rsid w:val="00095605"/>
    <w:rsid w:val="00095F74"/>
    <w:rsid w:val="000964E5"/>
    <w:rsid w:val="0009656B"/>
    <w:rsid w:val="00096ACA"/>
    <w:rsid w:val="00096C9A"/>
    <w:rsid w:val="0009712B"/>
    <w:rsid w:val="000971AD"/>
    <w:rsid w:val="00097248"/>
    <w:rsid w:val="0009736B"/>
    <w:rsid w:val="000975C9"/>
    <w:rsid w:val="00097D76"/>
    <w:rsid w:val="000A0237"/>
    <w:rsid w:val="000A0388"/>
    <w:rsid w:val="000A0767"/>
    <w:rsid w:val="000A093B"/>
    <w:rsid w:val="000A0EAB"/>
    <w:rsid w:val="000A11D7"/>
    <w:rsid w:val="000A127D"/>
    <w:rsid w:val="000A1594"/>
    <w:rsid w:val="000A15B5"/>
    <w:rsid w:val="000A1BE1"/>
    <w:rsid w:val="000A1D93"/>
    <w:rsid w:val="000A1DBF"/>
    <w:rsid w:val="000A2947"/>
    <w:rsid w:val="000A2980"/>
    <w:rsid w:val="000A2BD5"/>
    <w:rsid w:val="000A3195"/>
    <w:rsid w:val="000A31F4"/>
    <w:rsid w:val="000A3881"/>
    <w:rsid w:val="000A3E8C"/>
    <w:rsid w:val="000A3F7F"/>
    <w:rsid w:val="000A4318"/>
    <w:rsid w:val="000A43E4"/>
    <w:rsid w:val="000A45C7"/>
    <w:rsid w:val="000A49C2"/>
    <w:rsid w:val="000A4D6D"/>
    <w:rsid w:val="000A522E"/>
    <w:rsid w:val="000A590A"/>
    <w:rsid w:val="000A5C94"/>
    <w:rsid w:val="000A5ED1"/>
    <w:rsid w:val="000A5FC2"/>
    <w:rsid w:val="000A6203"/>
    <w:rsid w:val="000A66F1"/>
    <w:rsid w:val="000A6722"/>
    <w:rsid w:val="000A6921"/>
    <w:rsid w:val="000A6E7B"/>
    <w:rsid w:val="000A6F7D"/>
    <w:rsid w:val="000A708C"/>
    <w:rsid w:val="000A752D"/>
    <w:rsid w:val="000A78EE"/>
    <w:rsid w:val="000A79D8"/>
    <w:rsid w:val="000A7A36"/>
    <w:rsid w:val="000B0127"/>
    <w:rsid w:val="000B07F2"/>
    <w:rsid w:val="000B0DE3"/>
    <w:rsid w:val="000B1721"/>
    <w:rsid w:val="000B197A"/>
    <w:rsid w:val="000B1DE1"/>
    <w:rsid w:val="000B202B"/>
    <w:rsid w:val="000B2260"/>
    <w:rsid w:val="000B2959"/>
    <w:rsid w:val="000B29AC"/>
    <w:rsid w:val="000B314D"/>
    <w:rsid w:val="000B3E68"/>
    <w:rsid w:val="000B4021"/>
    <w:rsid w:val="000B42DA"/>
    <w:rsid w:val="000B4DF0"/>
    <w:rsid w:val="000B5271"/>
    <w:rsid w:val="000B52DB"/>
    <w:rsid w:val="000B566D"/>
    <w:rsid w:val="000B5B97"/>
    <w:rsid w:val="000B5BDB"/>
    <w:rsid w:val="000B5C2A"/>
    <w:rsid w:val="000B6264"/>
    <w:rsid w:val="000B6BA5"/>
    <w:rsid w:val="000B6CC0"/>
    <w:rsid w:val="000B7B9C"/>
    <w:rsid w:val="000B7E93"/>
    <w:rsid w:val="000B7EF6"/>
    <w:rsid w:val="000C06FF"/>
    <w:rsid w:val="000C079D"/>
    <w:rsid w:val="000C0A3B"/>
    <w:rsid w:val="000C0D7C"/>
    <w:rsid w:val="000C1051"/>
    <w:rsid w:val="000C129D"/>
    <w:rsid w:val="000C12BF"/>
    <w:rsid w:val="000C12DF"/>
    <w:rsid w:val="000C16EE"/>
    <w:rsid w:val="000C2862"/>
    <w:rsid w:val="000C29C8"/>
    <w:rsid w:val="000C2BAA"/>
    <w:rsid w:val="000C2BF8"/>
    <w:rsid w:val="000C2C51"/>
    <w:rsid w:val="000C2E5D"/>
    <w:rsid w:val="000C3494"/>
    <w:rsid w:val="000C36B1"/>
    <w:rsid w:val="000C3944"/>
    <w:rsid w:val="000C3FBD"/>
    <w:rsid w:val="000C43FB"/>
    <w:rsid w:val="000C4647"/>
    <w:rsid w:val="000C4991"/>
    <w:rsid w:val="000C4B82"/>
    <w:rsid w:val="000C4E6D"/>
    <w:rsid w:val="000C4F0E"/>
    <w:rsid w:val="000C5049"/>
    <w:rsid w:val="000C50D0"/>
    <w:rsid w:val="000C60D0"/>
    <w:rsid w:val="000C62B0"/>
    <w:rsid w:val="000C6729"/>
    <w:rsid w:val="000C695A"/>
    <w:rsid w:val="000C6CE0"/>
    <w:rsid w:val="000C7311"/>
    <w:rsid w:val="000C7B4F"/>
    <w:rsid w:val="000C7E6D"/>
    <w:rsid w:val="000D0236"/>
    <w:rsid w:val="000D0776"/>
    <w:rsid w:val="000D0B44"/>
    <w:rsid w:val="000D0DE1"/>
    <w:rsid w:val="000D0FA6"/>
    <w:rsid w:val="000D1577"/>
    <w:rsid w:val="000D15EF"/>
    <w:rsid w:val="000D1DFF"/>
    <w:rsid w:val="000D1F7D"/>
    <w:rsid w:val="000D2438"/>
    <w:rsid w:val="000D273E"/>
    <w:rsid w:val="000D284C"/>
    <w:rsid w:val="000D2974"/>
    <w:rsid w:val="000D29E8"/>
    <w:rsid w:val="000D2D6B"/>
    <w:rsid w:val="000D3F9A"/>
    <w:rsid w:val="000D4439"/>
    <w:rsid w:val="000D4896"/>
    <w:rsid w:val="000D499F"/>
    <w:rsid w:val="000D4C8B"/>
    <w:rsid w:val="000D4F37"/>
    <w:rsid w:val="000D5360"/>
    <w:rsid w:val="000D610F"/>
    <w:rsid w:val="000D624F"/>
    <w:rsid w:val="000D67A0"/>
    <w:rsid w:val="000D69EC"/>
    <w:rsid w:val="000D6B67"/>
    <w:rsid w:val="000D6F49"/>
    <w:rsid w:val="000D6FCD"/>
    <w:rsid w:val="000D700B"/>
    <w:rsid w:val="000D79FD"/>
    <w:rsid w:val="000E01C6"/>
    <w:rsid w:val="000E0BAE"/>
    <w:rsid w:val="000E0C32"/>
    <w:rsid w:val="000E0CEF"/>
    <w:rsid w:val="000E0FBB"/>
    <w:rsid w:val="000E13AB"/>
    <w:rsid w:val="000E15D4"/>
    <w:rsid w:val="000E1700"/>
    <w:rsid w:val="000E190C"/>
    <w:rsid w:val="000E1AB1"/>
    <w:rsid w:val="000E26A5"/>
    <w:rsid w:val="000E2FE4"/>
    <w:rsid w:val="000E321A"/>
    <w:rsid w:val="000E3310"/>
    <w:rsid w:val="000E339F"/>
    <w:rsid w:val="000E3ACA"/>
    <w:rsid w:val="000E3B45"/>
    <w:rsid w:val="000E3C93"/>
    <w:rsid w:val="000E3CB1"/>
    <w:rsid w:val="000E3DFF"/>
    <w:rsid w:val="000E41D4"/>
    <w:rsid w:val="000E4DC2"/>
    <w:rsid w:val="000E4F52"/>
    <w:rsid w:val="000E4FE9"/>
    <w:rsid w:val="000E5599"/>
    <w:rsid w:val="000E570E"/>
    <w:rsid w:val="000E584C"/>
    <w:rsid w:val="000E58A8"/>
    <w:rsid w:val="000E606C"/>
    <w:rsid w:val="000E6801"/>
    <w:rsid w:val="000E6967"/>
    <w:rsid w:val="000E7CD4"/>
    <w:rsid w:val="000E7F4E"/>
    <w:rsid w:val="000F009B"/>
    <w:rsid w:val="000F03F6"/>
    <w:rsid w:val="000F06A2"/>
    <w:rsid w:val="000F07B2"/>
    <w:rsid w:val="000F0F74"/>
    <w:rsid w:val="000F104B"/>
    <w:rsid w:val="000F10AC"/>
    <w:rsid w:val="000F11A7"/>
    <w:rsid w:val="000F13D7"/>
    <w:rsid w:val="000F14BB"/>
    <w:rsid w:val="000F15C2"/>
    <w:rsid w:val="000F18B8"/>
    <w:rsid w:val="000F1DAC"/>
    <w:rsid w:val="000F214C"/>
    <w:rsid w:val="000F34E9"/>
    <w:rsid w:val="000F3CA1"/>
    <w:rsid w:val="000F4179"/>
    <w:rsid w:val="000F4CD9"/>
    <w:rsid w:val="000F5850"/>
    <w:rsid w:val="000F58FC"/>
    <w:rsid w:val="000F5B7E"/>
    <w:rsid w:val="000F5D73"/>
    <w:rsid w:val="000F5F00"/>
    <w:rsid w:val="000F602D"/>
    <w:rsid w:val="000F6068"/>
    <w:rsid w:val="000F6136"/>
    <w:rsid w:val="000F6470"/>
    <w:rsid w:val="000F69CC"/>
    <w:rsid w:val="000F6B1D"/>
    <w:rsid w:val="000F6B4F"/>
    <w:rsid w:val="000F6E90"/>
    <w:rsid w:val="000F707E"/>
    <w:rsid w:val="000F72D5"/>
    <w:rsid w:val="000F7345"/>
    <w:rsid w:val="000F74FC"/>
    <w:rsid w:val="000F7510"/>
    <w:rsid w:val="000F77AB"/>
    <w:rsid w:val="000F78A8"/>
    <w:rsid w:val="00100208"/>
    <w:rsid w:val="00100608"/>
    <w:rsid w:val="001006B9"/>
    <w:rsid w:val="00100A70"/>
    <w:rsid w:val="00100A99"/>
    <w:rsid w:val="00100BF0"/>
    <w:rsid w:val="00100DFA"/>
    <w:rsid w:val="00101184"/>
    <w:rsid w:val="00101567"/>
    <w:rsid w:val="00101917"/>
    <w:rsid w:val="001019A7"/>
    <w:rsid w:val="00101B12"/>
    <w:rsid w:val="00101E65"/>
    <w:rsid w:val="00102513"/>
    <w:rsid w:val="00102681"/>
    <w:rsid w:val="001026CC"/>
    <w:rsid w:val="00102E17"/>
    <w:rsid w:val="00102E88"/>
    <w:rsid w:val="00102EAA"/>
    <w:rsid w:val="001031BA"/>
    <w:rsid w:val="00103297"/>
    <w:rsid w:val="00103324"/>
    <w:rsid w:val="00103576"/>
    <w:rsid w:val="0010375C"/>
    <w:rsid w:val="001039AD"/>
    <w:rsid w:val="00103EA5"/>
    <w:rsid w:val="00103FF9"/>
    <w:rsid w:val="001041B1"/>
    <w:rsid w:val="001042ED"/>
    <w:rsid w:val="001043CE"/>
    <w:rsid w:val="001047B4"/>
    <w:rsid w:val="00104A09"/>
    <w:rsid w:val="00105712"/>
    <w:rsid w:val="00105939"/>
    <w:rsid w:val="00105A40"/>
    <w:rsid w:val="00106A12"/>
    <w:rsid w:val="00106AE0"/>
    <w:rsid w:val="0010736E"/>
    <w:rsid w:val="00107462"/>
    <w:rsid w:val="00107D67"/>
    <w:rsid w:val="00110376"/>
    <w:rsid w:val="00110B4D"/>
    <w:rsid w:val="00111375"/>
    <w:rsid w:val="001114A9"/>
    <w:rsid w:val="001119C6"/>
    <w:rsid w:val="00112035"/>
    <w:rsid w:val="001123A1"/>
    <w:rsid w:val="001123DD"/>
    <w:rsid w:val="00112AB2"/>
    <w:rsid w:val="00112C60"/>
    <w:rsid w:val="001130A9"/>
    <w:rsid w:val="0011312E"/>
    <w:rsid w:val="00113494"/>
    <w:rsid w:val="001137DA"/>
    <w:rsid w:val="0011399F"/>
    <w:rsid w:val="0011403A"/>
    <w:rsid w:val="001140FC"/>
    <w:rsid w:val="001141F7"/>
    <w:rsid w:val="0011426D"/>
    <w:rsid w:val="0011476E"/>
    <w:rsid w:val="00114894"/>
    <w:rsid w:val="00114962"/>
    <w:rsid w:val="00114CBC"/>
    <w:rsid w:val="00114CCF"/>
    <w:rsid w:val="001158CA"/>
    <w:rsid w:val="00115A44"/>
    <w:rsid w:val="00115AF2"/>
    <w:rsid w:val="00115DB8"/>
    <w:rsid w:val="00115DE7"/>
    <w:rsid w:val="00115F1E"/>
    <w:rsid w:val="00116579"/>
    <w:rsid w:val="001166DB"/>
    <w:rsid w:val="00116E04"/>
    <w:rsid w:val="001170C7"/>
    <w:rsid w:val="001173E2"/>
    <w:rsid w:val="00117D02"/>
    <w:rsid w:val="00117D26"/>
    <w:rsid w:val="00117D43"/>
    <w:rsid w:val="00117D7A"/>
    <w:rsid w:val="00120C22"/>
    <w:rsid w:val="00120FD4"/>
    <w:rsid w:val="00121038"/>
    <w:rsid w:val="00121289"/>
    <w:rsid w:val="001215A5"/>
    <w:rsid w:val="00121786"/>
    <w:rsid w:val="001218F2"/>
    <w:rsid w:val="00121906"/>
    <w:rsid w:val="00121DA3"/>
    <w:rsid w:val="0012204F"/>
    <w:rsid w:val="0012222E"/>
    <w:rsid w:val="00122320"/>
    <w:rsid w:val="00122684"/>
    <w:rsid w:val="00122AB0"/>
    <w:rsid w:val="0012302D"/>
    <w:rsid w:val="001232F8"/>
    <w:rsid w:val="0012421D"/>
    <w:rsid w:val="00124577"/>
    <w:rsid w:val="00124D7C"/>
    <w:rsid w:val="00124FA6"/>
    <w:rsid w:val="00125F15"/>
    <w:rsid w:val="001277BD"/>
    <w:rsid w:val="00127980"/>
    <w:rsid w:val="00127BFB"/>
    <w:rsid w:val="001300A8"/>
    <w:rsid w:val="0013035A"/>
    <w:rsid w:val="00130599"/>
    <w:rsid w:val="001305C9"/>
    <w:rsid w:val="001309C9"/>
    <w:rsid w:val="00130BD6"/>
    <w:rsid w:val="00130C75"/>
    <w:rsid w:val="00131B78"/>
    <w:rsid w:val="00132254"/>
    <w:rsid w:val="00132277"/>
    <w:rsid w:val="001322C2"/>
    <w:rsid w:val="0013249D"/>
    <w:rsid w:val="0013272A"/>
    <w:rsid w:val="001329DD"/>
    <w:rsid w:val="00132C6A"/>
    <w:rsid w:val="00133535"/>
    <w:rsid w:val="00133570"/>
    <w:rsid w:val="00133712"/>
    <w:rsid w:val="0013394F"/>
    <w:rsid w:val="00133A79"/>
    <w:rsid w:val="00133B37"/>
    <w:rsid w:val="00133C9B"/>
    <w:rsid w:val="00134190"/>
    <w:rsid w:val="0013445A"/>
    <w:rsid w:val="0013448D"/>
    <w:rsid w:val="001348E9"/>
    <w:rsid w:val="00135A40"/>
    <w:rsid w:val="00135C76"/>
    <w:rsid w:val="00135EEC"/>
    <w:rsid w:val="001361D3"/>
    <w:rsid w:val="001362AA"/>
    <w:rsid w:val="001362C4"/>
    <w:rsid w:val="00136C5D"/>
    <w:rsid w:val="00137054"/>
    <w:rsid w:val="00137486"/>
    <w:rsid w:val="001375F3"/>
    <w:rsid w:val="0013799C"/>
    <w:rsid w:val="00137B49"/>
    <w:rsid w:val="00137CD6"/>
    <w:rsid w:val="00137DBE"/>
    <w:rsid w:val="00137DD0"/>
    <w:rsid w:val="001401B8"/>
    <w:rsid w:val="001408C1"/>
    <w:rsid w:val="00140997"/>
    <w:rsid w:val="00140A0B"/>
    <w:rsid w:val="00140A2D"/>
    <w:rsid w:val="00140AC2"/>
    <w:rsid w:val="00140C2D"/>
    <w:rsid w:val="0014175E"/>
    <w:rsid w:val="001419B7"/>
    <w:rsid w:val="001426D5"/>
    <w:rsid w:val="00142A75"/>
    <w:rsid w:val="00142D19"/>
    <w:rsid w:val="00142F60"/>
    <w:rsid w:val="001431F4"/>
    <w:rsid w:val="0014327C"/>
    <w:rsid w:val="0014353D"/>
    <w:rsid w:val="00143655"/>
    <w:rsid w:val="00143CEF"/>
    <w:rsid w:val="00143F92"/>
    <w:rsid w:val="00143FFE"/>
    <w:rsid w:val="001442B9"/>
    <w:rsid w:val="001445AD"/>
    <w:rsid w:val="00144755"/>
    <w:rsid w:val="00144EF8"/>
    <w:rsid w:val="00144F1D"/>
    <w:rsid w:val="00145384"/>
    <w:rsid w:val="00145A8D"/>
    <w:rsid w:val="00145D89"/>
    <w:rsid w:val="0014622D"/>
    <w:rsid w:val="001468E4"/>
    <w:rsid w:val="0014701D"/>
    <w:rsid w:val="001474AA"/>
    <w:rsid w:val="001477F8"/>
    <w:rsid w:val="001479B9"/>
    <w:rsid w:val="00150019"/>
    <w:rsid w:val="00150222"/>
    <w:rsid w:val="001504D5"/>
    <w:rsid w:val="001509AB"/>
    <w:rsid w:val="001511BD"/>
    <w:rsid w:val="001512EF"/>
    <w:rsid w:val="00151643"/>
    <w:rsid w:val="00151880"/>
    <w:rsid w:val="0015188D"/>
    <w:rsid w:val="0015190D"/>
    <w:rsid w:val="00151A85"/>
    <w:rsid w:val="00152137"/>
    <w:rsid w:val="00152216"/>
    <w:rsid w:val="00152513"/>
    <w:rsid w:val="00152B89"/>
    <w:rsid w:val="00152EED"/>
    <w:rsid w:val="00153F6F"/>
    <w:rsid w:val="001542F8"/>
    <w:rsid w:val="001546D3"/>
    <w:rsid w:val="00155536"/>
    <w:rsid w:val="0015592F"/>
    <w:rsid w:val="00155A09"/>
    <w:rsid w:val="00155C72"/>
    <w:rsid w:val="00155D8F"/>
    <w:rsid w:val="001560A4"/>
    <w:rsid w:val="00156563"/>
    <w:rsid w:val="00156809"/>
    <w:rsid w:val="001568A1"/>
    <w:rsid w:val="00156ED7"/>
    <w:rsid w:val="001570B4"/>
    <w:rsid w:val="0015796D"/>
    <w:rsid w:val="00157CF9"/>
    <w:rsid w:val="0016062D"/>
    <w:rsid w:val="00161731"/>
    <w:rsid w:val="00161EC5"/>
    <w:rsid w:val="0016277F"/>
    <w:rsid w:val="00162A2D"/>
    <w:rsid w:val="001632E1"/>
    <w:rsid w:val="00163615"/>
    <w:rsid w:val="00163B70"/>
    <w:rsid w:val="00163CCB"/>
    <w:rsid w:val="00163CEC"/>
    <w:rsid w:val="00163D75"/>
    <w:rsid w:val="00163DF3"/>
    <w:rsid w:val="00164516"/>
    <w:rsid w:val="001646D5"/>
    <w:rsid w:val="0016475D"/>
    <w:rsid w:val="00164B42"/>
    <w:rsid w:val="00165733"/>
    <w:rsid w:val="001658E0"/>
    <w:rsid w:val="00165CDF"/>
    <w:rsid w:val="00166177"/>
    <w:rsid w:val="001662A1"/>
    <w:rsid w:val="001666FB"/>
    <w:rsid w:val="00166EF8"/>
    <w:rsid w:val="00166F7F"/>
    <w:rsid w:val="00166FFF"/>
    <w:rsid w:val="001679D4"/>
    <w:rsid w:val="00167CDC"/>
    <w:rsid w:val="001701AA"/>
    <w:rsid w:val="00170459"/>
    <w:rsid w:val="0017054A"/>
    <w:rsid w:val="001708F8"/>
    <w:rsid w:val="00170BC0"/>
    <w:rsid w:val="00170FD8"/>
    <w:rsid w:val="001717AB"/>
    <w:rsid w:val="00171897"/>
    <w:rsid w:val="00171B8F"/>
    <w:rsid w:val="0017345C"/>
    <w:rsid w:val="00173941"/>
    <w:rsid w:val="00173D3C"/>
    <w:rsid w:val="00174197"/>
    <w:rsid w:val="0017420F"/>
    <w:rsid w:val="001749BC"/>
    <w:rsid w:val="00174B1B"/>
    <w:rsid w:val="00175233"/>
    <w:rsid w:val="00175371"/>
    <w:rsid w:val="00175A80"/>
    <w:rsid w:val="00175B81"/>
    <w:rsid w:val="00175EB7"/>
    <w:rsid w:val="00176208"/>
    <w:rsid w:val="00176E35"/>
    <w:rsid w:val="00176E61"/>
    <w:rsid w:val="00176F51"/>
    <w:rsid w:val="0017723F"/>
    <w:rsid w:val="001772B9"/>
    <w:rsid w:val="001776F9"/>
    <w:rsid w:val="001778F3"/>
    <w:rsid w:val="00177928"/>
    <w:rsid w:val="00177A3A"/>
    <w:rsid w:val="00177D64"/>
    <w:rsid w:val="00177F56"/>
    <w:rsid w:val="00177FD7"/>
    <w:rsid w:val="001800E0"/>
    <w:rsid w:val="00180493"/>
    <w:rsid w:val="00180505"/>
    <w:rsid w:val="00180758"/>
    <w:rsid w:val="00180BA0"/>
    <w:rsid w:val="00181046"/>
    <w:rsid w:val="00181231"/>
    <w:rsid w:val="001814AD"/>
    <w:rsid w:val="00181517"/>
    <w:rsid w:val="001815AD"/>
    <w:rsid w:val="00181755"/>
    <w:rsid w:val="0018187F"/>
    <w:rsid w:val="00181AE6"/>
    <w:rsid w:val="00181D9D"/>
    <w:rsid w:val="00181F26"/>
    <w:rsid w:val="00181FDD"/>
    <w:rsid w:val="0018219C"/>
    <w:rsid w:val="0018221C"/>
    <w:rsid w:val="00182236"/>
    <w:rsid w:val="00182365"/>
    <w:rsid w:val="00182366"/>
    <w:rsid w:val="00182436"/>
    <w:rsid w:val="001825DF"/>
    <w:rsid w:val="0018293D"/>
    <w:rsid w:val="00182FDC"/>
    <w:rsid w:val="001830D5"/>
    <w:rsid w:val="0018347E"/>
    <w:rsid w:val="00183993"/>
    <w:rsid w:val="00183A1D"/>
    <w:rsid w:val="00183C00"/>
    <w:rsid w:val="00183C04"/>
    <w:rsid w:val="00183C21"/>
    <w:rsid w:val="00184054"/>
    <w:rsid w:val="001841CD"/>
    <w:rsid w:val="0018447C"/>
    <w:rsid w:val="001846D4"/>
    <w:rsid w:val="001849F7"/>
    <w:rsid w:val="00184EDE"/>
    <w:rsid w:val="0018506F"/>
    <w:rsid w:val="001852B7"/>
    <w:rsid w:val="00185B02"/>
    <w:rsid w:val="0018635B"/>
    <w:rsid w:val="001866DA"/>
    <w:rsid w:val="00186757"/>
    <w:rsid w:val="00186A95"/>
    <w:rsid w:val="00186DE2"/>
    <w:rsid w:val="001872A9"/>
    <w:rsid w:val="0018775F"/>
    <w:rsid w:val="00187917"/>
    <w:rsid w:val="00187CB7"/>
    <w:rsid w:val="00187CF5"/>
    <w:rsid w:val="001900EA"/>
    <w:rsid w:val="00190E1B"/>
    <w:rsid w:val="00190EE5"/>
    <w:rsid w:val="00191275"/>
    <w:rsid w:val="00191B1A"/>
    <w:rsid w:val="00191C5E"/>
    <w:rsid w:val="00191FAA"/>
    <w:rsid w:val="00192311"/>
    <w:rsid w:val="00192366"/>
    <w:rsid w:val="00192498"/>
    <w:rsid w:val="00192583"/>
    <w:rsid w:val="00192A18"/>
    <w:rsid w:val="00192B8B"/>
    <w:rsid w:val="001930B8"/>
    <w:rsid w:val="0019316D"/>
    <w:rsid w:val="001931B6"/>
    <w:rsid w:val="0019352C"/>
    <w:rsid w:val="001936A2"/>
    <w:rsid w:val="00193793"/>
    <w:rsid w:val="001938E4"/>
    <w:rsid w:val="00193C69"/>
    <w:rsid w:val="00193C70"/>
    <w:rsid w:val="00193D5B"/>
    <w:rsid w:val="00193DE6"/>
    <w:rsid w:val="00193E00"/>
    <w:rsid w:val="0019523B"/>
    <w:rsid w:val="00195245"/>
    <w:rsid w:val="00195947"/>
    <w:rsid w:val="00195D68"/>
    <w:rsid w:val="00196232"/>
    <w:rsid w:val="00196559"/>
    <w:rsid w:val="00196980"/>
    <w:rsid w:val="00196AB4"/>
    <w:rsid w:val="00196D97"/>
    <w:rsid w:val="00197858"/>
    <w:rsid w:val="00197B7B"/>
    <w:rsid w:val="00197C19"/>
    <w:rsid w:val="00197F8F"/>
    <w:rsid w:val="001A0E7C"/>
    <w:rsid w:val="001A1270"/>
    <w:rsid w:val="001A16CD"/>
    <w:rsid w:val="001A19ED"/>
    <w:rsid w:val="001A1B3D"/>
    <w:rsid w:val="001A1D8A"/>
    <w:rsid w:val="001A20BF"/>
    <w:rsid w:val="001A2258"/>
    <w:rsid w:val="001A242E"/>
    <w:rsid w:val="001A299D"/>
    <w:rsid w:val="001A2A4A"/>
    <w:rsid w:val="001A2A64"/>
    <w:rsid w:val="001A2A6E"/>
    <w:rsid w:val="001A30AE"/>
    <w:rsid w:val="001A3151"/>
    <w:rsid w:val="001A31BA"/>
    <w:rsid w:val="001A3431"/>
    <w:rsid w:val="001A3707"/>
    <w:rsid w:val="001A3E1E"/>
    <w:rsid w:val="001A4402"/>
    <w:rsid w:val="001A457B"/>
    <w:rsid w:val="001A4D8C"/>
    <w:rsid w:val="001A4D91"/>
    <w:rsid w:val="001A514B"/>
    <w:rsid w:val="001A5D89"/>
    <w:rsid w:val="001A6402"/>
    <w:rsid w:val="001A685F"/>
    <w:rsid w:val="001A6EDA"/>
    <w:rsid w:val="001A6F5E"/>
    <w:rsid w:val="001A7A8A"/>
    <w:rsid w:val="001A7B35"/>
    <w:rsid w:val="001A7ED9"/>
    <w:rsid w:val="001B0232"/>
    <w:rsid w:val="001B02E9"/>
    <w:rsid w:val="001B06A6"/>
    <w:rsid w:val="001B091A"/>
    <w:rsid w:val="001B0F20"/>
    <w:rsid w:val="001B1098"/>
    <w:rsid w:val="001B1842"/>
    <w:rsid w:val="001B2027"/>
    <w:rsid w:val="001B23C4"/>
    <w:rsid w:val="001B2E67"/>
    <w:rsid w:val="001B30F9"/>
    <w:rsid w:val="001B3BB5"/>
    <w:rsid w:val="001B3BFE"/>
    <w:rsid w:val="001B3E9D"/>
    <w:rsid w:val="001B3F99"/>
    <w:rsid w:val="001B3FFE"/>
    <w:rsid w:val="001B4836"/>
    <w:rsid w:val="001B4B48"/>
    <w:rsid w:val="001B4F25"/>
    <w:rsid w:val="001B52AF"/>
    <w:rsid w:val="001B541E"/>
    <w:rsid w:val="001B59B3"/>
    <w:rsid w:val="001B5F6D"/>
    <w:rsid w:val="001B61EA"/>
    <w:rsid w:val="001B65C7"/>
    <w:rsid w:val="001B6800"/>
    <w:rsid w:val="001B69DB"/>
    <w:rsid w:val="001B69EA"/>
    <w:rsid w:val="001B6E18"/>
    <w:rsid w:val="001B6E82"/>
    <w:rsid w:val="001B71A1"/>
    <w:rsid w:val="001B730F"/>
    <w:rsid w:val="001B7686"/>
    <w:rsid w:val="001B77C9"/>
    <w:rsid w:val="001C0264"/>
    <w:rsid w:val="001C07C5"/>
    <w:rsid w:val="001C0BB3"/>
    <w:rsid w:val="001C0C84"/>
    <w:rsid w:val="001C1C67"/>
    <w:rsid w:val="001C2038"/>
    <w:rsid w:val="001C2103"/>
    <w:rsid w:val="001C2280"/>
    <w:rsid w:val="001C2B2A"/>
    <w:rsid w:val="001C2DCE"/>
    <w:rsid w:val="001C3502"/>
    <w:rsid w:val="001C36A8"/>
    <w:rsid w:val="001C3771"/>
    <w:rsid w:val="001C3F63"/>
    <w:rsid w:val="001C4424"/>
    <w:rsid w:val="001C4D98"/>
    <w:rsid w:val="001C4DB8"/>
    <w:rsid w:val="001C4DD3"/>
    <w:rsid w:val="001C4FD0"/>
    <w:rsid w:val="001C526D"/>
    <w:rsid w:val="001C555F"/>
    <w:rsid w:val="001C5DA5"/>
    <w:rsid w:val="001C5E02"/>
    <w:rsid w:val="001C6830"/>
    <w:rsid w:val="001C6BCA"/>
    <w:rsid w:val="001C6EAC"/>
    <w:rsid w:val="001C736D"/>
    <w:rsid w:val="001D0162"/>
    <w:rsid w:val="001D06BF"/>
    <w:rsid w:val="001D0960"/>
    <w:rsid w:val="001D0C5C"/>
    <w:rsid w:val="001D115B"/>
    <w:rsid w:val="001D12B6"/>
    <w:rsid w:val="001D12D8"/>
    <w:rsid w:val="001D144A"/>
    <w:rsid w:val="001D1A94"/>
    <w:rsid w:val="001D1FC9"/>
    <w:rsid w:val="001D25F7"/>
    <w:rsid w:val="001D2E7A"/>
    <w:rsid w:val="001D2EBC"/>
    <w:rsid w:val="001D30BA"/>
    <w:rsid w:val="001D320D"/>
    <w:rsid w:val="001D36E0"/>
    <w:rsid w:val="001D3E1D"/>
    <w:rsid w:val="001D40FD"/>
    <w:rsid w:val="001D4560"/>
    <w:rsid w:val="001D45AF"/>
    <w:rsid w:val="001D4677"/>
    <w:rsid w:val="001D4801"/>
    <w:rsid w:val="001D4D4E"/>
    <w:rsid w:val="001D4FE8"/>
    <w:rsid w:val="001D5FB7"/>
    <w:rsid w:val="001D660D"/>
    <w:rsid w:val="001D67D3"/>
    <w:rsid w:val="001D682E"/>
    <w:rsid w:val="001D6DB9"/>
    <w:rsid w:val="001D70C3"/>
    <w:rsid w:val="001D72F7"/>
    <w:rsid w:val="001D74B4"/>
    <w:rsid w:val="001D766C"/>
    <w:rsid w:val="001D7714"/>
    <w:rsid w:val="001D7AC1"/>
    <w:rsid w:val="001E0465"/>
    <w:rsid w:val="001E049E"/>
    <w:rsid w:val="001E09A2"/>
    <w:rsid w:val="001E0CA1"/>
    <w:rsid w:val="001E1294"/>
    <w:rsid w:val="001E15E1"/>
    <w:rsid w:val="001E1E3D"/>
    <w:rsid w:val="001E20EC"/>
    <w:rsid w:val="001E216A"/>
    <w:rsid w:val="001E23B1"/>
    <w:rsid w:val="001E251F"/>
    <w:rsid w:val="001E2535"/>
    <w:rsid w:val="001E2B30"/>
    <w:rsid w:val="001E2D69"/>
    <w:rsid w:val="001E2DF6"/>
    <w:rsid w:val="001E2FD3"/>
    <w:rsid w:val="001E34C1"/>
    <w:rsid w:val="001E3859"/>
    <w:rsid w:val="001E3A7F"/>
    <w:rsid w:val="001E3D23"/>
    <w:rsid w:val="001E3FC2"/>
    <w:rsid w:val="001E400D"/>
    <w:rsid w:val="001E42BB"/>
    <w:rsid w:val="001E4E09"/>
    <w:rsid w:val="001E534D"/>
    <w:rsid w:val="001E55E3"/>
    <w:rsid w:val="001E691B"/>
    <w:rsid w:val="001E7119"/>
    <w:rsid w:val="001E71D5"/>
    <w:rsid w:val="001F0013"/>
    <w:rsid w:val="001F0063"/>
    <w:rsid w:val="001F0382"/>
    <w:rsid w:val="001F0549"/>
    <w:rsid w:val="001F0728"/>
    <w:rsid w:val="001F0794"/>
    <w:rsid w:val="001F0EEB"/>
    <w:rsid w:val="001F0F73"/>
    <w:rsid w:val="001F23AC"/>
    <w:rsid w:val="001F270F"/>
    <w:rsid w:val="001F297C"/>
    <w:rsid w:val="001F3A77"/>
    <w:rsid w:val="001F4004"/>
    <w:rsid w:val="001F4338"/>
    <w:rsid w:val="001F4616"/>
    <w:rsid w:val="001F4AFE"/>
    <w:rsid w:val="001F52A7"/>
    <w:rsid w:val="001F6128"/>
    <w:rsid w:val="001F6387"/>
    <w:rsid w:val="001F6AFA"/>
    <w:rsid w:val="001F7070"/>
    <w:rsid w:val="001F7177"/>
    <w:rsid w:val="001F7558"/>
    <w:rsid w:val="001F7805"/>
    <w:rsid w:val="001F7A7A"/>
    <w:rsid w:val="00200042"/>
    <w:rsid w:val="00200173"/>
    <w:rsid w:val="00200442"/>
    <w:rsid w:val="0020062E"/>
    <w:rsid w:val="00200960"/>
    <w:rsid w:val="00200F2C"/>
    <w:rsid w:val="00200F5A"/>
    <w:rsid w:val="00201C8B"/>
    <w:rsid w:val="002025EB"/>
    <w:rsid w:val="00202664"/>
    <w:rsid w:val="002026EE"/>
    <w:rsid w:val="002027AC"/>
    <w:rsid w:val="0020375A"/>
    <w:rsid w:val="00204189"/>
    <w:rsid w:val="00204277"/>
    <w:rsid w:val="0020459B"/>
    <w:rsid w:val="00204FF9"/>
    <w:rsid w:val="00205287"/>
    <w:rsid w:val="002052ED"/>
    <w:rsid w:val="00205E6E"/>
    <w:rsid w:val="00206733"/>
    <w:rsid w:val="00206795"/>
    <w:rsid w:val="002067FC"/>
    <w:rsid w:val="00206A1A"/>
    <w:rsid w:val="00206CB0"/>
    <w:rsid w:val="00207178"/>
    <w:rsid w:val="002071F5"/>
    <w:rsid w:val="00207234"/>
    <w:rsid w:val="00207AE1"/>
    <w:rsid w:val="00207DA3"/>
    <w:rsid w:val="00207F1F"/>
    <w:rsid w:val="0021048E"/>
    <w:rsid w:val="002104F9"/>
    <w:rsid w:val="00210EC8"/>
    <w:rsid w:val="0021115D"/>
    <w:rsid w:val="002111D3"/>
    <w:rsid w:val="00211761"/>
    <w:rsid w:val="002118E4"/>
    <w:rsid w:val="00211AD6"/>
    <w:rsid w:val="00212031"/>
    <w:rsid w:val="0021287B"/>
    <w:rsid w:val="00212A71"/>
    <w:rsid w:val="00212BEA"/>
    <w:rsid w:val="00212C5A"/>
    <w:rsid w:val="00213BBD"/>
    <w:rsid w:val="00213C72"/>
    <w:rsid w:val="00213F92"/>
    <w:rsid w:val="00213FA8"/>
    <w:rsid w:val="00214204"/>
    <w:rsid w:val="00214325"/>
    <w:rsid w:val="0021487E"/>
    <w:rsid w:val="002159C6"/>
    <w:rsid w:val="00215DB9"/>
    <w:rsid w:val="0021627A"/>
    <w:rsid w:val="00216638"/>
    <w:rsid w:val="00216817"/>
    <w:rsid w:val="00216B08"/>
    <w:rsid w:val="00216CDA"/>
    <w:rsid w:val="00217241"/>
    <w:rsid w:val="00217557"/>
    <w:rsid w:val="00217610"/>
    <w:rsid w:val="00217A77"/>
    <w:rsid w:val="0022095F"/>
    <w:rsid w:val="0022168D"/>
    <w:rsid w:val="00221A7F"/>
    <w:rsid w:val="00221C9D"/>
    <w:rsid w:val="00221CCA"/>
    <w:rsid w:val="0022205C"/>
    <w:rsid w:val="00222892"/>
    <w:rsid w:val="00222E5A"/>
    <w:rsid w:val="00222FA0"/>
    <w:rsid w:val="002233D5"/>
    <w:rsid w:val="002233E9"/>
    <w:rsid w:val="002234FB"/>
    <w:rsid w:val="00223693"/>
    <w:rsid w:val="00223B5A"/>
    <w:rsid w:val="0022429C"/>
    <w:rsid w:val="002243C3"/>
    <w:rsid w:val="002244F9"/>
    <w:rsid w:val="0022459A"/>
    <w:rsid w:val="0022509D"/>
    <w:rsid w:val="002253FB"/>
    <w:rsid w:val="00225ADD"/>
    <w:rsid w:val="00225D4C"/>
    <w:rsid w:val="0022663B"/>
    <w:rsid w:val="00226B08"/>
    <w:rsid w:val="002276EA"/>
    <w:rsid w:val="0022779D"/>
    <w:rsid w:val="002301A9"/>
    <w:rsid w:val="00230747"/>
    <w:rsid w:val="00230B10"/>
    <w:rsid w:val="00230C46"/>
    <w:rsid w:val="00230C52"/>
    <w:rsid w:val="00230D6F"/>
    <w:rsid w:val="00231303"/>
    <w:rsid w:val="002317EE"/>
    <w:rsid w:val="0023199C"/>
    <w:rsid w:val="00231DDF"/>
    <w:rsid w:val="002321AD"/>
    <w:rsid w:val="00232E9B"/>
    <w:rsid w:val="00232F9B"/>
    <w:rsid w:val="00233610"/>
    <w:rsid w:val="00233647"/>
    <w:rsid w:val="00233840"/>
    <w:rsid w:val="00233870"/>
    <w:rsid w:val="00233AEE"/>
    <w:rsid w:val="00233C99"/>
    <w:rsid w:val="00233EDB"/>
    <w:rsid w:val="002346B4"/>
    <w:rsid w:val="00234736"/>
    <w:rsid w:val="002349FE"/>
    <w:rsid w:val="00234E31"/>
    <w:rsid w:val="00234FDD"/>
    <w:rsid w:val="00236064"/>
    <w:rsid w:val="002366A2"/>
    <w:rsid w:val="00236706"/>
    <w:rsid w:val="00236E5B"/>
    <w:rsid w:val="00236FA1"/>
    <w:rsid w:val="002371C0"/>
    <w:rsid w:val="002376A0"/>
    <w:rsid w:val="00237A6D"/>
    <w:rsid w:val="002403D6"/>
    <w:rsid w:val="002405F5"/>
    <w:rsid w:val="00240806"/>
    <w:rsid w:val="00240958"/>
    <w:rsid w:val="00240BD9"/>
    <w:rsid w:val="00240FF9"/>
    <w:rsid w:val="00241084"/>
    <w:rsid w:val="002415CD"/>
    <w:rsid w:val="00241C3B"/>
    <w:rsid w:val="00241CC0"/>
    <w:rsid w:val="002420E4"/>
    <w:rsid w:val="002428C8"/>
    <w:rsid w:val="00243109"/>
    <w:rsid w:val="002436DE"/>
    <w:rsid w:val="002437D4"/>
    <w:rsid w:val="00243D4B"/>
    <w:rsid w:val="00244127"/>
    <w:rsid w:val="00244551"/>
    <w:rsid w:val="0024491A"/>
    <w:rsid w:val="00244AA6"/>
    <w:rsid w:val="00245038"/>
    <w:rsid w:val="00245071"/>
    <w:rsid w:val="0024513C"/>
    <w:rsid w:val="0024514D"/>
    <w:rsid w:val="002454B2"/>
    <w:rsid w:val="00245F71"/>
    <w:rsid w:val="00246032"/>
    <w:rsid w:val="00246220"/>
    <w:rsid w:val="00246307"/>
    <w:rsid w:val="0024658D"/>
    <w:rsid w:val="00246C3C"/>
    <w:rsid w:val="00246F7B"/>
    <w:rsid w:val="0024709F"/>
    <w:rsid w:val="00247295"/>
    <w:rsid w:val="0024776A"/>
    <w:rsid w:val="00247787"/>
    <w:rsid w:val="00247A08"/>
    <w:rsid w:val="00247AE6"/>
    <w:rsid w:val="00247F09"/>
    <w:rsid w:val="00250036"/>
    <w:rsid w:val="00250B8B"/>
    <w:rsid w:val="0025149B"/>
    <w:rsid w:val="002514BD"/>
    <w:rsid w:val="0025189B"/>
    <w:rsid w:val="00251B83"/>
    <w:rsid w:val="00251E1D"/>
    <w:rsid w:val="00251F06"/>
    <w:rsid w:val="00251F8C"/>
    <w:rsid w:val="002528E0"/>
    <w:rsid w:val="00252BB0"/>
    <w:rsid w:val="00253335"/>
    <w:rsid w:val="0025353F"/>
    <w:rsid w:val="00253A6D"/>
    <w:rsid w:val="00254199"/>
    <w:rsid w:val="002549C5"/>
    <w:rsid w:val="00254BC3"/>
    <w:rsid w:val="00254C2C"/>
    <w:rsid w:val="00254F62"/>
    <w:rsid w:val="00254FBB"/>
    <w:rsid w:val="002556A2"/>
    <w:rsid w:val="0025588B"/>
    <w:rsid w:val="00255949"/>
    <w:rsid w:val="00255A0E"/>
    <w:rsid w:val="00255BF2"/>
    <w:rsid w:val="00255E0A"/>
    <w:rsid w:val="00255E86"/>
    <w:rsid w:val="00255F9A"/>
    <w:rsid w:val="002560B4"/>
    <w:rsid w:val="002562C8"/>
    <w:rsid w:val="002563C7"/>
    <w:rsid w:val="002567DE"/>
    <w:rsid w:val="00256881"/>
    <w:rsid w:val="002568BA"/>
    <w:rsid w:val="00256F9B"/>
    <w:rsid w:val="002571C8"/>
    <w:rsid w:val="00257264"/>
    <w:rsid w:val="0025742D"/>
    <w:rsid w:val="0025760A"/>
    <w:rsid w:val="0026009D"/>
    <w:rsid w:val="0026022E"/>
    <w:rsid w:val="00260943"/>
    <w:rsid w:val="00260CC1"/>
    <w:rsid w:val="00261CED"/>
    <w:rsid w:val="00261EC3"/>
    <w:rsid w:val="00261F68"/>
    <w:rsid w:val="002620DB"/>
    <w:rsid w:val="002627E7"/>
    <w:rsid w:val="00262C2B"/>
    <w:rsid w:val="00262D0A"/>
    <w:rsid w:val="00262F38"/>
    <w:rsid w:val="00263251"/>
    <w:rsid w:val="00263252"/>
    <w:rsid w:val="00263788"/>
    <w:rsid w:val="002638D0"/>
    <w:rsid w:val="00263A87"/>
    <w:rsid w:val="0026463A"/>
    <w:rsid w:val="00264C6B"/>
    <w:rsid w:val="00264E08"/>
    <w:rsid w:val="002650E6"/>
    <w:rsid w:val="00265A47"/>
    <w:rsid w:val="002665A3"/>
    <w:rsid w:val="00266786"/>
    <w:rsid w:val="002668DC"/>
    <w:rsid w:val="00266915"/>
    <w:rsid w:val="00266E63"/>
    <w:rsid w:val="00267010"/>
    <w:rsid w:val="00267024"/>
    <w:rsid w:val="00267F55"/>
    <w:rsid w:val="00270137"/>
    <w:rsid w:val="00271038"/>
    <w:rsid w:val="002712DB"/>
    <w:rsid w:val="0027158B"/>
    <w:rsid w:val="002716C1"/>
    <w:rsid w:val="00271922"/>
    <w:rsid w:val="00271932"/>
    <w:rsid w:val="00271D46"/>
    <w:rsid w:val="00271D52"/>
    <w:rsid w:val="00271FEE"/>
    <w:rsid w:val="002725F0"/>
    <w:rsid w:val="002727F5"/>
    <w:rsid w:val="00272807"/>
    <w:rsid w:val="0027308E"/>
    <w:rsid w:val="002731C0"/>
    <w:rsid w:val="0027348A"/>
    <w:rsid w:val="002736B3"/>
    <w:rsid w:val="00273B09"/>
    <w:rsid w:val="00273D8A"/>
    <w:rsid w:val="00273E70"/>
    <w:rsid w:val="00274241"/>
    <w:rsid w:val="00274244"/>
    <w:rsid w:val="0027424E"/>
    <w:rsid w:val="00274540"/>
    <w:rsid w:val="002747A6"/>
    <w:rsid w:val="00274F16"/>
    <w:rsid w:val="002752EA"/>
    <w:rsid w:val="002758D6"/>
    <w:rsid w:val="002768E3"/>
    <w:rsid w:val="00276952"/>
    <w:rsid w:val="002769FE"/>
    <w:rsid w:val="00276BBA"/>
    <w:rsid w:val="00276ED2"/>
    <w:rsid w:val="00276FA8"/>
    <w:rsid w:val="002770BB"/>
    <w:rsid w:val="00277138"/>
    <w:rsid w:val="00277212"/>
    <w:rsid w:val="0027748B"/>
    <w:rsid w:val="002776D6"/>
    <w:rsid w:val="0027795E"/>
    <w:rsid w:val="00277CB3"/>
    <w:rsid w:val="0028045C"/>
    <w:rsid w:val="00280460"/>
    <w:rsid w:val="002804D1"/>
    <w:rsid w:val="00280F26"/>
    <w:rsid w:val="00281229"/>
    <w:rsid w:val="002814AE"/>
    <w:rsid w:val="002814F9"/>
    <w:rsid w:val="0028152D"/>
    <w:rsid w:val="00281562"/>
    <w:rsid w:val="002815EA"/>
    <w:rsid w:val="00281A0E"/>
    <w:rsid w:val="00281AA3"/>
    <w:rsid w:val="00281D80"/>
    <w:rsid w:val="002823FE"/>
    <w:rsid w:val="00282B50"/>
    <w:rsid w:val="00282CC7"/>
    <w:rsid w:val="00283007"/>
    <w:rsid w:val="002834F4"/>
    <w:rsid w:val="002837C9"/>
    <w:rsid w:val="0028408F"/>
    <w:rsid w:val="002841AC"/>
    <w:rsid w:val="00284446"/>
    <w:rsid w:val="0028450B"/>
    <w:rsid w:val="00284669"/>
    <w:rsid w:val="00285353"/>
    <w:rsid w:val="00285DC9"/>
    <w:rsid w:val="00285FC7"/>
    <w:rsid w:val="002867A0"/>
    <w:rsid w:val="00286814"/>
    <w:rsid w:val="002871D2"/>
    <w:rsid w:val="00287507"/>
    <w:rsid w:val="002875E0"/>
    <w:rsid w:val="0028766C"/>
    <w:rsid w:val="002876A8"/>
    <w:rsid w:val="00287DD9"/>
    <w:rsid w:val="00290888"/>
    <w:rsid w:val="00290D17"/>
    <w:rsid w:val="002912D6"/>
    <w:rsid w:val="002914F9"/>
    <w:rsid w:val="0029187D"/>
    <w:rsid w:val="002918C9"/>
    <w:rsid w:val="002919D8"/>
    <w:rsid w:val="00291B3F"/>
    <w:rsid w:val="00291E70"/>
    <w:rsid w:val="00292080"/>
    <w:rsid w:val="00292598"/>
    <w:rsid w:val="00292817"/>
    <w:rsid w:val="00292A27"/>
    <w:rsid w:val="00292C0F"/>
    <w:rsid w:val="00292F6E"/>
    <w:rsid w:val="00293037"/>
    <w:rsid w:val="0029338D"/>
    <w:rsid w:val="00294F8D"/>
    <w:rsid w:val="00295094"/>
    <w:rsid w:val="002951B8"/>
    <w:rsid w:val="00295283"/>
    <w:rsid w:val="00295835"/>
    <w:rsid w:val="00295865"/>
    <w:rsid w:val="00295C03"/>
    <w:rsid w:val="00296154"/>
    <w:rsid w:val="00296B2B"/>
    <w:rsid w:val="00297196"/>
    <w:rsid w:val="002971A2"/>
    <w:rsid w:val="00297280"/>
    <w:rsid w:val="00297DC8"/>
    <w:rsid w:val="002A0339"/>
    <w:rsid w:val="002A03EB"/>
    <w:rsid w:val="002A0525"/>
    <w:rsid w:val="002A0A36"/>
    <w:rsid w:val="002A0D09"/>
    <w:rsid w:val="002A0E09"/>
    <w:rsid w:val="002A1119"/>
    <w:rsid w:val="002A123B"/>
    <w:rsid w:val="002A1CA8"/>
    <w:rsid w:val="002A1DFF"/>
    <w:rsid w:val="002A226F"/>
    <w:rsid w:val="002A22A9"/>
    <w:rsid w:val="002A2B8E"/>
    <w:rsid w:val="002A2BBF"/>
    <w:rsid w:val="002A3108"/>
    <w:rsid w:val="002A313A"/>
    <w:rsid w:val="002A3322"/>
    <w:rsid w:val="002A33B9"/>
    <w:rsid w:val="002A3415"/>
    <w:rsid w:val="002A362D"/>
    <w:rsid w:val="002A36A0"/>
    <w:rsid w:val="002A384E"/>
    <w:rsid w:val="002A38D6"/>
    <w:rsid w:val="002A3DDA"/>
    <w:rsid w:val="002A4C59"/>
    <w:rsid w:val="002A4D2A"/>
    <w:rsid w:val="002A529B"/>
    <w:rsid w:val="002A5648"/>
    <w:rsid w:val="002A56ED"/>
    <w:rsid w:val="002A5880"/>
    <w:rsid w:val="002A59A3"/>
    <w:rsid w:val="002A5F5D"/>
    <w:rsid w:val="002A5F77"/>
    <w:rsid w:val="002A6332"/>
    <w:rsid w:val="002A692F"/>
    <w:rsid w:val="002A6E3D"/>
    <w:rsid w:val="002A7BB6"/>
    <w:rsid w:val="002B0098"/>
    <w:rsid w:val="002B0337"/>
    <w:rsid w:val="002B03B0"/>
    <w:rsid w:val="002B06D6"/>
    <w:rsid w:val="002B0A27"/>
    <w:rsid w:val="002B14F9"/>
    <w:rsid w:val="002B1E28"/>
    <w:rsid w:val="002B2456"/>
    <w:rsid w:val="002B2720"/>
    <w:rsid w:val="002B27E9"/>
    <w:rsid w:val="002B2B7A"/>
    <w:rsid w:val="002B2D1A"/>
    <w:rsid w:val="002B34D4"/>
    <w:rsid w:val="002B42DA"/>
    <w:rsid w:val="002B45A5"/>
    <w:rsid w:val="002B478A"/>
    <w:rsid w:val="002B47CD"/>
    <w:rsid w:val="002B48EB"/>
    <w:rsid w:val="002B52A5"/>
    <w:rsid w:val="002B52E4"/>
    <w:rsid w:val="002B5987"/>
    <w:rsid w:val="002B5B92"/>
    <w:rsid w:val="002B5C01"/>
    <w:rsid w:val="002B5C95"/>
    <w:rsid w:val="002B5F4E"/>
    <w:rsid w:val="002B626C"/>
    <w:rsid w:val="002B6497"/>
    <w:rsid w:val="002B656E"/>
    <w:rsid w:val="002B6772"/>
    <w:rsid w:val="002B6E64"/>
    <w:rsid w:val="002B6EA9"/>
    <w:rsid w:val="002B6F32"/>
    <w:rsid w:val="002B75B9"/>
    <w:rsid w:val="002B7645"/>
    <w:rsid w:val="002B7A70"/>
    <w:rsid w:val="002B7F30"/>
    <w:rsid w:val="002C0039"/>
    <w:rsid w:val="002C00D5"/>
    <w:rsid w:val="002C05F6"/>
    <w:rsid w:val="002C06B9"/>
    <w:rsid w:val="002C0872"/>
    <w:rsid w:val="002C0BF6"/>
    <w:rsid w:val="002C0F92"/>
    <w:rsid w:val="002C191C"/>
    <w:rsid w:val="002C1F6B"/>
    <w:rsid w:val="002C21A1"/>
    <w:rsid w:val="002C26B2"/>
    <w:rsid w:val="002C2A09"/>
    <w:rsid w:val="002C2CD5"/>
    <w:rsid w:val="002C2DF5"/>
    <w:rsid w:val="002C2FA3"/>
    <w:rsid w:val="002C3708"/>
    <w:rsid w:val="002C38E6"/>
    <w:rsid w:val="002C3A08"/>
    <w:rsid w:val="002C3CF7"/>
    <w:rsid w:val="002C3D63"/>
    <w:rsid w:val="002C3FDE"/>
    <w:rsid w:val="002C46A1"/>
    <w:rsid w:val="002C4C05"/>
    <w:rsid w:val="002C4C5D"/>
    <w:rsid w:val="002C56F1"/>
    <w:rsid w:val="002C5750"/>
    <w:rsid w:val="002C5A6E"/>
    <w:rsid w:val="002C5E4F"/>
    <w:rsid w:val="002C5FD2"/>
    <w:rsid w:val="002C619E"/>
    <w:rsid w:val="002C63BC"/>
    <w:rsid w:val="002C6704"/>
    <w:rsid w:val="002C6881"/>
    <w:rsid w:val="002C6C34"/>
    <w:rsid w:val="002C72F4"/>
    <w:rsid w:val="002C7420"/>
    <w:rsid w:val="002C7B08"/>
    <w:rsid w:val="002C7B49"/>
    <w:rsid w:val="002C7D04"/>
    <w:rsid w:val="002D04C8"/>
    <w:rsid w:val="002D0616"/>
    <w:rsid w:val="002D181B"/>
    <w:rsid w:val="002D18EA"/>
    <w:rsid w:val="002D2138"/>
    <w:rsid w:val="002D2616"/>
    <w:rsid w:val="002D269F"/>
    <w:rsid w:val="002D2CA9"/>
    <w:rsid w:val="002D30F1"/>
    <w:rsid w:val="002D38F8"/>
    <w:rsid w:val="002D3BCA"/>
    <w:rsid w:val="002D3DF5"/>
    <w:rsid w:val="002D4431"/>
    <w:rsid w:val="002D44DC"/>
    <w:rsid w:val="002D4569"/>
    <w:rsid w:val="002D4BCB"/>
    <w:rsid w:val="002D54F3"/>
    <w:rsid w:val="002D569A"/>
    <w:rsid w:val="002D5861"/>
    <w:rsid w:val="002D5A6B"/>
    <w:rsid w:val="002D5CD3"/>
    <w:rsid w:val="002D6242"/>
    <w:rsid w:val="002D6360"/>
    <w:rsid w:val="002D69AF"/>
    <w:rsid w:val="002D6CA9"/>
    <w:rsid w:val="002D6EC8"/>
    <w:rsid w:val="002D6F93"/>
    <w:rsid w:val="002D703A"/>
    <w:rsid w:val="002D70B4"/>
    <w:rsid w:val="002D7236"/>
    <w:rsid w:val="002D755A"/>
    <w:rsid w:val="002D7713"/>
    <w:rsid w:val="002D77B1"/>
    <w:rsid w:val="002D77F4"/>
    <w:rsid w:val="002D7ACB"/>
    <w:rsid w:val="002D7D73"/>
    <w:rsid w:val="002E04C2"/>
    <w:rsid w:val="002E0530"/>
    <w:rsid w:val="002E09E7"/>
    <w:rsid w:val="002E0D20"/>
    <w:rsid w:val="002E0D64"/>
    <w:rsid w:val="002E0E0C"/>
    <w:rsid w:val="002E142F"/>
    <w:rsid w:val="002E169F"/>
    <w:rsid w:val="002E1D97"/>
    <w:rsid w:val="002E209F"/>
    <w:rsid w:val="002E2103"/>
    <w:rsid w:val="002E2519"/>
    <w:rsid w:val="002E276E"/>
    <w:rsid w:val="002E2C47"/>
    <w:rsid w:val="002E2CD7"/>
    <w:rsid w:val="002E3366"/>
    <w:rsid w:val="002E3434"/>
    <w:rsid w:val="002E3798"/>
    <w:rsid w:val="002E3A05"/>
    <w:rsid w:val="002E3A3D"/>
    <w:rsid w:val="002E3A55"/>
    <w:rsid w:val="002E3C67"/>
    <w:rsid w:val="002E3D12"/>
    <w:rsid w:val="002E4062"/>
    <w:rsid w:val="002E4367"/>
    <w:rsid w:val="002E4667"/>
    <w:rsid w:val="002E5592"/>
    <w:rsid w:val="002E55C3"/>
    <w:rsid w:val="002E5812"/>
    <w:rsid w:val="002E5A99"/>
    <w:rsid w:val="002E6013"/>
    <w:rsid w:val="002E62DC"/>
    <w:rsid w:val="002E63FC"/>
    <w:rsid w:val="002E64B0"/>
    <w:rsid w:val="002E6B63"/>
    <w:rsid w:val="002E6E1B"/>
    <w:rsid w:val="002E6E52"/>
    <w:rsid w:val="002E6EA3"/>
    <w:rsid w:val="002E718B"/>
    <w:rsid w:val="002E7303"/>
    <w:rsid w:val="002E7457"/>
    <w:rsid w:val="002E7A3F"/>
    <w:rsid w:val="002E7CAF"/>
    <w:rsid w:val="002E7CBF"/>
    <w:rsid w:val="002E7FB7"/>
    <w:rsid w:val="002E7FE1"/>
    <w:rsid w:val="002F070E"/>
    <w:rsid w:val="002F10B4"/>
    <w:rsid w:val="002F1328"/>
    <w:rsid w:val="002F1353"/>
    <w:rsid w:val="002F1496"/>
    <w:rsid w:val="002F173D"/>
    <w:rsid w:val="002F17BC"/>
    <w:rsid w:val="002F189E"/>
    <w:rsid w:val="002F18C5"/>
    <w:rsid w:val="002F24C1"/>
    <w:rsid w:val="002F2607"/>
    <w:rsid w:val="002F2807"/>
    <w:rsid w:val="002F2D23"/>
    <w:rsid w:val="002F2DD3"/>
    <w:rsid w:val="002F2E5F"/>
    <w:rsid w:val="002F3119"/>
    <w:rsid w:val="002F3458"/>
    <w:rsid w:val="002F3D11"/>
    <w:rsid w:val="002F4E92"/>
    <w:rsid w:val="002F4F28"/>
    <w:rsid w:val="002F5460"/>
    <w:rsid w:val="002F56F5"/>
    <w:rsid w:val="002F5990"/>
    <w:rsid w:val="002F6079"/>
    <w:rsid w:val="002F64CE"/>
    <w:rsid w:val="002F661D"/>
    <w:rsid w:val="002F729E"/>
    <w:rsid w:val="002F75D9"/>
    <w:rsid w:val="002F7CB8"/>
    <w:rsid w:val="002F7D6D"/>
    <w:rsid w:val="00300186"/>
    <w:rsid w:val="00300AAF"/>
    <w:rsid w:val="00300EC9"/>
    <w:rsid w:val="00301255"/>
    <w:rsid w:val="00301766"/>
    <w:rsid w:val="00301ABA"/>
    <w:rsid w:val="00301B97"/>
    <w:rsid w:val="00301CF5"/>
    <w:rsid w:val="00301F83"/>
    <w:rsid w:val="00302300"/>
    <w:rsid w:val="00302907"/>
    <w:rsid w:val="00302ABD"/>
    <w:rsid w:val="003031A8"/>
    <w:rsid w:val="0030320E"/>
    <w:rsid w:val="003033DA"/>
    <w:rsid w:val="00303629"/>
    <w:rsid w:val="003040E7"/>
    <w:rsid w:val="00305052"/>
    <w:rsid w:val="0030599C"/>
    <w:rsid w:val="0030605B"/>
    <w:rsid w:val="003061CF"/>
    <w:rsid w:val="00306420"/>
    <w:rsid w:val="00306439"/>
    <w:rsid w:val="003066D2"/>
    <w:rsid w:val="00306701"/>
    <w:rsid w:val="0030673B"/>
    <w:rsid w:val="00306933"/>
    <w:rsid w:val="003069C0"/>
    <w:rsid w:val="00306BAF"/>
    <w:rsid w:val="0030732E"/>
    <w:rsid w:val="00307420"/>
    <w:rsid w:val="00307806"/>
    <w:rsid w:val="0031002B"/>
    <w:rsid w:val="00310031"/>
    <w:rsid w:val="0031049D"/>
    <w:rsid w:val="0031086E"/>
    <w:rsid w:val="0031090D"/>
    <w:rsid w:val="00310946"/>
    <w:rsid w:val="00310D88"/>
    <w:rsid w:val="00310FF9"/>
    <w:rsid w:val="0031116A"/>
    <w:rsid w:val="00311348"/>
    <w:rsid w:val="00311E84"/>
    <w:rsid w:val="00312890"/>
    <w:rsid w:val="00312AEE"/>
    <w:rsid w:val="00312C37"/>
    <w:rsid w:val="00312F46"/>
    <w:rsid w:val="00312F77"/>
    <w:rsid w:val="00313972"/>
    <w:rsid w:val="00313A9D"/>
    <w:rsid w:val="00313EF9"/>
    <w:rsid w:val="0031411F"/>
    <w:rsid w:val="00314584"/>
    <w:rsid w:val="0031467B"/>
    <w:rsid w:val="003146EE"/>
    <w:rsid w:val="00314C1C"/>
    <w:rsid w:val="00314C31"/>
    <w:rsid w:val="00315B80"/>
    <w:rsid w:val="00315D4F"/>
    <w:rsid w:val="00315EE0"/>
    <w:rsid w:val="00315FBF"/>
    <w:rsid w:val="00316074"/>
    <w:rsid w:val="0031613A"/>
    <w:rsid w:val="00316E8F"/>
    <w:rsid w:val="00317052"/>
    <w:rsid w:val="0031705E"/>
    <w:rsid w:val="003170C2"/>
    <w:rsid w:val="00317BD0"/>
    <w:rsid w:val="00317F94"/>
    <w:rsid w:val="003202CF"/>
    <w:rsid w:val="00320985"/>
    <w:rsid w:val="00320E96"/>
    <w:rsid w:val="00321414"/>
    <w:rsid w:val="0032246F"/>
    <w:rsid w:val="003226D4"/>
    <w:rsid w:val="0032277B"/>
    <w:rsid w:val="00322877"/>
    <w:rsid w:val="003228F6"/>
    <w:rsid w:val="0032310F"/>
    <w:rsid w:val="00323514"/>
    <w:rsid w:val="00323523"/>
    <w:rsid w:val="00323B58"/>
    <w:rsid w:val="00323B87"/>
    <w:rsid w:val="00323F35"/>
    <w:rsid w:val="003244BF"/>
    <w:rsid w:val="0032470E"/>
    <w:rsid w:val="00324A61"/>
    <w:rsid w:val="00324D1D"/>
    <w:rsid w:val="00324E1C"/>
    <w:rsid w:val="00324E5A"/>
    <w:rsid w:val="00325590"/>
    <w:rsid w:val="003255B6"/>
    <w:rsid w:val="00325B10"/>
    <w:rsid w:val="00325EA5"/>
    <w:rsid w:val="003260C4"/>
    <w:rsid w:val="003261B0"/>
    <w:rsid w:val="003261BA"/>
    <w:rsid w:val="00326232"/>
    <w:rsid w:val="00326D9D"/>
    <w:rsid w:val="00326FEA"/>
    <w:rsid w:val="00327393"/>
    <w:rsid w:val="003273D5"/>
    <w:rsid w:val="003276D4"/>
    <w:rsid w:val="00327AA0"/>
    <w:rsid w:val="003303E0"/>
    <w:rsid w:val="0033113F"/>
    <w:rsid w:val="003313AC"/>
    <w:rsid w:val="003315A8"/>
    <w:rsid w:val="0033176D"/>
    <w:rsid w:val="003319FC"/>
    <w:rsid w:val="00331CF3"/>
    <w:rsid w:val="00331DE4"/>
    <w:rsid w:val="00331E35"/>
    <w:rsid w:val="003320BB"/>
    <w:rsid w:val="003321DD"/>
    <w:rsid w:val="00332496"/>
    <w:rsid w:val="00332498"/>
    <w:rsid w:val="00332B78"/>
    <w:rsid w:val="00332CA9"/>
    <w:rsid w:val="00332EC0"/>
    <w:rsid w:val="003338C2"/>
    <w:rsid w:val="00333C72"/>
    <w:rsid w:val="00333D7F"/>
    <w:rsid w:val="00334228"/>
    <w:rsid w:val="0033432A"/>
    <w:rsid w:val="003347AC"/>
    <w:rsid w:val="003351FB"/>
    <w:rsid w:val="003352A7"/>
    <w:rsid w:val="003353AE"/>
    <w:rsid w:val="0033570C"/>
    <w:rsid w:val="003359B8"/>
    <w:rsid w:val="00336A22"/>
    <w:rsid w:val="00336AEC"/>
    <w:rsid w:val="00336C77"/>
    <w:rsid w:val="00336C9C"/>
    <w:rsid w:val="00336F07"/>
    <w:rsid w:val="00336F91"/>
    <w:rsid w:val="003371E5"/>
    <w:rsid w:val="00337BEB"/>
    <w:rsid w:val="0034037B"/>
    <w:rsid w:val="00340850"/>
    <w:rsid w:val="00340967"/>
    <w:rsid w:val="00340A47"/>
    <w:rsid w:val="00340E84"/>
    <w:rsid w:val="0034107F"/>
    <w:rsid w:val="0034175F"/>
    <w:rsid w:val="003423EB"/>
    <w:rsid w:val="003428F0"/>
    <w:rsid w:val="00342A61"/>
    <w:rsid w:val="003433BA"/>
    <w:rsid w:val="003434D7"/>
    <w:rsid w:val="00343F2D"/>
    <w:rsid w:val="0034474B"/>
    <w:rsid w:val="00344A32"/>
    <w:rsid w:val="00344BF3"/>
    <w:rsid w:val="00345368"/>
    <w:rsid w:val="00345816"/>
    <w:rsid w:val="00345AF2"/>
    <w:rsid w:val="00346199"/>
    <w:rsid w:val="0034625D"/>
    <w:rsid w:val="00346370"/>
    <w:rsid w:val="0034641A"/>
    <w:rsid w:val="0034708E"/>
    <w:rsid w:val="0034726A"/>
    <w:rsid w:val="003475D6"/>
    <w:rsid w:val="003478AE"/>
    <w:rsid w:val="00347CE6"/>
    <w:rsid w:val="00350487"/>
    <w:rsid w:val="0035061C"/>
    <w:rsid w:val="00350969"/>
    <w:rsid w:val="00350BF2"/>
    <w:rsid w:val="00351069"/>
    <w:rsid w:val="003510AF"/>
    <w:rsid w:val="00351DCC"/>
    <w:rsid w:val="00351F03"/>
    <w:rsid w:val="0035215C"/>
    <w:rsid w:val="003522A6"/>
    <w:rsid w:val="003523A2"/>
    <w:rsid w:val="003528DC"/>
    <w:rsid w:val="00352D03"/>
    <w:rsid w:val="00353399"/>
    <w:rsid w:val="003536A8"/>
    <w:rsid w:val="003540AD"/>
    <w:rsid w:val="003540B3"/>
    <w:rsid w:val="0035433E"/>
    <w:rsid w:val="00354529"/>
    <w:rsid w:val="00354F9F"/>
    <w:rsid w:val="003550D0"/>
    <w:rsid w:val="003555B5"/>
    <w:rsid w:val="00355AF3"/>
    <w:rsid w:val="00355C79"/>
    <w:rsid w:val="00356465"/>
    <w:rsid w:val="003568C6"/>
    <w:rsid w:val="00356FF5"/>
    <w:rsid w:val="003577B2"/>
    <w:rsid w:val="00357880"/>
    <w:rsid w:val="00357E95"/>
    <w:rsid w:val="00357EE1"/>
    <w:rsid w:val="0036053D"/>
    <w:rsid w:val="003605A1"/>
    <w:rsid w:val="00360AE2"/>
    <w:rsid w:val="003611EA"/>
    <w:rsid w:val="00361594"/>
    <w:rsid w:val="003616A1"/>
    <w:rsid w:val="00361B73"/>
    <w:rsid w:val="00361C19"/>
    <w:rsid w:val="00361FA1"/>
    <w:rsid w:val="003621D4"/>
    <w:rsid w:val="0036263C"/>
    <w:rsid w:val="00363370"/>
    <w:rsid w:val="00363853"/>
    <w:rsid w:val="00363891"/>
    <w:rsid w:val="00363D63"/>
    <w:rsid w:val="00364602"/>
    <w:rsid w:val="00364DE7"/>
    <w:rsid w:val="00364DFD"/>
    <w:rsid w:val="00364F19"/>
    <w:rsid w:val="00365431"/>
    <w:rsid w:val="0036549E"/>
    <w:rsid w:val="00365569"/>
    <w:rsid w:val="00365579"/>
    <w:rsid w:val="00365B5C"/>
    <w:rsid w:val="00365CFB"/>
    <w:rsid w:val="00366071"/>
    <w:rsid w:val="00366403"/>
    <w:rsid w:val="003664BF"/>
    <w:rsid w:val="00366F2E"/>
    <w:rsid w:val="00367021"/>
    <w:rsid w:val="0036712B"/>
    <w:rsid w:val="003678F2"/>
    <w:rsid w:val="003702D0"/>
    <w:rsid w:val="00370534"/>
    <w:rsid w:val="00370C03"/>
    <w:rsid w:val="00370DD2"/>
    <w:rsid w:val="00370EE1"/>
    <w:rsid w:val="00371327"/>
    <w:rsid w:val="00371782"/>
    <w:rsid w:val="003717DB"/>
    <w:rsid w:val="00371A9E"/>
    <w:rsid w:val="00371CC8"/>
    <w:rsid w:val="00371F45"/>
    <w:rsid w:val="003722F7"/>
    <w:rsid w:val="00372CF9"/>
    <w:rsid w:val="00373096"/>
    <w:rsid w:val="003736E5"/>
    <w:rsid w:val="00373800"/>
    <w:rsid w:val="00373A08"/>
    <w:rsid w:val="00373C5A"/>
    <w:rsid w:val="00374076"/>
    <w:rsid w:val="0037410A"/>
    <w:rsid w:val="003741C1"/>
    <w:rsid w:val="00374A6A"/>
    <w:rsid w:val="00374BF8"/>
    <w:rsid w:val="00374F81"/>
    <w:rsid w:val="003752DE"/>
    <w:rsid w:val="003753D5"/>
    <w:rsid w:val="00375E2C"/>
    <w:rsid w:val="00376427"/>
    <w:rsid w:val="0038008C"/>
    <w:rsid w:val="003806C5"/>
    <w:rsid w:val="003809B6"/>
    <w:rsid w:val="00380A8F"/>
    <w:rsid w:val="00380BA3"/>
    <w:rsid w:val="003815C2"/>
    <w:rsid w:val="003816B8"/>
    <w:rsid w:val="0038181F"/>
    <w:rsid w:val="003820CD"/>
    <w:rsid w:val="00382327"/>
    <w:rsid w:val="003826D5"/>
    <w:rsid w:val="0038277B"/>
    <w:rsid w:val="00382B9E"/>
    <w:rsid w:val="00382BB1"/>
    <w:rsid w:val="0038325C"/>
    <w:rsid w:val="003835D0"/>
    <w:rsid w:val="00383647"/>
    <w:rsid w:val="00383712"/>
    <w:rsid w:val="0038387D"/>
    <w:rsid w:val="00384791"/>
    <w:rsid w:val="00384AC2"/>
    <w:rsid w:val="00384BA8"/>
    <w:rsid w:val="00384FD7"/>
    <w:rsid w:val="00384FDC"/>
    <w:rsid w:val="00384FE9"/>
    <w:rsid w:val="003851A7"/>
    <w:rsid w:val="003851E8"/>
    <w:rsid w:val="003853C8"/>
    <w:rsid w:val="0038559B"/>
    <w:rsid w:val="003856FF"/>
    <w:rsid w:val="00385A36"/>
    <w:rsid w:val="00385C02"/>
    <w:rsid w:val="00385CEA"/>
    <w:rsid w:val="00385F61"/>
    <w:rsid w:val="00385F69"/>
    <w:rsid w:val="0038603A"/>
    <w:rsid w:val="003862DE"/>
    <w:rsid w:val="003865CB"/>
    <w:rsid w:val="003868C6"/>
    <w:rsid w:val="00386965"/>
    <w:rsid w:val="00386D0A"/>
    <w:rsid w:val="0038723F"/>
    <w:rsid w:val="00387438"/>
    <w:rsid w:val="00387759"/>
    <w:rsid w:val="00387912"/>
    <w:rsid w:val="00387C31"/>
    <w:rsid w:val="00387C35"/>
    <w:rsid w:val="00387F86"/>
    <w:rsid w:val="0039000B"/>
    <w:rsid w:val="00390254"/>
    <w:rsid w:val="0039070B"/>
    <w:rsid w:val="003907D8"/>
    <w:rsid w:val="0039098F"/>
    <w:rsid w:val="003909CD"/>
    <w:rsid w:val="00390AC9"/>
    <w:rsid w:val="00390C24"/>
    <w:rsid w:val="00390DCA"/>
    <w:rsid w:val="003912EE"/>
    <w:rsid w:val="00391725"/>
    <w:rsid w:val="003920C3"/>
    <w:rsid w:val="003924DA"/>
    <w:rsid w:val="003928DF"/>
    <w:rsid w:val="0039298C"/>
    <w:rsid w:val="00392BE1"/>
    <w:rsid w:val="00393027"/>
    <w:rsid w:val="00393185"/>
    <w:rsid w:val="0039347F"/>
    <w:rsid w:val="00393FBB"/>
    <w:rsid w:val="00394144"/>
    <w:rsid w:val="003941C6"/>
    <w:rsid w:val="00394A44"/>
    <w:rsid w:val="00394C00"/>
    <w:rsid w:val="00394C67"/>
    <w:rsid w:val="00394DD6"/>
    <w:rsid w:val="00394ED9"/>
    <w:rsid w:val="00394FFE"/>
    <w:rsid w:val="003952AA"/>
    <w:rsid w:val="0039555E"/>
    <w:rsid w:val="003957AD"/>
    <w:rsid w:val="00396610"/>
    <w:rsid w:val="00396A65"/>
    <w:rsid w:val="00396AC8"/>
    <w:rsid w:val="00396BD3"/>
    <w:rsid w:val="00397500"/>
    <w:rsid w:val="003979FC"/>
    <w:rsid w:val="00397DBC"/>
    <w:rsid w:val="00397DFF"/>
    <w:rsid w:val="00397FFC"/>
    <w:rsid w:val="003A02E5"/>
    <w:rsid w:val="003A044D"/>
    <w:rsid w:val="003A0C57"/>
    <w:rsid w:val="003A119C"/>
    <w:rsid w:val="003A161C"/>
    <w:rsid w:val="003A1816"/>
    <w:rsid w:val="003A1869"/>
    <w:rsid w:val="003A18FE"/>
    <w:rsid w:val="003A1D68"/>
    <w:rsid w:val="003A23C2"/>
    <w:rsid w:val="003A23E2"/>
    <w:rsid w:val="003A25DF"/>
    <w:rsid w:val="003A26CF"/>
    <w:rsid w:val="003A2D7F"/>
    <w:rsid w:val="003A35F3"/>
    <w:rsid w:val="003A382A"/>
    <w:rsid w:val="003A3DAF"/>
    <w:rsid w:val="003A3F17"/>
    <w:rsid w:val="003A41B2"/>
    <w:rsid w:val="003A44F1"/>
    <w:rsid w:val="003A46C6"/>
    <w:rsid w:val="003A4BBB"/>
    <w:rsid w:val="003A4F68"/>
    <w:rsid w:val="003A5ED2"/>
    <w:rsid w:val="003A6618"/>
    <w:rsid w:val="003A66A4"/>
    <w:rsid w:val="003A6843"/>
    <w:rsid w:val="003A711C"/>
    <w:rsid w:val="003A722C"/>
    <w:rsid w:val="003A77E9"/>
    <w:rsid w:val="003A785D"/>
    <w:rsid w:val="003A7B90"/>
    <w:rsid w:val="003B034C"/>
    <w:rsid w:val="003B03EC"/>
    <w:rsid w:val="003B0FE1"/>
    <w:rsid w:val="003B10DA"/>
    <w:rsid w:val="003B121D"/>
    <w:rsid w:val="003B17AE"/>
    <w:rsid w:val="003B2519"/>
    <w:rsid w:val="003B2650"/>
    <w:rsid w:val="003B27B9"/>
    <w:rsid w:val="003B2925"/>
    <w:rsid w:val="003B3F02"/>
    <w:rsid w:val="003B452C"/>
    <w:rsid w:val="003B494C"/>
    <w:rsid w:val="003B4A2F"/>
    <w:rsid w:val="003B4B2F"/>
    <w:rsid w:val="003B5285"/>
    <w:rsid w:val="003B60ED"/>
    <w:rsid w:val="003B6D60"/>
    <w:rsid w:val="003B732D"/>
    <w:rsid w:val="003B77C4"/>
    <w:rsid w:val="003B7927"/>
    <w:rsid w:val="003B7948"/>
    <w:rsid w:val="003B7D05"/>
    <w:rsid w:val="003C0005"/>
    <w:rsid w:val="003C0423"/>
    <w:rsid w:val="003C0448"/>
    <w:rsid w:val="003C05BB"/>
    <w:rsid w:val="003C0687"/>
    <w:rsid w:val="003C09BE"/>
    <w:rsid w:val="003C0A51"/>
    <w:rsid w:val="003C0C6C"/>
    <w:rsid w:val="003C0F98"/>
    <w:rsid w:val="003C0FD8"/>
    <w:rsid w:val="003C10C6"/>
    <w:rsid w:val="003C133C"/>
    <w:rsid w:val="003C1498"/>
    <w:rsid w:val="003C157A"/>
    <w:rsid w:val="003C17EC"/>
    <w:rsid w:val="003C1D42"/>
    <w:rsid w:val="003C2349"/>
    <w:rsid w:val="003C28DE"/>
    <w:rsid w:val="003C361D"/>
    <w:rsid w:val="003C419C"/>
    <w:rsid w:val="003C46FF"/>
    <w:rsid w:val="003C4A03"/>
    <w:rsid w:val="003C56E4"/>
    <w:rsid w:val="003C5806"/>
    <w:rsid w:val="003C5CB6"/>
    <w:rsid w:val="003C5D44"/>
    <w:rsid w:val="003C5F26"/>
    <w:rsid w:val="003C61EF"/>
    <w:rsid w:val="003C6341"/>
    <w:rsid w:val="003C683E"/>
    <w:rsid w:val="003C6A7D"/>
    <w:rsid w:val="003C6E95"/>
    <w:rsid w:val="003C764B"/>
    <w:rsid w:val="003C76FF"/>
    <w:rsid w:val="003C7881"/>
    <w:rsid w:val="003C7D5A"/>
    <w:rsid w:val="003C7F9C"/>
    <w:rsid w:val="003D0288"/>
    <w:rsid w:val="003D0360"/>
    <w:rsid w:val="003D0909"/>
    <w:rsid w:val="003D0956"/>
    <w:rsid w:val="003D0BE8"/>
    <w:rsid w:val="003D0F45"/>
    <w:rsid w:val="003D1195"/>
    <w:rsid w:val="003D1EB9"/>
    <w:rsid w:val="003D1FA5"/>
    <w:rsid w:val="003D284D"/>
    <w:rsid w:val="003D285D"/>
    <w:rsid w:val="003D2936"/>
    <w:rsid w:val="003D2CA3"/>
    <w:rsid w:val="003D340E"/>
    <w:rsid w:val="003D38B8"/>
    <w:rsid w:val="003D3BB1"/>
    <w:rsid w:val="003D3C8F"/>
    <w:rsid w:val="003D415E"/>
    <w:rsid w:val="003D442B"/>
    <w:rsid w:val="003D45C6"/>
    <w:rsid w:val="003D46DB"/>
    <w:rsid w:val="003D4BC7"/>
    <w:rsid w:val="003D4F05"/>
    <w:rsid w:val="003D561F"/>
    <w:rsid w:val="003D588A"/>
    <w:rsid w:val="003D58E8"/>
    <w:rsid w:val="003D5AAF"/>
    <w:rsid w:val="003D613B"/>
    <w:rsid w:val="003D67B4"/>
    <w:rsid w:val="003D68AD"/>
    <w:rsid w:val="003D6C91"/>
    <w:rsid w:val="003D6DA5"/>
    <w:rsid w:val="003D756A"/>
    <w:rsid w:val="003D765D"/>
    <w:rsid w:val="003D7664"/>
    <w:rsid w:val="003D7734"/>
    <w:rsid w:val="003D778F"/>
    <w:rsid w:val="003D7B40"/>
    <w:rsid w:val="003D7DCD"/>
    <w:rsid w:val="003E030B"/>
    <w:rsid w:val="003E09E2"/>
    <w:rsid w:val="003E0BD0"/>
    <w:rsid w:val="003E0C48"/>
    <w:rsid w:val="003E0EC0"/>
    <w:rsid w:val="003E114B"/>
    <w:rsid w:val="003E12D1"/>
    <w:rsid w:val="003E1581"/>
    <w:rsid w:val="003E1800"/>
    <w:rsid w:val="003E1A92"/>
    <w:rsid w:val="003E1AA7"/>
    <w:rsid w:val="003E2326"/>
    <w:rsid w:val="003E2BE3"/>
    <w:rsid w:val="003E37B3"/>
    <w:rsid w:val="003E389F"/>
    <w:rsid w:val="003E3B07"/>
    <w:rsid w:val="003E4355"/>
    <w:rsid w:val="003E458B"/>
    <w:rsid w:val="003E46E4"/>
    <w:rsid w:val="003E4AE5"/>
    <w:rsid w:val="003E4CE5"/>
    <w:rsid w:val="003E4EF3"/>
    <w:rsid w:val="003E5107"/>
    <w:rsid w:val="003E53C9"/>
    <w:rsid w:val="003E5769"/>
    <w:rsid w:val="003E5A67"/>
    <w:rsid w:val="003E62C9"/>
    <w:rsid w:val="003E66A6"/>
    <w:rsid w:val="003E6B57"/>
    <w:rsid w:val="003E6BF8"/>
    <w:rsid w:val="003E6EDC"/>
    <w:rsid w:val="003E7432"/>
    <w:rsid w:val="003E7786"/>
    <w:rsid w:val="003E78CF"/>
    <w:rsid w:val="003E7C7B"/>
    <w:rsid w:val="003E7DE0"/>
    <w:rsid w:val="003F00DE"/>
    <w:rsid w:val="003F027C"/>
    <w:rsid w:val="003F0319"/>
    <w:rsid w:val="003F0F78"/>
    <w:rsid w:val="003F1AA4"/>
    <w:rsid w:val="003F1DF7"/>
    <w:rsid w:val="003F1F37"/>
    <w:rsid w:val="003F2851"/>
    <w:rsid w:val="003F29C7"/>
    <w:rsid w:val="003F2D41"/>
    <w:rsid w:val="003F30A8"/>
    <w:rsid w:val="003F3BB1"/>
    <w:rsid w:val="003F3D54"/>
    <w:rsid w:val="003F3F53"/>
    <w:rsid w:val="003F467A"/>
    <w:rsid w:val="003F47D9"/>
    <w:rsid w:val="003F5167"/>
    <w:rsid w:val="003F530F"/>
    <w:rsid w:val="003F5494"/>
    <w:rsid w:val="003F5648"/>
    <w:rsid w:val="003F576F"/>
    <w:rsid w:val="003F62E5"/>
    <w:rsid w:val="003F63A3"/>
    <w:rsid w:val="003F6CE8"/>
    <w:rsid w:val="003F7307"/>
    <w:rsid w:val="003F7584"/>
    <w:rsid w:val="003F77A5"/>
    <w:rsid w:val="003F77F2"/>
    <w:rsid w:val="003F7C19"/>
    <w:rsid w:val="003F7D77"/>
    <w:rsid w:val="003F7E64"/>
    <w:rsid w:val="004001D0"/>
    <w:rsid w:val="00400763"/>
    <w:rsid w:val="00400979"/>
    <w:rsid w:val="004009A4"/>
    <w:rsid w:val="00400B8C"/>
    <w:rsid w:val="0040144B"/>
    <w:rsid w:val="00401854"/>
    <w:rsid w:val="0040222D"/>
    <w:rsid w:val="00402518"/>
    <w:rsid w:val="0040286B"/>
    <w:rsid w:val="00402AD6"/>
    <w:rsid w:val="00402B10"/>
    <w:rsid w:val="00402B80"/>
    <w:rsid w:val="00402C93"/>
    <w:rsid w:val="004032C8"/>
    <w:rsid w:val="0040342D"/>
    <w:rsid w:val="0040371C"/>
    <w:rsid w:val="00403B8A"/>
    <w:rsid w:val="00403D04"/>
    <w:rsid w:val="004041CB"/>
    <w:rsid w:val="0040454C"/>
    <w:rsid w:val="004046D3"/>
    <w:rsid w:val="00404E53"/>
    <w:rsid w:val="00405201"/>
    <w:rsid w:val="0040520C"/>
    <w:rsid w:val="00405538"/>
    <w:rsid w:val="0040579F"/>
    <w:rsid w:val="004067BF"/>
    <w:rsid w:val="00407062"/>
    <w:rsid w:val="004078E7"/>
    <w:rsid w:val="00407BA8"/>
    <w:rsid w:val="00407C35"/>
    <w:rsid w:val="00407D2D"/>
    <w:rsid w:val="0041022B"/>
    <w:rsid w:val="00410429"/>
    <w:rsid w:val="004108DA"/>
    <w:rsid w:val="004109B6"/>
    <w:rsid w:val="00410CD7"/>
    <w:rsid w:val="00410DE7"/>
    <w:rsid w:val="00410EF5"/>
    <w:rsid w:val="00410F6E"/>
    <w:rsid w:val="0041163F"/>
    <w:rsid w:val="00411ADD"/>
    <w:rsid w:val="00412075"/>
    <w:rsid w:val="00412186"/>
    <w:rsid w:val="00412672"/>
    <w:rsid w:val="00412708"/>
    <w:rsid w:val="004128EC"/>
    <w:rsid w:val="00412D8A"/>
    <w:rsid w:val="00413C49"/>
    <w:rsid w:val="00413F24"/>
    <w:rsid w:val="00414357"/>
    <w:rsid w:val="004144AF"/>
    <w:rsid w:val="00414C5D"/>
    <w:rsid w:val="00415622"/>
    <w:rsid w:val="00415A9B"/>
    <w:rsid w:val="00415BF7"/>
    <w:rsid w:val="00416145"/>
    <w:rsid w:val="00416193"/>
    <w:rsid w:val="004162DF"/>
    <w:rsid w:val="00416773"/>
    <w:rsid w:val="00416906"/>
    <w:rsid w:val="00416B1A"/>
    <w:rsid w:val="00416BCD"/>
    <w:rsid w:val="00416D50"/>
    <w:rsid w:val="00416D71"/>
    <w:rsid w:val="00416E49"/>
    <w:rsid w:val="004170E4"/>
    <w:rsid w:val="00417B65"/>
    <w:rsid w:val="00417B81"/>
    <w:rsid w:val="00420297"/>
    <w:rsid w:val="004207C5"/>
    <w:rsid w:val="0042081A"/>
    <w:rsid w:val="00420BD2"/>
    <w:rsid w:val="00420C41"/>
    <w:rsid w:val="00420E68"/>
    <w:rsid w:val="00421083"/>
    <w:rsid w:val="004212E4"/>
    <w:rsid w:val="004213D4"/>
    <w:rsid w:val="004216B7"/>
    <w:rsid w:val="00421772"/>
    <w:rsid w:val="00421A22"/>
    <w:rsid w:val="004220D5"/>
    <w:rsid w:val="004222E8"/>
    <w:rsid w:val="004225B4"/>
    <w:rsid w:val="004228D2"/>
    <w:rsid w:val="00422B41"/>
    <w:rsid w:val="00422CB1"/>
    <w:rsid w:val="00422F04"/>
    <w:rsid w:val="004230D1"/>
    <w:rsid w:val="00423273"/>
    <w:rsid w:val="00423951"/>
    <w:rsid w:val="00423B9F"/>
    <w:rsid w:val="00423CEF"/>
    <w:rsid w:val="00423FA4"/>
    <w:rsid w:val="004240AF"/>
    <w:rsid w:val="00424215"/>
    <w:rsid w:val="004246D8"/>
    <w:rsid w:val="0042473D"/>
    <w:rsid w:val="00424C2E"/>
    <w:rsid w:val="004251A0"/>
    <w:rsid w:val="0042561C"/>
    <w:rsid w:val="004263A0"/>
    <w:rsid w:val="004266F0"/>
    <w:rsid w:val="00426CAD"/>
    <w:rsid w:val="00427321"/>
    <w:rsid w:val="00427FA6"/>
    <w:rsid w:val="0043036E"/>
    <w:rsid w:val="00430D29"/>
    <w:rsid w:val="00431276"/>
    <w:rsid w:val="0043139E"/>
    <w:rsid w:val="0043146A"/>
    <w:rsid w:val="0043157F"/>
    <w:rsid w:val="004315E0"/>
    <w:rsid w:val="0043191C"/>
    <w:rsid w:val="00431D6A"/>
    <w:rsid w:val="00431E35"/>
    <w:rsid w:val="00431F0B"/>
    <w:rsid w:val="00432736"/>
    <w:rsid w:val="00432BC9"/>
    <w:rsid w:val="00433796"/>
    <w:rsid w:val="004337EB"/>
    <w:rsid w:val="004338B4"/>
    <w:rsid w:val="00433BA7"/>
    <w:rsid w:val="00433D2A"/>
    <w:rsid w:val="00434150"/>
    <w:rsid w:val="00434C99"/>
    <w:rsid w:val="0043545D"/>
    <w:rsid w:val="00435B07"/>
    <w:rsid w:val="00435EBD"/>
    <w:rsid w:val="004366D2"/>
    <w:rsid w:val="00436A0F"/>
    <w:rsid w:val="004370EF"/>
    <w:rsid w:val="004402E1"/>
    <w:rsid w:val="0044068C"/>
    <w:rsid w:val="0044072B"/>
    <w:rsid w:val="00440A1C"/>
    <w:rsid w:val="00440B6B"/>
    <w:rsid w:val="00440FF4"/>
    <w:rsid w:val="004413EA"/>
    <w:rsid w:val="00441811"/>
    <w:rsid w:val="00441C38"/>
    <w:rsid w:val="0044209E"/>
    <w:rsid w:val="00442552"/>
    <w:rsid w:val="004425A8"/>
    <w:rsid w:val="00442772"/>
    <w:rsid w:val="00442805"/>
    <w:rsid w:val="00442B55"/>
    <w:rsid w:val="004437D9"/>
    <w:rsid w:val="00443A0E"/>
    <w:rsid w:val="0044406E"/>
    <w:rsid w:val="004443B4"/>
    <w:rsid w:val="004444E8"/>
    <w:rsid w:val="00444833"/>
    <w:rsid w:val="00444C67"/>
    <w:rsid w:val="00444D85"/>
    <w:rsid w:val="00444F7F"/>
    <w:rsid w:val="0044524B"/>
    <w:rsid w:val="004454CC"/>
    <w:rsid w:val="00445660"/>
    <w:rsid w:val="00445A85"/>
    <w:rsid w:val="00445B88"/>
    <w:rsid w:val="004462F9"/>
    <w:rsid w:val="0044714F"/>
    <w:rsid w:val="004472AD"/>
    <w:rsid w:val="00447943"/>
    <w:rsid w:val="00447DD7"/>
    <w:rsid w:val="00447E01"/>
    <w:rsid w:val="00447EC2"/>
    <w:rsid w:val="00450882"/>
    <w:rsid w:val="0045096C"/>
    <w:rsid w:val="00450ABE"/>
    <w:rsid w:val="00450B58"/>
    <w:rsid w:val="00450D2E"/>
    <w:rsid w:val="004510DB"/>
    <w:rsid w:val="004511B6"/>
    <w:rsid w:val="004519BE"/>
    <w:rsid w:val="004519DC"/>
    <w:rsid w:val="00451A95"/>
    <w:rsid w:val="00451D86"/>
    <w:rsid w:val="00451E4F"/>
    <w:rsid w:val="00451F9F"/>
    <w:rsid w:val="004522F6"/>
    <w:rsid w:val="004538A7"/>
    <w:rsid w:val="004538E6"/>
    <w:rsid w:val="00453C2F"/>
    <w:rsid w:val="00453D87"/>
    <w:rsid w:val="00453D9E"/>
    <w:rsid w:val="00453FF9"/>
    <w:rsid w:val="0045402B"/>
    <w:rsid w:val="0045437A"/>
    <w:rsid w:val="0045448C"/>
    <w:rsid w:val="0045468A"/>
    <w:rsid w:val="00454771"/>
    <w:rsid w:val="00454881"/>
    <w:rsid w:val="00454E62"/>
    <w:rsid w:val="00454F0E"/>
    <w:rsid w:val="00454F47"/>
    <w:rsid w:val="0045512D"/>
    <w:rsid w:val="00455357"/>
    <w:rsid w:val="00456552"/>
    <w:rsid w:val="0045681F"/>
    <w:rsid w:val="00456859"/>
    <w:rsid w:val="0045768F"/>
    <w:rsid w:val="0046007A"/>
    <w:rsid w:val="004603A1"/>
    <w:rsid w:val="0046058D"/>
    <w:rsid w:val="004608AE"/>
    <w:rsid w:val="00460F69"/>
    <w:rsid w:val="004614CF"/>
    <w:rsid w:val="0046170C"/>
    <w:rsid w:val="004617BF"/>
    <w:rsid w:val="00461AA4"/>
    <w:rsid w:val="00461BB7"/>
    <w:rsid w:val="00461DC8"/>
    <w:rsid w:val="00461F1B"/>
    <w:rsid w:val="00462136"/>
    <w:rsid w:val="004621B0"/>
    <w:rsid w:val="004622B4"/>
    <w:rsid w:val="00462DB8"/>
    <w:rsid w:val="00462DC4"/>
    <w:rsid w:val="00463093"/>
    <w:rsid w:val="00463DDE"/>
    <w:rsid w:val="00463E7E"/>
    <w:rsid w:val="004641A8"/>
    <w:rsid w:val="00464578"/>
    <w:rsid w:val="00464B59"/>
    <w:rsid w:val="004651FA"/>
    <w:rsid w:val="00465407"/>
    <w:rsid w:val="004659D8"/>
    <w:rsid w:val="00465B07"/>
    <w:rsid w:val="004662F4"/>
    <w:rsid w:val="004663D3"/>
    <w:rsid w:val="0046645D"/>
    <w:rsid w:val="004664FF"/>
    <w:rsid w:val="00466673"/>
    <w:rsid w:val="00466743"/>
    <w:rsid w:val="00466782"/>
    <w:rsid w:val="004669ED"/>
    <w:rsid w:val="00466C9D"/>
    <w:rsid w:val="00466D38"/>
    <w:rsid w:val="00467164"/>
    <w:rsid w:val="004673E0"/>
    <w:rsid w:val="00467475"/>
    <w:rsid w:val="00467B1F"/>
    <w:rsid w:val="00467D73"/>
    <w:rsid w:val="00467ED5"/>
    <w:rsid w:val="00470114"/>
    <w:rsid w:val="004707DB"/>
    <w:rsid w:val="0047101C"/>
    <w:rsid w:val="00471750"/>
    <w:rsid w:val="00471D14"/>
    <w:rsid w:val="00471E02"/>
    <w:rsid w:val="0047299D"/>
    <w:rsid w:val="00472ABD"/>
    <w:rsid w:val="00472D95"/>
    <w:rsid w:val="00472E34"/>
    <w:rsid w:val="00472E54"/>
    <w:rsid w:val="00473DEE"/>
    <w:rsid w:val="0047414C"/>
    <w:rsid w:val="00474290"/>
    <w:rsid w:val="0047455B"/>
    <w:rsid w:val="0047537D"/>
    <w:rsid w:val="00475749"/>
    <w:rsid w:val="00476160"/>
    <w:rsid w:val="0047628C"/>
    <w:rsid w:val="004762FD"/>
    <w:rsid w:val="00476509"/>
    <w:rsid w:val="00477140"/>
    <w:rsid w:val="00477423"/>
    <w:rsid w:val="00477768"/>
    <w:rsid w:val="004778C0"/>
    <w:rsid w:val="00480BFA"/>
    <w:rsid w:val="004812F3"/>
    <w:rsid w:val="004813EC"/>
    <w:rsid w:val="004816E9"/>
    <w:rsid w:val="004819EA"/>
    <w:rsid w:val="00481AF1"/>
    <w:rsid w:val="004823C0"/>
    <w:rsid w:val="00482746"/>
    <w:rsid w:val="00482BAF"/>
    <w:rsid w:val="00482C3E"/>
    <w:rsid w:val="00482E38"/>
    <w:rsid w:val="00483C0D"/>
    <w:rsid w:val="00484499"/>
    <w:rsid w:val="00484875"/>
    <w:rsid w:val="00484949"/>
    <w:rsid w:val="00484A9B"/>
    <w:rsid w:val="00484AD3"/>
    <w:rsid w:val="00485254"/>
    <w:rsid w:val="00485688"/>
    <w:rsid w:val="004857D5"/>
    <w:rsid w:val="00485815"/>
    <w:rsid w:val="00485DED"/>
    <w:rsid w:val="00485E32"/>
    <w:rsid w:val="00486203"/>
    <w:rsid w:val="004866EF"/>
    <w:rsid w:val="0048795B"/>
    <w:rsid w:val="0049070A"/>
    <w:rsid w:val="00490A1D"/>
    <w:rsid w:val="00490B21"/>
    <w:rsid w:val="00490C8D"/>
    <w:rsid w:val="0049119F"/>
    <w:rsid w:val="00491612"/>
    <w:rsid w:val="00491665"/>
    <w:rsid w:val="004917E4"/>
    <w:rsid w:val="00491B4D"/>
    <w:rsid w:val="00491D52"/>
    <w:rsid w:val="004920B6"/>
    <w:rsid w:val="004920B9"/>
    <w:rsid w:val="004922D8"/>
    <w:rsid w:val="00492587"/>
    <w:rsid w:val="00492915"/>
    <w:rsid w:val="0049297B"/>
    <w:rsid w:val="004929FA"/>
    <w:rsid w:val="00492A9A"/>
    <w:rsid w:val="0049316C"/>
    <w:rsid w:val="00493414"/>
    <w:rsid w:val="004935A1"/>
    <w:rsid w:val="00493BCE"/>
    <w:rsid w:val="00493CA2"/>
    <w:rsid w:val="00493CE2"/>
    <w:rsid w:val="00494092"/>
    <w:rsid w:val="0049425B"/>
    <w:rsid w:val="00494319"/>
    <w:rsid w:val="00494619"/>
    <w:rsid w:val="004955EC"/>
    <w:rsid w:val="00495B89"/>
    <w:rsid w:val="0049632A"/>
    <w:rsid w:val="004968DD"/>
    <w:rsid w:val="00496F88"/>
    <w:rsid w:val="0049702A"/>
    <w:rsid w:val="0049715D"/>
    <w:rsid w:val="00497397"/>
    <w:rsid w:val="004975C5"/>
    <w:rsid w:val="0049793A"/>
    <w:rsid w:val="00497954"/>
    <w:rsid w:val="00497CD6"/>
    <w:rsid w:val="00497E4C"/>
    <w:rsid w:val="00497E8B"/>
    <w:rsid w:val="004A01E3"/>
    <w:rsid w:val="004A056C"/>
    <w:rsid w:val="004A068D"/>
    <w:rsid w:val="004A1348"/>
    <w:rsid w:val="004A13D2"/>
    <w:rsid w:val="004A171E"/>
    <w:rsid w:val="004A1D05"/>
    <w:rsid w:val="004A1E93"/>
    <w:rsid w:val="004A20D9"/>
    <w:rsid w:val="004A2133"/>
    <w:rsid w:val="004A27EA"/>
    <w:rsid w:val="004A2ACD"/>
    <w:rsid w:val="004A2CC0"/>
    <w:rsid w:val="004A2ED6"/>
    <w:rsid w:val="004A2F75"/>
    <w:rsid w:val="004A3568"/>
    <w:rsid w:val="004A3584"/>
    <w:rsid w:val="004A37DD"/>
    <w:rsid w:val="004A391A"/>
    <w:rsid w:val="004A4108"/>
    <w:rsid w:val="004A4716"/>
    <w:rsid w:val="004A4A7C"/>
    <w:rsid w:val="004A4C5D"/>
    <w:rsid w:val="004A4CCE"/>
    <w:rsid w:val="004A4F15"/>
    <w:rsid w:val="004A4FCA"/>
    <w:rsid w:val="004A509E"/>
    <w:rsid w:val="004A58C8"/>
    <w:rsid w:val="004A6689"/>
    <w:rsid w:val="004A66C4"/>
    <w:rsid w:val="004A6D35"/>
    <w:rsid w:val="004A6D85"/>
    <w:rsid w:val="004A71CC"/>
    <w:rsid w:val="004A7382"/>
    <w:rsid w:val="004A73E2"/>
    <w:rsid w:val="004A76F0"/>
    <w:rsid w:val="004A7948"/>
    <w:rsid w:val="004A7AF8"/>
    <w:rsid w:val="004A7B14"/>
    <w:rsid w:val="004A7DB3"/>
    <w:rsid w:val="004A7F16"/>
    <w:rsid w:val="004A7F3F"/>
    <w:rsid w:val="004A7F67"/>
    <w:rsid w:val="004B0617"/>
    <w:rsid w:val="004B0DAC"/>
    <w:rsid w:val="004B18AA"/>
    <w:rsid w:val="004B193E"/>
    <w:rsid w:val="004B1CA1"/>
    <w:rsid w:val="004B1CEE"/>
    <w:rsid w:val="004B214B"/>
    <w:rsid w:val="004B25DD"/>
    <w:rsid w:val="004B320C"/>
    <w:rsid w:val="004B350B"/>
    <w:rsid w:val="004B3A68"/>
    <w:rsid w:val="004B424E"/>
    <w:rsid w:val="004B4273"/>
    <w:rsid w:val="004B4408"/>
    <w:rsid w:val="004B47A4"/>
    <w:rsid w:val="004B4971"/>
    <w:rsid w:val="004B4997"/>
    <w:rsid w:val="004B4C25"/>
    <w:rsid w:val="004B4E89"/>
    <w:rsid w:val="004B4FEC"/>
    <w:rsid w:val="004B58B2"/>
    <w:rsid w:val="004B5B70"/>
    <w:rsid w:val="004B5EB0"/>
    <w:rsid w:val="004B5FD9"/>
    <w:rsid w:val="004B62CF"/>
    <w:rsid w:val="004B674E"/>
    <w:rsid w:val="004B6EEC"/>
    <w:rsid w:val="004B7197"/>
    <w:rsid w:val="004B7292"/>
    <w:rsid w:val="004B74F7"/>
    <w:rsid w:val="004B770F"/>
    <w:rsid w:val="004B7CF2"/>
    <w:rsid w:val="004B7D35"/>
    <w:rsid w:val="004B7D71"/>
    <w:rsid w:val="004C0232"/>
    <w:rsid w:val="004C0279"/>
    <w:rsid w:val="004C06B4"/>
    <w:rsid w:val="004C0860"/>
    <w:rsid w:val="004C0A64"/>
    <w:rsid w:val="004C0EF0"/>
    <w:rsid w:val="004C0F87"/>
    <w:rsid w:val="004C1172"/>
    <w:rsid w:val="004C1CD1"/>
    <w:rsid w:val="004C24E8"/>
    <w:rsid w:val="004C26E1"/>
    <w:rsid w:val="004C26FC"/>
    <w:rsid w:val="004C2882"/>
    <w:rsid w:val="004C2AC6"/>
    <w:rsid w:val="004C2E4A"/>
    <w:rsid w:val="004C3A4A"/>
    <w:rsid w:val="004C3E17"/>
    <w:rsid w:val="004C448E"/>
    <w:rsid w:val="004C5553"/>
    <w:rsid w:val="004C5604"/>
    <w:rsid w:val="004C5978"/>
    <w:rsid w:val="004C5E72"/>
    <w:rsid w:val="004C5FDC"/>
    <w:rsid w:val="004C64C1"/>
    <w:rsid w:val="004C71ED"/>
    <w:rsid w:val="004C76D3"/>
    <w:rsid w:val="004C789C"/>
    <w:rsid w:val="004C78B4"/>
    <w:rsid w:val="004C795C"/>
    <w:rsid w:val="004D0207"/>
    <w:rsid w:val="004D0D0E"/>
    <w:rsid w:val="004D0E06"/>
    <w:rsid w:val="004D1140"/>
    <w:rsid w:val="004D1CD1"/>
    <w:rsid w:val="004D2303"/>
    <w:rsid w:val="004D2F16"/>
    <w:rsid w:val="004D33D3"/>
    <w:rsid w:val="004D386A"/>
    <w:rsid w:val="004D39CA"/>
    <w:rsid w:val="004D3BA0"/>
    <w:rsid w:val="004D3F7A"/>
    <w:rsid w:val="004D4287"/>
    <w:rsid w:val="004D446C"/>
    <w:rsid w:val="004D46C3"/>
    <w:rsid w:val="004D4AB4"/>
    <w:rsid w:val="004D55BD"/>
    <w:rsid w:val="004D585D"/>
    <w:rsid w:val="004D5BC0"/>
    <w:rsid w:val="004D64D6"/>
    <w:rsid w:val="004D6958"/>
    <w:rsid w:val="004D6C0D"/>
    <w:rsid w:val="004D6E85"/>
    <w:rsid w:val="004D70F4"/>
    <w:rsid w:val="004D714F"/>
    <w:rsid w:val="004D728B"/>
    <w:rsid w:val="004D72F9"/>
    <w:rsid w:val="004D758A"/>
    <w:rsid w:val="004D7C34"/>
    <w:rsid w:val="004E0192"/>
    <w:rsid w:val="004E0305"/>
    <w:rsid w:val="004E068F"/>
    <w:rsid w:val="004E08BA"/>
    <w:rsid w:val="004E09A4"/>
    <w:rsid w:val="004E0AEF"/>
    <w:rsid w:val="004E0C9B"/>
    <w:rsid w:val="004E179D"/>
    <w:rsid w:val="004E199C"/>
    <w:rsid w:val="004E1A35"/>
    <w:rsid w:val="004E1C5E"/>
    <w:rsid w:val="004E1D94"/>
    <w:rsid w:val="004E35FD"/>
    <w:rsid w:val="004E3832"/>
    <w:rsid w:val="004E3BD6"/>
    <w:rsid w:val="004E40A5"/>
    <w:rsid w:val="004E4280"/>
    <w:rsid w:val="004E4429"/>
    <w:rsid w:val="004E4826"/>
    <w:rsid w:val="004E4BED"/>
    <w:rsid w:val="004E4EC5"/>
    <w:rsid w:val="004E51E8"/>
    <w:rsid w:val="004E5662"/>
    <w:rsid w:val="004E5B14"/>
    <w:rsid w:val="004E6078"/>
    <w:rsid w:val="004E7372"/>
    <w:rsid w:val="004F0346"/>
    <w:rsid w:val="004F06BC"/>
    <w:rsid w:val="004F07B8"/>
    <w:rsid w:val="004F0C9D"/>
    <w:rsid w:val="004F0D1D"/>
    <w:rsid w:val="004F1204"/>
    <w:rsid w:val="004F1458"/>
    <w:rsid w:val="004F1553"/>
    <w:rsid w:val="004F15C8"/>
    <w:rsid w:val="004F2175"/>
    <w:rsid w:val="004F22E2"/>
    <w:rsid w:val="004F23C4"/>
    <w:rsid w:val="004F282E"/>
    <w:rsid w:val="004F2EBE"/>
    <w:rsid w:val="004F36EE"/>
    <w:rsid w:val="004F3A36"/>
    <w:rsid w:val="004F3D97"/>
    <w:rsid w:val="004F45D6"/>
    <w:rsid w:val="004F4A6D"/>
    <w:rsid w:val="004F4CAA"/>
    <w:rsid w:val="004F4D5E"/>
    <w:rsid w:val="004F4FAA"/>
    <w:rsid w:val="004F57FE"/>
    <w:rsid w:val="004F594A"/>
    <w:rsid w:val="004F5E19"/>
    <w:rsid w:val="004F6F42"/>
    <w:rsid w:val="004F722E"/>
    <w:rsid w:val="004F769A"/>
    <w:rsid w:val="004F795B"/>
    <w:rsid w:val="004F7E49"/>
    <w:rsid w:val="00500652"/>
    <w:rsid w:val="00500700"/>
    <w:rsid w:val="00500E8A"/>
    <w:rsid w:val="005015D3"/>
    <w:rsid w:val="005016A5"/>
    <w:rsid w:val="0050184C"/>
    <w:rsid w:val="00501A0E"/>
    <w:rsid w:val="005028DD"/>
    <w:rsid w:val="00502DB9"/>
    <w:rsid w:val="00502FCE"/>
    <w:rsid w:val="005030BA"/>
    <w:rsid w:val="005032E1"/>
    <w:rsid w:val="0050332C"/>
    <w:rsid w:val="005033D6"/>
    <w:rsid w:val="005034C7"/>
    <w:rsid w:val="0050377D"/>
    <w:rsid w:val="00503A75"/>
    <w:rsid w:val="00503ED2"/>
    <w:rsid w:val="005046A9"/>
    <w:rsid w:val="00504EBC"/>
    <w:rsid w:val="00504F02"/>
    <w:rsid w:val="005050AF"/>
    <w:rsid w:val="0050514D"/>
    <w:rsid w:val="005054CC"/>
    <w:rsid w:val="005057A8"/>
    <w:rsid w:val="00505B11"/>
    <w:rsid w:val="00505B27"/>
    <w:rsid w:val="00505C19"/>
    <w:rsid w:val="005060B0"/>
    <w:rsid w:val="00507560"/>
    <w:rsid w:val="00507822"/>
    <w:rsid w:val="005078CF"/>
    <w:rsid w:val="005078D5"/>
    <w:rsid w:val="00507CE4"/>
    <w:rsid w:val="00507EB9"/>
    <w:rsid w:val="00510170"/>
    <w:rsid w:val="0051028E"/>
    <w:rsid w:val="0051089A"/>
    <w:rsid w:val="00511172"/>
    <w:rsid w:val="005111EB"/>
    <w:rsid w:val="0051134E"/>
    <w:rsid w:val="005115B1"/>
    <w:rsid w:val="0051244D"/>
    <w:rsid w:val="0051260A"/>
    <w:rsid w:val="00512ECB"/>
    <w:rsid w:val="005132FD"/>
    <w:rsid w:val="005135A7"/>
    <w:rsid w:val="00513842"/>
    <w:rsid w:val="0051414A"/>
    <w:rsid w:val="00514650"/>
    <w:rsid w:val="0051476C"/>
    <w:rsid w:val="00514F83"/>
    <w:rsid w:val="00515178"/>
    <w:rsid w:val="005158E6"/>
    <w:rsid w:val="005160DE"/>
    <w:rsid w:val="005165C0"/>
    <w:rsid w:val="005165D4"/>
    <w:rsid w:val="00516C6E"/>
    <w:rsid w:val="00517385"/>
    <w:rsid w:val="005173CD"/>
    <w:rsid w:val="0051767D"/>
    <w:rsid w:val="00517694"/>
    <w:rsid w:val="00517963"/>
    <w:rsid w:val="00517A3B"/>
    <w:rsid w:val="00517C02"/>
    <w:rsid w:val="00517CBC"/>
    <w:rsid w:val="00517DEE"/>
    <w:rsid w:val="00520395"/>
    <w:rsid w:val="00520478"/>
    <w:rsid w:val="00520941"/>
    <w:rsid w:val="00520D9F"/>
    <w:rsid w:val="00520E7C"/>
    <w:rsid w:val="00520F17"/>
    <w:rsid w:val="00521509"/>
    <w:rsid w:val="00521796"/>
    <w:rsid w:val="005218B0"/>
    <w:rsid w:val="005222C9"/>
    <w:rsid w:val="005225FE"/>
    <w:rsid w:val="005227C4"/>
    <w:rsid w:val="00523053"/>
    <w:rsid w:val="00523089"/>
    <w:rsid w:val="0052311F"/>
    <w:rsid w:val="00523814"/>
    <w:rsid w:val="00523A82"/>
    <w:rsid w:val="00523AB6"/>
    <w:rsid w:val="00523F6E"/>
    <w:rsid w:val="0052449D"/>
    <w:rsid w:val="00524589"/>
    <w:rsid w:val="00524A71"/>
    <w:rsid w:val="005250EA"/>
    <w:rsid w:val="005253C5"/>
    <w:rsid w:val="005253D8"/>
    <w:rsid w:val="0052587B"/>
    <w:rsid w:val="00525914"/>
    <w:rsid w:val="00525BBC"/>
    <w:rsid w:val="00525D07"/>
    <w:rsid w:val="00525DFA"/>
    <w:rsid w:val="00525EB8"/>
    <w:rsid w:val="005263A1"/>
    <w:rsid w:val="00526559"/>
    <w:rsid w:val="00526AFF"/>
    <w:rsid w:val="00526D2B"/>
    <w:rsid w:val="00526EE6"/>
    <w:rsid w:val="00527514"/>
    <w:rsid w:val="00527722"/>
    <w:rsid w:val="005278BF"/>
    <w:rsid w:val="00527E5D"/>
    <w:rsid w:val="00527EB1"/>
    <w:rsid w:val="00530310"/>
    <w:rsid w:val="0053056E"/>
    <w:rsid w:val="0053057D"/>
    <w:rsid w:val="00530C9E"/>
    <w:rsid w:val="00531129"/>
    <w:rsid w:val="005313BE"/>
    <w:rsid w:val="005319E1"/>
    <w:rsid w:val="00531A69"/>
    <w:rsid w:val="00531A79"/>
    <w:rsid w:val="00531CFE"/>
    <w:rsid w:val="0053215E"/>
    <w:rsid w:val="00532481"/>
    <w:rsid w:val="0053264D"/>
    <w:rsid w:val="005326F4"/>
    <w:rsid w:val="00532A84"/>
    <w:rsid w:val="00532E4C"/>
    <w:rsid w:val="00533847"/>
    <w:rsid w:val="00533AEA"/>
    <w:rsid w:val="00534018"/>
    <w:rsid w:val="00534469"/>
    <w:rsid w:val="0053460B"/>
    <w:rsid w:val="00534728"/>
    <w:rsid w:val="00534FFC"/>
    <w:rsid w:val="00535303"/>
    <w:rsid w:val="005354BB"/>
    <w:rsid w:val="00535B1F"/>
    <w:rsid w:val="00535BDC"/>
    <w:rsid w:val="00535D08"/>
    <w:rsid w:val="00535D98"/>
    <w:rsid w:val="00535FD8"/>
    <w:rsid w:val="005365D2"/>
    <w:rsid w:val="00536A09"/>
    <w:rsid w:val="00536EB4"/>
    <w:rsid w:val="00536FC7"/>
    <w:rsid w:val="00537519"/>
    <w:rsid w:val="005376F6"/>
    <w:rsid w:val="00537BBD"/>
    <w:rsid w:val="00537C0B"/>
    <w:rsid w:val="00537C18"/>
    <w:rsid w:val="0054023D"/>
    <w:rsid w:val="0054040B"/>
    <w:rsid w:val="00540732"/>
    <w:rsid w:val="0054079D"/>
    <w:rsid w:val="00540EFA"/>
    <w:rsid w:val="00540F66"/>
    <w:rsid w:val="005410E8"/>
    <w:rsid w:val="005413E5"/>
    <w:rsid w:val="00541DDB"/>
    <w:rsid w:val="00541E1B"/>
    <w:rsid w:val="00541FB3"/>
    <w:rsid w:val="005422EB"/>
    <w:rsid w:val="005429E8"/>
    <w:rsid w:val="00542DC3"/>
    <w:rsid w:val="00542F42"/>
    <w:rsid w:val="005432AB"/>
    <w:rsid w:val="005432F8"/>
    <w:rsid w:val="00543B39"/>
    <w:rsid w:val="005443C3"/>
    <w:rsid w:val="005446FF"/>
    <w:rsid w:val="00544AF1"/>
    <w:rsid w:val="0054585E"/>
    <w:rsid w:val="005459C1"/>
    <w:rsid w:val="005459F3"/>
    <w:rsid w:val="00545B63"/>
    <w:rsid w:val="00546184"/>
    <w:rsid w:val="00546303"/>
    <w:rsid w:val="00546556"/>
    <w:rsid w:val="00547090"/>
    <w:rsid w:val="00547246"/>
    <w:rsid w:val="0054732C"/>
    <w:rsid w:val="005473AC"/>
    <w:rsid w:val="005478CE"/>
    <w:rsid w:val="00547960"/>
    <w:rsid w:val="00547AB8"/>
    <w:rsid w:val="00547ACA"/>
    <w:rsid w:val="00547B9E"/>
    <w:rsid w:val="00547E6E"/>
    <w:rsid w:val="00550279"/>
    <w:rsid w:val="00550323"/>
    <w:rsid w:val="00550767"/>
    <w:rsid w:val="00551398"/>
    <w:rsid w:val="00551523"/>
    <w:rsid w:val="00551558"/>
    <w:rsid w:val="00551F33"/>
    <w:rsid w:val="00552280"/>
    <w:rsid w:val="00552B64"/>
    <w:rsid w:val="00552E48"/>
    <w:rsid w:val="00552FCA"/>
    <w:rsid w:val="0055333C"/>
    <w:rsid w:val="00553423"/>
    <w:rsid w:val="00553433"/>
    <w:rsid w:val="00553502"/>
    <w:rsid w:val="00553724"/>
    <w:rsid w:val="005539D4"/>
    <w:rsid w:val="00553C3C"/>
    <w:rsid w:val="00553ED2"/>
    <w:rsid w:val="005543EE"/>
    <w:rsid w:val="0055441A"/>
    <w:rsid w:val="005544C1"/>
    <w:rsid w:val="0055488A"/>
    <w:rsid w:val="0055502A"/>
    <w:rsid w:val="00555082"/>
    <w:rsid w:val="0055535A"/>
    <w:rsid w:val="005554E5"/>
    <w:rsid w:val="0055556A"/>
    <w:rsid w:val="00555722"/>
    <w:rsid w:val="005557E6"/>
    <w:rsid w:val="00555B1E"/>
    <w:rsid w:val="00555C40"/>
    <w:rsid w:val="00555D56"/>
    <w:rsid w:val="00556471"/>
    <w:rsid w:val="0055672F"/>
    <w:rsid w:val="00556925"/>
    <w:rsid w:val="00556EFA"/>
    <w:rsid w:val="00557069"/>
    <w:rsid w:val="005571E0"/>
    <w:rsid w:val="00557344"/>
    <w:rsid w:val="005577CC"/>
    <w:rsid w:val="00557A75"/>
    <w:rsid w:val="00557A9F"/>
    <w:rsid w:val="00560186"/>
    <w:rsid w:val="005602EF"/>
    <w:rsid w:val="00560359"/>
    <w:rsid w:val="005603E4"/>
    <w:rsid w:val="005604E3"/>
    <w:rsid w:val="00560831"/>
    <w:rsid w:val="00560C98"/>
    <w:rsid w:val="00560F0F"/>
    <w:rsid w:val="00561102"/>
    <w:rsid w:val="00561621"/>
    <w:rsid w:val="0056169A"/>
    <w:rsid w:val="00561DB9"/>
    <w:rsid w:val="00561FC1"/>
    <w:rsid w:val="0056206B"/>
    <w:rsid w:val="00562542"/>
    <w:rsid w:val="0056267B"/>
    <w:rsid w:val="00563F51"/>
    <w:rsid w:val="0056401D"/>
    <w:rsid w:val="0056406B"/>
    <w:rsid w:val="00564691"/>
    <w:rsid w:val="00564787"/>
    <w:rsid w:val="00564D5F"/>
    <w:rsid w:val="00565076"/>
    <w:rsid w:val="00565537"/>
    <w:rsid w:val="005657C2"/>
    <w:rsid w:val="00565BF4"/>
    <w:rsid w:val="00565E6A"/>
    <w:rsid w:val="00565EFC"/>
    <w:rsid w:val="005664E2"/>
    <w:rsid w:val="00566724"/>
    <w:rsid w:val="00566CD9"/>
    <w:rsid w:val="00566E6A"/>
    <w:rsid w:val="00567041"/>
    <w:rsid w:val="0056784B"/>
    <w:rsid w:val="005678BD"/>
    <w:rsid w:val="00567CC2"/>
    <w:rsid w:val="00567D80"/>
    <w:rsid w:val="00567F17"/>
    <w:rsid w:val="00570419"/>
    <w:rsid w:val="0057100E"/>
    <w:rsid w:val="00571116"/>
    <w:rsid w:val="00571534"/>
    <w:rsid w:val="00571789"/>
    <w:rsid w:val="005719D8"/>
    <w:rsid w:val="0057229E"/>
    <w:rsid w:val="00572D46"/>
    <w:rsid w:val="005731DF"/>
    <w:rsid w:val="0057341E"/>
    <w:rsid w:val="005734CB"/>
    <w:rsid w:val="00573A2A"/>
    <w:rsid w:val="00573AFE"/>
    <w:rsid w:val="00573BBF"/>
    <w:rsid w:val="00573BF7"/>
    <w:rsid w:val="00573F7C"/>
    <w:rsid w:val="00574477"/>
    <w:rsid w:val="00574785"/>
    <w:rsid w:val="00574CE4"/>
    <w:rsid w:val="00574ED7"/>
    <w:rsid w:val="00574F72"/>
    <w:rsid w:val="005750D4"/>
    <w:rsid w:val="00575138"/>
    <w:rsid w:val="00575674"/>
    <w:rsid w:val="00575B77"/>
    <w:rsid w:val="00575DB3"/>
    <w:rsid w:val="00576634"/>
    <w:rsid w:val="00576F08"/>
    <w:rsid w:val="00577009"/>
    <w:rsid w:val="0057740C"/>
    <w:rsid w:val="00577882"/>
    <w:rsid w:val="00577905"/>
    <w:rsid w:val="00577B24"/>
    <w:rsid w:val="005806D2"/>
    <w:rsid w:val="00580B6F"/>
    <w:rsid w:val="0058112A"/>
    <w:rsid w:val="00581167"/>
    <w:rsid w:val="0058150D"/>
    <w:rsid w:val="00581537"/>
    <w:rsid w:val="00581AD2"/>
    <w:rsid w:val="00581BA2"/>
    <w:rsid w:val="0058205B"/>
    <w:rsid w:val="00582273"/>
    <w:rsid w:val="00582356"/>
    <w:rsid w:val="00582C53"/>
    <w:rsid w:val="00583901"/>
    <w:rsid w:val="00583921"/>
    <w:rsid w:val="00583A7A"/>
    <w:rsid w:val="00583E0E"/>
    <w:rsid w:val="00584153"/>
    <w:rsid w:val="0058510B"/>
    <w:rsid w:val="005851A5"/>
    <w:rsid w:val="005855AB"/>
    <w:rsid w:val="00585BB9"/>
    <w:rsid w:val="00586124"/>
    <w:rsid w:val="00586B07"/>
    <w:rsid w:val="00586BEF"/>
    <w:rsid w:val="00587259"/>
    <w:rsid w:val="00587604"/>
    <w:rsid w:val="00587C84"/>
    <w:rsid w:val="00587DBA"/>
    <w:rsid w:val="00590EB2"/>
    <w:rsid w:val="0059108A"/>
    <w:rsid w:val="0059180A"/>
    <w:rsid w:val="00591855"/>
    <w:rsid w:val="005918D6"/>
    <w:rsid w:val="00591E57"/>
    <w:rsid w:val="00591F84"/>
    <w:rsid w:val="0059202D"/>
    <w:rsid w:val="00592090"/>
    <w:rsid w:val="00592496"/>
    <w:rsid w:val="0059256A"/>
    <w:rsid w:val="005926A3"/>
    <w:rsid w:val="00592B44"/>
    <w:rsid w:val="00592BF9"/>
    <w:rsid w:val="00592E86"/>
    <w:rsid w:val="00593626"/>
    <w:rsid w:val="005936B1"/>
    <w:rsid w:val="005940CF"/>
    <w:rsid w:val="0059424F"/>
    <w:rsid w:val="00594704"/>
    <w:rsid w:val="005948AC"/>
    <w:rsid w:val="00594E6F"/>
    <w:rsid w:val="00595111"/>
    <w:rsid w:val="0059575A"/>
    <w:rsid w:val="005958C0"/>
    <w:rsid w:val="00595A31"/>
    <w:rsid w:val="00595ABE"/>
    <w:rsid w:val="00595E53"/>
    <w:rsid w:val="005962ED"/>
    <w:rsid w:val="005963BA"/>
    <w:rsid w:val="005965BB"/>
    <w:rsid w:val="005969D5"/>
    <w:rsid w:val="005972CF"/>
    <w:rsid w:val="00597787"/>
    <w:rsid w:val="005978A3"/>
    <w:rsid w:val="00597DE2"/>
    <w:rsid w:val="00597FC2"/>
    <w:rsid w:val="005A0424"/>
    <w:rsid w:val="005A04ED"/>
    <w:rsid w:val="005A0F5E"/>
    <w:rsid w:val="005A0FEC"/>
    <w:rsid w:val="005A1256"/>
    <w:rsid w:val="005A15EA"/>
    <w:rsid w:val="005A19F6"/>
    <w:rsid w:val="005A1BD3"/>
    <w:rsid w:val="005A2099"/>
    <w:rsid w:val="005A2384"/>
    <w:rsid w:val="005A321B"/>
    <w:rsid w:val="005A3260"/>
    <w:rsid w:val="005A3302"/>
    <w:rsid w:val="005A34F9"/>
    <w:rsid w:val="005A38B8"/>
    <w:rsid w:val="005A4314"/>
    <w:rsid w:val="005A5382"/>
    <w:rsid w:val="005A55F9"/>
    <w:rsid w:val="005A58E3"/>
    <w:rsid w:val="005A5900"/>
    <w:rsid w:val="005A6BA8"/>
    <w:rsid w:val="005A7318"/>
    <w:rsid w:val="005A7594"/>
    <w:rsid w:val="005A772B"/>
    <w:rsid w:val="005A7A3F"/>
    <w:rsid w:val="005B0087"/>
    <w:rsid w:val="005B018F"/>
    <w:rsid w:val="005B08CD"/>
    <w:rsid w:val="005B093F"/>
    <w:rsid w:val="005B0B9F"/>
    <w:rsid w:val="005B1341"/>
    <w:rsid w:val="005B1471"/>
    <w:rsid w:val="005B1A4E"/>
    <w:rsid w:val="005B1ACA"/>
    <w:rsid w:val="005B240B"/>
    <w:rsid w:val="005B24AA"/>
    <w:rsid w:val="005B2A66"/>
    <w:rsid w:val="005B2B80"/>
    <w:rsid w:val="005B2D2A"/>
    <w:rsid w:val="005B2E7F"/>
    <w:rsid w:val="005B3164"/>
    <w:rsid w:val="005B3529"/>
    <w:rsid w:val="005B422F"/>
    <w:rsid w:val="005B494F"/>
    <w:rsid w:val="005B4F06"/>
    <w:rsid w:val="005B52AD"/>
    <w:rsid w:val="005B52EF"/>
    <w:rsid w:val="005B5413"/>
    <w:rsid w:val="005B559A"/>
    <w:rsid w:val="005B5723"/>
    <w:rsid w:val="005B57FE"/>
    <w:rsid w:val="005B5889"/>
    <w:rsid w:val="005B5C8D"/>
    <w:rsid w:val="005B5D4D"/>
    <w:rsid w:val="005B6755"/>
    <w:rsid w:val="005B68D1"/>
    <w:rsid w:val="005B699A"/>
    <w:rsid w:val="005B69E8"/>
    <w:rsid w:val="005B6F2F"/>
    <w:rsid w:val="005B7279"/>
    <w:rsid w:val="005B7666"/>
    <w:rsid w:val="005B7673"/>
    <w:rsid w:val="005B7B48"/>
    <w:rsid w:val="005B7D7D"/>
    <w:rsid w:val="005C0332"/>
    <w:rsid w:val="005C09AF"/>
    <w:rsid w:val="005C17FF"/>
    <w:rsid w:val="005C193F"/>
    <w:rsid w:val="005C1AD1"/>
    <w:rsid w:val="005C1CBC"/>
    <w:rsid w:val="005C1F9B"/>
    <w:rsid w:val="005C20E4"/>
    <w:rsid w:val="005C2147"/>
    <w:rsid w:val="005C2A7D"/>
    <w:rsid w:val="005C2D24"/>
    <w:rsid w:val="005C2E01"/>
    <w:rsid w:val="005C2FBB"/>
    <w:rsid w:val="005C3151"/>
    <w:rsid w:val="005C34DE"/>
    <w:rsid w:val="005C3625"/>
    <w:rsid w:val="005C3786"/>
    <w:rsid w:val="005C38CD"/>
    <w:rsid w:val="005C3944"/>
    <w:rsid w:val="005C3BB5"/>
    <w:rsid w:val="005C3F6E"/>
    <w:rsid w:val="005C4264"/>
    <w:rsid w:val="005C4481"/>
    <w:rsid w:val="005C4753"/>
    <w:rsid w:val="005C4916"/>
    <w:rsid w:val="005C4AF4"/>
    <w:rsid w:val="005C4CC7"/>
    <w:rsid w:val="005C4D42"/>
    <w:rsid w:val="005C4FDE"/>
    <w:rsid w:val="005C5037"/>
    <w:rsid w:val="005C520C"/>
    <w:rsid w:val="005C5527"/>
    <w:rsid w:val="005C5DC2"/>
    <w:rsid w:val="005C636F"/>
    <w:rsid w:val="005C6398"/>
    <w:rsid w:val="005C6A49"/>
    <w:rsid w:val="005C6C8E"/>
    <w:rsid w:val="005C70AE"/>
    <w:rsid w:val="005C76B8"/>
    <w:rsid w:val="005D0155"/>
    <w:rsid w:val="005D087F"/>
    <w:rsid w:val="005D0BDC"/>
    <w:rsid w:val="005D0D4A"/>
    <w:rsid w:val="005D134D"/>
    <w:rsid w:val="005D18D7"/>
    <w:rsid w:val="005D19DD"/>
    <w:rsid w:val="005D1A6F"/>
    <w:rsid w:val="005D1B65"/>
    <w:rsid w:val="005D1CEA"/>
    <w:rsid w:val="005D2016"/>
    <w:rsid w:val="005D34C7"/>
    <w:rsid w:val="005D3510"/>
    <w:rsid w:val="005D35A0"/>
    <w:rsid w:val="005D3869"/>
    <w:rsid w:val="005D46FA"/>
    <w:rsid w:val="005D470B"/>
    <w:rsid w:val="005D47EF"/>
    <w:rsid w:val="005D4DDB"/>
    <w:rsid w:val="005D4E4D"/>
    <w:rsid w:val="005D4F54"/>
    <w:rsid w:val="005D5B6A"/>
    <w:rsid w:val="005D5C04"/>
    <w:rsid w:val="005D5C89"/>
    <w:rsid w:val="005D64B2"/>
    <w:rsid w:val="005D658D"/>
    <w:rsid w:val="005D66BE"/>
    <w:rsid w:val="005D6731"/>
    <w:rsid w:val="005D6872"/>
    <w:rsid w:val="005D68F4"/>
    <w:rsid w:val="005D798E"/>
    <w:rsid w:val="005D7C84"/>
    <w:rsid w:val="005D7CD5"/>
    <w:rsid w:val="005D7D42"/>
    <w:rsid w:val="005E01A4"/>
    <w:rsid w:val="005E0621"/>
    <w:rsid w:val="005E0765"/>
    <w:rsid w:val="005E095C"/>
    <w:rsid w:val="005E0AC2"/>
    <w:rsid w:val="005E12D4"/>
    <w:rsid w:val="005E167E"/>
    <w:rsid w:val="005E19B2"/>
    <w:rsid w:val="005E286B"/>
    <w:rsid w:val="005E28AE"/>
    <w:rsid w:val="005E2995"/>
    <w:rsid w:val="005E2AD5"/>
    <w:rsid w:val="005E2C2D"/>
    <w:rsid w:val="005E2CCD"/>
    <w:rsid w:val="005E2FA4"/>
    <w:rsid w:val="005E31A0"/>
    <w:rsid w:val="005E34EC"/>
    <w:rsid w:val="005E3B56"/>
    <w:rsid w:val="005E3C8B"/>
    <w:rsid w:val="005E3CEC"/>
    <w:rsid w:val="005E3DF3"/>
    <w:rsid w:val="005E41B7"/>
    <w:rsid w:val="005E4C0C"/>
    <w:rsid w:val="005E4D4E"/>
    <w:rsid w:val="005E566B"/>
    <w:rsid w:val="005E5F31"/>
    <w:rsid w:val="005E605B"/>
    <w:rsid w:val="005E61EA"/>
    <w:rsid w:val="005E620C"/>
    <w:rsid w:val="005E68AA"/>
    <w:rsid w:val="005E6F3C"/>
    <w:rsid w:val="005E74DD"/>
    <w:rsid w:val="005E7BA2"/>
    <w:rsid w:val="005F0039"/>
    <w:rsid w:val="005F008C"/>
    <w:rsid w:val="005F008E"/>
    <w:rsid w:val="005F00E2"/>
    <w:rsid w:val="005F0250"/>
    <w:rsid w:val="005F02A4"/>
    <w:rsid w:val="005F0992"/>
    <w:rsid w:val="005F0CD8"/>
    <w:rsid w:val="005F0DE3"/>
    <w:rsid w:val="005F0E22"/>
    <w:rsid w:val="005F10D3"/>
    <w:rsid w:val="005F12B5"/>
    <w:rsid w:val="005F16CF"/>
    <w:rsid w:val="005F1ADE"/>
    <w:rsid w:val="005F225B"/>
    <w:rsid w:val="005F2494"/>
    <w:rsid w:val="005F2DD7"/>
    <w:rsid w:val="005F356D"/>
    <w:rsid w:val="005F39CC"/>
    <w:rsid w:val="005F4998"/>
    <w:rsid w:val="005F4E25"/>
    <w:rsid w:val="005F4E9C"/>
    <w:rsid w:val="005F4EE9"/>
    <w:rsid w:val="005F50FE"/>
    <w:rsid w:val="005F5201"/>
    <w:rsid w:val="005F5237"/>
    <w:rsid w:val="005F5278"/>
    <w:rsid w:val="005F55B4"/>
    <w:rsid w:val="005F58B1"/>
    <w:rsid w:val="005F5992"/>
    <w:rsid w:val="005F5A5E"/>
    <w:rsid w:val="005F60A7"/>
    <w:rsid w:val="005F62B1"/>
    <w:rsid w:val="005F6416"/>
    <w:rsid w:val="005F6940"/>
    <w:rsid w:val="005F704C"/>
    <w:rsid w:val="005F70B2"/>
    <w:rsid w:val="005F7165"/>
    <w:rsid w:val="005F75C6"/>
    <w:rsid w:val="005F7771"/>
    <w:rsid w:val="0060001A"/>
    <w:rsid w:val="0060017F"/>
    <w:rsid w:val="006005E0"/>
    <w:rsid w:val="0060062C"/>
    <w:rsid w:val="006007DB"/>
    <w:rsid w:val="00600AF3"/>
    <w:rsid w:val="00600B74"/>
    <w:rsid w:val="00600E4F"/>
    <w:rsid w:val="00600E9F"/>
    <w:rsid w:val="006021F1"/>
    <w:rsid w:val="00602231"/>
    <w:rsid w:val="006028A1"/>
    <w:rsid w:val="00602A3C"/>
    <w:rsid w:val="00602C11"/>
    <w:rsid w:val="00602D1C"/>
    <w:rsid w:val="00602DA6"/>
    <w:rsid w:val="00602FF8"/>
    <w:rsid w:val="006030BD"/>
    <w:rsid w:val="006031B8"/>
    <w:rsid w:val="00603561"/>
    <w:rsid w:val="0060371F"/>
    <w:rsid w:val="00603812"/>
    <w:rsid w:val="006038E9"/>
    <w:rsid w:val="00603A64"/>
    <w:rsid w:val="00603BA2"/>
    <w:rsid w:val="00603C92"/>
    <w:rsid w:val="00603D2A"/>
    <w:rsid w:val="006043E3"/>
    <w:rsid w:val="00604786"/>
    <w:rsid w:val="006048E7"/>
    <w:rsid w:val="006048F4"/>
    <w:rsid w:val="0060541B"/>
    <w:rsid w:val="006054F3"/>
    <w:rsid w:val="0060567F"/>
    <w:rsid w:val="006060E6"/>
    <w:rsid w:val="00606704"/>
    <w:rsid w:val="006067E1"/>
    <w:rsid w:val="006068A1"/>
    <w:rsid w:val="00606C99"/>
    <w:rsid w:val="00606F8F"/>
    <w:rsid w:val="006070E6"/>
    <w:rsid w:val="00607170"/>
    <w:rsid w:val="0060727A"/>
    <w:rsid w:val="00607BC1"/>
    <w:rsid w:val="0061000F"/>
    <w:rsid w:val="0061007F"/>
    <w:rsid w:val="00610235"/>
    <w:rsid w:val="00610656"/>
    <w:rsid w:val="006106D9"/>
    <w:rsid w:val="006107CD"/>
    <w:rsid w:val="00610828"/>
    <w:rsid w:val="00610AB9"/>
    <w:rsid w:val="00610BA2"/>
    <w:rsid w:val="006111D0"/>
    <w:rsid w:val="00611226"/>
    <w:rsid w:val="00611398"/>
    <w:rsid w:val="006114B7"/>
    <w:rsid w:val="006118E9"/>
    <w:rsid w:val="00611D96"/>
    <w:rsid w:val="00611FF0"/>
    <w:rsid w:val="0061222D"/>
    <w:rsid w:val="0061274B"/>
    <w:rsid w:val="00612889"/>
    <w:rsid w:val="006129A2"/>
    <w:rsid w:val="00612E46"/>
    <w:rsid w:val="0061370D"/>
    <w:rsid w:val="006137B2"/>
    <w:rsid w:val="00613817"/>
    <w:rsid w:val="006138DA"/>
    <w:rsid w:val="00613A87"/>
    <w:rsid w:val="00613B20"/>
    <w:rsid w:val="00613C0E"/>
    <w:rsid w:val="0061401C"/>
    <w:rsid w:val="00614476"/>
    <w:rsid w:val="00614B72"/>
    <w:rsid w:val="00615409"/>
    <w:rsid w:val="006158DA"/>
    <w:rsid w:val="00615DB4"/>
    <w:rsid w:val="00615E64"/>
    <w:rsid w:val="006160A8"/>
    <w:rsid w:val="006160C4"/>
    <w:rsid w:val="0061633F"/>
    <w:rsid w:val="006176C3"/>
    <w:rsid w:val="0062082D"/>
    <w:rsid w:val="00620FC9"/>
    <w:rsid w:val="00621227"/>
    <w:rsid w:val="006213F6"/>
    <w:rsid w:val="006219EA"/>
    <w:rsid w:val="006221B6"/>
    <w:rsid w:val="00622DBE"/>
    <w:rsid w:val="00623019"/>
    <w:rsid w:val="00623223"/>
    <w:rsid w:val="00623680"/>
    <w:rsid w:val="006238B2"/>
    <w:rsid w:val="00623C93"/>
    <w:rsid w:val="0062413C"/>
    <w:rsid w:val="006242F4"/>
    <w:rsid w:val="00624BE0"/>
    <w:rsid w:val="00624E96"/>
    <w:rsid w:val="0062533A"/>
    <w:rsid w:val="00625509"/>
    <w:rsid w:val="00625CD8"/>
    <w:rsid w:val="00625ECA"/>
    <w:rsid w:val="00625F22"/>
    <w:rsid w:val="00626132"/>
    <w:rsid w:val="0062634A"/>
    <w:rsid w:val="0062648C"/>
    <w:rsid w:val="00626C00"/>
    <w:rsid w:val="00626E7C"/>
    <w:rsid w:val="00627562"/>
    <w:rsid w:val="00627B57"/>
    <w:rsid w:val="00627EC8"/>
    <w:rsid w:val="006300EC"/>
    <w:rsid w:val="006309B6"/>
    <w:rsid w:val="00630D32"/>
    <w:rsid w:val="006310B5"/>
    <w:rsid w:val="00631634"/>
    <w:rsid w:val="00631A0E"/>
    <w:rsid w:val="00631D07"/>
    <w:rsid w:val="00631D93"/>
    <w:rsid w:val="00632257"/>
    <w:rsid w:val="0063247F"/>
    <w:rsid w:val="00632E98"/>
    <w:rsid w:val="00632F90"/>
    <w:rsid w:val="00633664"/>
    <w:rsid w:val="006336AC"/>
    <w:rsid w:val="00633FB4"/>
    <w:rsid w:val="00634043"/>
    <w:rsid w:val="00634205"/>
    <w:rsid w:val="006347F9"/>
    <w:rsid w:val="00634B8D"/>
    <w:rsid w:val="00634C39"/>
    <w:rsid w:val="00634D07"/>
    <w:rsid w:val="00634DB9"/>
    <w:rsid w:val="00635504"/>
    <w:rsid w:val="00635AD8"/>
    <w:rsid w:val="00635B5A"/>
    <w:rsid w:val="00635E0A"/>
    <w:rsid w:val="00636707"/>
    <w:rsid w:val="00636C1E"/>
    <w:rsid w:val="00636E73"/>
    <w:rsid w:val="006370F9"/>
    <w:rsid w:val="0063745D"/>
    <w:rsid w:val="006377B3"/>
    <w:rsid w:val="00637E64"/>
    <w:rsid w:val="006407E1"/>
    <w:rsid w:val="00640F48"/>
    <w:rsid w:val="00640FB0"/>
    <w:rsid w:val="006412B5"/>
    <w:rsid w:val="00641500"/>
    <w:rsid w:val="006416BB"/>
    <w:rsid w:val="006419EB"/>
    <w:rsid w:val="006421AF"/>
    <w:rsid w:val="006422FB"/>
    <w:rsid w:val="00642308"/>
    <w:rsid w:val="00642E23"/>
    <w:rsid w:val="006431C6"/>
    <w:rsid w:val="00643984"/>
    <w:rsid w:val="00643C53"/>
    <w:rsid w:val="00643F03"/>
    <w:rsid w:val="00643F96"/>
    <w:rsid w:val="006446A9"/>
    <w:rsid w:val="00644C4E"/>
    <w:rsid w:val="00646C5B"/>
    <w:rsid w:val="006473AF"/>
    <w:rsid w:val="006474A3"/>
    <w:rsid w:val="006476E9"/>
    <w:rsid w:val="00647BBF"/>
    <w:rsid w:val="006501A8"/>
    <w:rsid w:val="006503EE"/>
    <w:rsid w:val="006505FE"/>
    <w:rsid w:val="00650852"/>
    <w:rsid w:val="00650B06"/>
    <w:rsid w:val="00650EBC"/>
    <w:rsid w:val="006516AB"/>
    <w:rsid w:val="00651AD2"/>
    <w:rsid w:val="00651AD4"/>
    <w:rsid w:val="00651DF0"/>
    <w:rsid w:val="0065205D"/>
    <w:rsid w:val="0065206E"/>
    <w:rsid w:val="006524A4"/>
    <w:rsid w:val="0065275B"/>
    <w:rsid w:val="00652847"/>
    <w:rsid w:val="0065289A"/>
    <w:rsid w:val="0065297C"/>
    <w:rsid w:val="00653420"/>
    <w:rsid w:val="006535A5"/>
    <w:rsid w:val="006535E2"/>
    <w:rsid w:val="00653610"/>
    <w:rsid w:val="0065387F"/>
    <w:rsid w:val="00653CAA"/>
    <w:rsid w:val="00653DB9"/>
    <w:rsid w:val="00653F7E"/>
    <w:rsid w:val="00654BF0"/>
    <w:rsid w:val="00655706"/>
    <w:rsid w:val="00655A2A"/>
    <w:rsid w:val="00656452"/>
    <w:rsid w:val="00656676"/>
    <w:rsid w:val="00656705"/>
    <w:rsid w:val="0065705A"/>
    <w:rsid w:val="0065745B"/>
    <w:rsid w:val="00657836"/>
    <w:rsid w:val="00657CAD"/>
    <w:rsid w:val="00657DD4"/>
    <w:rsid w:val="00660E9A"/>
    <w:rsid w:val="0066125A"/>
    <w:rsid w:val="00661734"/>
    <w:rsid w:val="00661950"/>
    <w:rsid w:val="00662108"/>
    <w:rsid w:val="0066215B"/>
    <w:rsid w:val="00662A63"/>
    <w:rsid w:val="00663544"/>
    <w:rsid w:val="00663B82"/>
    <w:rsid w:val="00663DB7"/>
    <w:rsid w:val="006643A7"/>
    <w:rsid w:val="006648B5"/>
    <w:rsid w:val="00664A0F"/>
    <w:rsid w:val="006661B7"/>
    <w:rsid w:val="006661DB"/>
    <w:rsid w:val="00666539"/>
    <w:rsid w:val="006665D3"/>
    <w:rsid w:val="006665EE"/>
    <w:rsid w:val="0066667F"/>
    <w:rsid w:val="00666809"/>
    <w:rsid w:val="0066724F"/>
    <w:rsid w:val="0066755C"/>
    <w:rsid w:val="00667A02"/>
    <w:rsid w:val="00667B24"/>
    <w:rsid w:val="00667DEB"/>
    <w:rsid w:val="00667F98"/>
    <w:rsid w:val="00670242"/>
    <w:rsid w:val="00670817"/>
    <w:rsid w:val="006709A6"/>
    <w:rsid w:val="00670B80"/>
    <w:rsid w:val="00670CC8"/>
    <w:rsid w:val="00670E1A"/>
    <w:rsid w:val="00670EE3"/>
    <w:rsid w:val="0067135D"/>
    <w:rsid w:val="0067135F"/>
    <w:rsid w:val="00671509"/>
    <w:rsid w:val="00671769"/>
    <w:rsid w:val="006720FB"/>
    <w:rsid w:val="006721F0"/>
    <w:rsid w:val="006723EB"/>
    <w:rsid w:val="0067256A"/>
    <w:rsid w:val="00672A1B"/>
    <w:rsid w:val="00673282"/>
    <w:rsid w:val="00673421"/>
    <w:rsid w:val="0067343F"/>
    <w:rsid w:val="0067369A"/>
    <w:rsid w:val="0067378A"/>
    <w:rsid w:val="006742AF"/>
    <w:rsid w:val="00674C4F"/>
    <w:rsid w:val="00674EE3"/>
    <w:rsid w:val="006759EE"/>
    <w:rsid w:val="00676EED"/>
    <w:rsid w:val="00676F29"/>
    <w:rsid w:val="00677146"/>
    <w:rsid w:val="00677475"/>
    <w:rsid w:val="00677661"/>
    <w:rsid w:val="00677DF1"/>
    <w:rsid w:val="00680327"/>
    <w:rsid w:val="00680762"/>
    <w:rsid w:val="00680EA7"/>
    <w:rsid w:val="006814A8"/>
    <w:rsid w:val="0068152C"/>
    <w:rsid w:val="006816F9"/>
    <w:rsid w:val="00681C9B"/>
    <w:rsid w:val="00681DE2"/>
    <w:rsid w:val="006825DE"/>
    <w:rsid w:val="006829AF"/>
    <w:rsid w:val="00682A15"/>
    <w:rsid w:val="00682D35"/>
    <w:rsid w:val="00683046"/>
    <w:rsid w:val="00683115"/>
    <w:rsid w:val="006836A0"/>
    <w:rsid w:val="006837BB"/>
    <w:rsid w:val="006838FA"/>
    <w:rsid w:val="00683B6F"/>
    <w:rsid w:val="00683CB3"/>
    <w:rsid w:val="0068410C"/>
    <w:rsid w:val="006854EA"/>
    <w:rsid w:val="006855AF"/>
    <w:rsid w:val="006855BA"/>
    <w:rsid w:val="00685B03"/>
    <w:rsid w:val="00685DB4"/>
    <w:rsid w:val="00685F47"/>
    <w:rsid w:val="00685FF7"/>
    <w:rsid w:val="00686B12"/>
    <w:rsid w:val="00686B22"/>
    <w:rsid w:val="00687099"/>
    <w:rsid w:val="0068744D"/>
    <w:rsid w:val="006876A7"/>
    <w:rsid w:val="00687A6B"/>
    <w:rsid w:val="00687D31"/>
    <w:rsid w:val="006902AA"/>
    <w:rsid w:val="006902E9"/>
    <w:rsid w:val="006903E6"/>
    <w:rsid w:val="006904AB"/>
    <w:rsid w:val="006904E6"/>
    <w:rsid w:val="00690577"/>
    <w:rsid w:val="00690751"/>
    <w:rsid w:val="00690CD8"/>
    <w:rsid w:val="00690EED"/>
    <w:rsid w:val="00691316"/>
    <w:rsid w:val="00691401"/>
    <w:rsid w:val="0069163F"/>
    <w:rsid w:val="0069164C"/>
    <w:rsid w:val="006916E8"/>
    <w:rsid w:val="0069193E"/>
    <w:rsid w:val="00691CD1"/>
    <w:rsid w:val="00691FE3"/>
    <w:rsid w:val="0069232B"/>
    <w:rsid w:val="00692651"/>
    <w:rsid w:val="00692785"/>
    <w:rsid w:val="00692BEA"/>
    <w:rsid w:val="00692C53"/>
    <w:rsid w:val="00692DBF"/>
    <w:rsid w:val="00693832"/>
    <w:rsid w:val="00693B34"/>
    <w:rsid w:val="00693E6A"/>
    <w:rsid w:val="0069437B"/>
    <w:rsid w:val="0069458B"/>
    <w:rsid w:val="0069469B"/>
    <w:rsid w:val="0069475A"/>
    <w:rsid w:val="00694D75"/>
    <w:rsid w:val="00694F18"/>
    <w:rsid w:val="00694F51"/>
    <w:rsid w:val="006951AA"/>
    <w:rsid w:val="00695502"/>
    <w:rsid w:val="006955F4"/>
    <w:rsid w:val="0069591E"/>
    <w:rsid w:val="00695FC8"/>
    <w:rsid w:val="006961F2"/>
    <w:rsid w:val="00696641"/>
    <w:rsid w:val="0069673D"/>
    <w:rsid w:val="006976CB"/>
    <w:rsid w:val="006979F5"/>
    <w:rsid w:val="006A0199"/>
    <w:rsid w:val="006A01DF"/>
    <w:rsid w:val="006A08EC"/>
    <w:rsid w:val="006A0BA8"/>
    <w:rsid w:val="006A0DB3"/>
    <w:rsid w:val="006A10F2"/>
    <w:rsid w:val="006A13A4"/>
    <w:rsid w:val="006A181C"/>
    <w:rsid w:val="006A1C40"/>
    <w:rsid w:val="006A28CA"/>
    <w:rsid w:val="006A2989"/>
    <w:rsid w:val="006A29B2"/>
    <w:rsid w:val="006A2AA3"/>
    <w:rsid w:val="006A2BAD"/>
    <w:rsid w:val="006A2F0B"/>
    <w:rsid w:val="006A2F82"/>
    <w:rsid w:val="006A332B"/>
    <w:rsid w:val="006A333C"/>
    <w:rsid w:val="006A33D5"/>
    <w:rsid w:val="006A375F"/>
    <w:rsid w:val="006A3C38"/>
    <w:rsid w:val="006A3F81"/>
    <w:rsid w:val="006A43DE"/>
    <w:rsid w:val="006A460D"/>
    <w:rsid w:val="006A4A15"/>
    <w:rsid w:val="006A4F98"/>
    <w:rsid w:val="006A516A"/>
    <w:rsid w:val="006A519D"/>
    <w:rsid w:val="006A51BC"/>
    <w:rsid w:val="006A54F4"/>
    <w:rsid w:val="006A55B3"/>
    <w:rsid w:val="006A55B8"/>
    <w:rsid w:val="006A5CA5"/>
    <w:rsid w:val="006A705F"/>
    <w:rsid w:val="006A7243"/>
    <w:rsid w:val="006A73C5"/>
    <w:rsid w:val="006A764F"/>
    <w:rsid w:val="006A7EA6"/>
    <w:rsid w:val="006B0111"/>
    <w:rsid w:val="006B02D2"/>
    <w:rsid w:val="006B051E"/>
    <w:rsid w:val="006B0548"/>
    <w:rsid w:val="006B0978"/>
    <w:rsid w:val="006B0D75"/>
    <w:rsid w:val="006B100B"/>
    <w:rsid w:val="006B108C"/>
    <w:rsid w:val="006B11EB"/>
    <w:rsid w:val="006B12B4"/>
    <w:rsid w:val="006B148F"/>
    <w:rsid w:val="006B183B"/>
    <w:rsid w:val="006B1CDE"/>
    <w:rsid w:val="006B1F78"/>
    <w:rsid w:val="006B21FE"/>
    <w:rsid w:val="006B2205"/>
    <w:rsid w:val="006B2416"/>
    <w:rsid w:val="006B2434"/>
    <w:rsid w:val="006B248A"/>
    <w:rsid w:val="006B250E"/>
    <w:rsid w:val="006B26D7"/>
    <w:rsid w:val="006B301B"/>
    <w:rsid w:val="006B3303"/>
    <w:rsid w:val="006B342D"/>
    <w:rsid w:val="006B37AD"/>
    <w:rsid w:val="006B388E"/>
    <w:rsid w:val="006B3974"/>
    <w:rsid w:val="006B3EA4"/>
    <w:rsid w:val="006B487C"/>
    <w:rsid w:val="006B58FC"/>
    <w:rsid w:val="006B5CE3"/>
    <w:rsid w:val="006B64F9"/>
    <w:rsid w:val="006B695A"/>
    <w:rsid w:val="006B6D1D"/>
    <w:rsid w:val="006B6E56"/>
    <w:rsid w:val="006B776B"/>
    <w:rsid w:val="006B778D"/>
    <w:rsid w:val="006B7B25"/>
    <w:rsid w:val="006B7E62"/>
    <w:rsid w:val="006B7F43"/>
    <w:rsid w:val="006C054B"/>
    <w:rsid w:val="006C0FB6"/>
    <w:rsid w:val="006C1458"/>
    <w:rsid w:val="006C1AB5"/>
    <w:rsid w:val="006C1E77"/>
    <w:rsid w:val="006C1FF5"/>
    <w:rsid w:val="006C2759"/>
    <w:rsid w:val="006C2A5F"/>
    <w:rsid w:val="006C3481"/>
    <w:rsid w:val="006C3934"/>
    <w:rsid w:val="006C40AE"/>
    <w:rsid w:val="006C41F2"/>
    <w:rsid w:val="006C43B9"/>
    <w:rsid w:val="006C5434"/>
    <w:rsid w:val="006C560B"/>
    <w:rsid w:val="006C5A7E"/>
    <w:rsid w:val="006C5D1B"/>
    <w:rsid w:val="006C5FB5"/>
    <w:rsid w:val="006C6156"/>
    <w:rsid w:val="006C63E9"/>
    <w:rsid w:val="006C6927"/>
    <w:rsid w:val="006C6ECB"/>
    <w:rsid w:val="006C736A"/>
    <w:rsid w:val="006C7371"/>
    <w:rsid w:val="006C74C2"/>
    <w:rsid w:val="006C763F"/>
    <w:rsid w:val="006C7647"/>
    <w:rsid w:val="006C786B"/>
    <w:rsid w:val="006D0850"/>
    <w:rsid w:val="006D0BD6"/>
    <w:rsid w:val="006D0E40"/>
    <w:rsid w:val="006D0E8E"/>
    <w:rsid w:val="006D0F2A"/>
    <w:rsid w:val="006D127F"/>
    <w:rsid w:val="006D1C18"/>
    <w:rsid w:val="006D1F65"/>
    <w:rsid w:val="006D2388"/>
    <w:rsid w:val="006D258B"/>
    <w:rsid w:val="006D2834"/>
    <w:rsid w:val="006D3191"/>
    <w:rsid w:val="006D3405"/>
    <w:rsid w:val="006D35EA"/>
    <w:rsid w:val="006D37AA"/>
    <w:rsid w:val="006D3D14"/>
    <w:rsid w:val="006D4177"/>
    <w:rsid w:val="006D458E"/>
    <w:rsid w:val="006D4BE2"/>
    <w:rsid w:val="006D4C53"/>
    <w:rsid w:val="006D4DC5"/>
    <w:rsid w:val="006D5122"/>
    <w:rsid w:val="006D5380"/>
    <w:rsid w:val="006D54FB"/>
    <w:rsid w:val="006D5C6C"/>
    <w:rsid w:val="006D5CFA"/>
    <w:rsid w:val="006D5ECD"/>
    <w:rsid w:val="006D600D"/>
    <w:rsid w:val="006D6049"/>
    <w:rsid w:val="006D66EB"/>
    <w:rsid w:val="006D6C5A"/>
    <w:rsid w:val="006D6EBB"/>
    <w:rsid w:val="006D6FCE"/>
    <w:rsid w:val="006D725D"/>
    <w:rsid w:val="006D7322"/>
    <w:rsid w:val="006D79F7"/>
    <w:rsid w:val="006D7A16"/>
    <w:rsid w:val="006D7D8C"/>
    <w:rsid w:val="006E072A"/>
    <w:rsid w:val="006E0E07"/>
    <w:rsid w:val="006E0E5C"/>
    <w:rsid w:val="006E1609"/>
    <w:rsid w:val="006E16C3"/>
    <w:rsid w:val="006E178D"/>
    <w:rsid w:val="006E20CC"/>
    <w:rsid w:val="006E239C"/>
    <w:rsid w:val="006E25B0"/>
    <w:rsid w:val="006E265F"/>
    <w:rsid w:val="006E2AFF"/>
    <w:rsid w:val="006E2BF4"/>
    <w:rsid w:val="006E37B3"/>
    <w:rsid w:val="006E425B"/>
    <w:rsid w:val="006E478B"/>
    <w:rsid w:val="006E4B45"/>
    <w:rsid w:val="006E4B58"/>
    <w:rsid w:val="006E4C53"/>
    <w:rsid w:val="006E4DAF"/>
    <w:rsid w:val="006E52F2"/>
    <w:rsid w:val="006E549F"/>
    <w:rsid w:val="006E55B4"/>
    <w:rsid w:val="006E5B6F"/>
    <w:rsid w:val="006E5C7F"/>
    <w:rsid w:val="006E5DA5"/>
    <w:rsid w:val="006E61EE"/>
    <w:rsid w:val="006E6A3E"/>
    <w:rsid w:val="006E6B61"/>
    <w:rsid w:val="006E75D2"/>
    <w:rsid w:val="006E76E1"/>
    <w:rsid w:val="006E775F"/>
    <w:rsid w:val="006E7903"/>
    <w:rsid w:val="006F0480"/>
    <w:rsid w:val="006F0F7F"/>
    <w:rsid w:val="006F0FF4"/>
    <w:rsid w:val="006F11E2"/>
    <w:rsid w:val="006F1A11"/>
    <w:rsid w:val="006F1B26"/>
    <w:rsid w:val="006F1E9E"/>
    <w:rsid w:val="006F2123"/>
    <w:rsid w:val="006F2128"/>
    <w:rsid w:val="006F2198"/>
    <w:rsid w:val="006F26A7"/>
    <w:rsid w:val="006F29FA"/>
    <w:rsid w:val="006F2B06"/>
    <w:rsid w:val="006F315B"/>
    <w:rsid w:val="006F3447"/>
    <w:rsid w:val="006F383E"/>
    <w:rsid w:val="006F3845"/>
    <w:rsid w:val="006F5071"/>
    <w:rsid w:val="006F50CF"/>
    <w:rsid w:val="006F53B0"/>
    <w:rsid w:val="006F53D2"/>
    <w:rsid w:val="006F56D1"/>
    <w:rsid w:val="006F588D"/>
    <w:rsid w:val="006F5995"/>
    <w:rsid w:val="006F5C06"/>
    <w:rsid w:val="006F64FA"/>
    <w:rsid w:val="006F69D2"/>
    <w:rsid w:val="006F6CDD"/>
    <w:rsid w:val="006F6F8C"/>
    <w:rsid w:val="006F7CF9"/>
    <w:rsid w:val="006F7FFD"/>
    <w:rsid w:val="007003DA"/>
    <w:rsid w:val="00700B1B"/>
    <w:rsid w:val="007012C2"/>
    <w:rsid w:val="007017DA"/>
    <w:rsid w:val="00701888"/>
    <w:rsid w:val="007018D2"/>
    <w:rsid w:val="00701B9C"/>
    <w:rsid w:val="00701C24"/>
    <w:rsid w:val="00701E0B"/>
    <w:rsid w:val="00701F62"/>
    <w:rsid w:val="0070247A"/>
    <w:rsid w:val="0070260F"/>
    <w:rsid w:val="00702C8E"/>
    <w:rsid w:val="0070361F"/>
    <w:rsid w:val="007041DB"/>
    <w:rsid w:val="0070433F"/>
    <w:rsid w:val="0070478D"/>
    <w:rsid w:val="0070482E"/>
    <w:rsid w:val="00704B69"/>
    <w:rsid w:val="00704DA3"/>
    <w:rsid w:val="00705346"/>
    <w:rsid w:val="00705DD0"/>
    <w:rsid w:val="00706231"/>
    <w:rsid w:val="007062EF"/>
    <w:rsid w:val="00707002"/>
    <w:rsid w:val="00707043"/>
    <w:rsid w:val="007074E9"/>
    <w:rsid w:val="0070760D"/>
    <w:rsid w:val="007078C2"/>
    <w:rsid w:val="007079C3"/>
    <w:rsid w:val="00707DA2"/>
    <w:rsid w:val="0071014C"/>
    <w:rsid w:val="00710429"/>
    <w:rsid w:val="007104A5"/>
    <w:rsid w:val="007105E4"/>
    <w:rsid w:val="00710C19"/>
    <w:rsid w:val="00710CFE"/>
    <w:rsid w:val="007120B6"/>
    <w:rsid w:val="00712209"/>
    <w:rsid w:val="00712A7A"/>
    <w:rsid w:val="00712E2C"/>
    <w:rsid w:val="007132CB"/>
    <w:rsid w:val="007139E4"/>
    <w:rsid w:val="00713A86"/>
    <w:rsid w:val="007143CA"/>
    <w:rsid w:val="00714C63"/>
    <w:rsid w:val="00714D3C"/>
    <w:rsid w:val="00715079"/>
    <w:rsid w:val="00715549"/>
    <w:rsid w:val="00715C4B"/>
    <w:rsid w:val="00715CEC"/>
    <w:rsid w:val="0071607B"/>
    <w:rsid w:val="007163BF"/>
    <w:rsid w:val="007166A5"/>
    <w:rsid w:val="0071670E"/>
    <w:rsid w:val="00716988"/>
    <w:rsid w:val="00716CEF"/>
    <w:rsid w:val="00716E03"/>
    <w:rsid w:val="00717326"/>
    <w:rsid w:val="007175FF"/>
    <w:rsid w:val="00717D06"/>
    <w:rsid w:val="00717E5B"/>
    <w:rsid w:val="00717F3B"/>
    <w:rsid w:val="0072022C"/>
    <w:rsid w:val="00720DCD"/>
    <w:rsid w:val="00720E97"/>
    <w:rsid w:val="00721360"/>
    <w:rsid w:val="00721380"/>
    <w:rsid w:val="0072190B"/>
    <w:rsid w:val="00721BD0"/>
    <w:rsid w:val="00721F4B"/>
    <w:rsid w:val="00721FD2"/>
    <w:rsid w:val="00721FFB"/>
    <w:rsid w:val="00722231"/>
    <w:rsid w:val="007225D1"/>
    <w:rsid w:val="00722B5E"/>
    <w:rsid w:val="00722E72"/>
    <w:rsid w:val="00723136"/>
    <w:rsid w:val="00723251"/>
    <w:rsid w:val="00723562"/>
    <w:rsid w:val="00723685"/>
    <w:rsid w:val="0072504B"/>
    <w:rsid w:val="00725146"/>
    <w:rsid w:val="007253B6"/>
    <w:rsid w:val="00725606"/>
    <w:rsid w:val="00725BA1"/>
    <w:rsid w:val="00726916"/>
    <w:rsid w:val="00726BB4"/>
    <w:rsid w:val="00726D4B"/>
    <w:rsid w:val="00727058"/>
    <w:rsid w:val="0072740D"/>
    <w:rsid w:val="007276D5"/>
    <w:rsid w:val="007279F0"/>
    <w:rsid w:val="0073003E"/>
    <w:rsid w:val="00730993"/>
    <w:rsid w:val="00730EFC"/>
    <w:rsid w:val="00730FC7"/>
    <w:rsid w:val="00731222"/>
    <w:rsid w:val="00731342"/>
    <w:rsid w:val="007315AD"/>
    <w:rsid w:val="00731D32"/>
    <w:rsid w:val="007322BA"/>
    <w:rsid w:val="007323E2"/>
    <w:rsid w:val="00732444"/>
    <w:rsid w:val="007324A8"/>
    <w:rsid w:val="007325EE"/>
    <w:rsid w:val="0073311B"/>
    <w:rsid w:val="0073375C"/>
    <w:rsid w:val="007338AA"/>
    <w:rsid w:val="00734058"/>
    <w:rsid w:val="00734281"/>
    <w:rsid w:val="007343B4"/>
    <w:rsid w:val="0073482D"/>
    <w:rsid w:val="00735258"/>
    <w:rsid w:val="00735583"/>
    <w:rsid w:val="007355A5"/>
    <w:rsid w:val="00735ABC"/>
    <w:rsid w:val="00735B98"/>
    <w:rsid w:val="00735C56"/>
    <w:rsid w:val="00736022"/>
    <w:rsid w:val="00736349"/>
    <w:rsid w:val="00736590"/>
    <w:rsid w:val="00736638"/>
    <w:rsid w:val="00736E6C"/>
    <w:rsid w:val="00736EC3"/>
    <w:rsid w:val="0073703C"/>
    <w:rsid w:val="007378A5"/>
    <w:rsid w:val="00737F48"/>
    <w:rsid w:val="00740B95"/>
    <w:rsid w:val="00741277"/>
    <w:rsid w:val="007412BF"/>
    <w:rsid w:val="00741637"/>
    <w:rsid w:val="00741A4B"/>
    <w:rsid w:val="00741BC3"/>
    <w:rsid w:val="00741D62"/>
    <w:rsid w:val="007421AB"/>
    <w:rsid w:val="00742B69"/>
    <w:rsid w:val="007432F2"/>
    <w:rsid w:val="00743525"/>
    <w:rsid w:val="00743971"/>
    <w:rsid w:val="00743DD4"/>
    <w:rsid w:val="00743FB3"/>
    <w:rsid w:val="00744B90"/>
    <w:rsid w:val="00744E38"/>
    <w:rsid w:val="00744E62"/>
    <w:rsid w:val="00744FC6"/>
    <w:rsid w:val="007452B4"/>
    <w:rsid w:val="007453DE"/>
    <w:rsid w:val="007456F0"/>
    <w:rsid w:val="00745C33"/>
    <w:rsid w:val="00746192"/>
    <w:rsid w:val="007473CF"/>
    <w:rsid w:val="00747AFA"/>
    <w:rsid w:val="00747B5C"/>
    <w:rsid w:val="00747E02"/>
    <w:rsid w:val="0075005C"/>
    <w:rsid w:val="007504AD"/>
    <w:rsid w:val="007508AB"/>
    <w:rsid w:val="00750D73"/>
    <w:rsid w:val="007512DE"/>
    <w:rsid w:val="0075173A"/>
    <w:rsid w:val="00751AC0"/>
    <w:rsid w:val="00751BBF"/>
    <w:rsid w:val="00752BAF"/>
    <w:rsid w:val="00752FFC"/>
    <w:rsid w:val="00753242"/>
    <w:rsid w:val="0075330E"/>
    <w:rsid w:val="00753603"/>
    <w:rsid w:val="0075360B"/>
    <w:rsid w:val="00753CB3"/>
    <w:rsid w:val="00754497"/>
    <w:rsid w:val="00754509"/>
    <w:rsid w:val="007545D1"/>
    <w:rsid w:val="00754C6C"/>
    <w:rsid w:val="00754CF1"/>
    <w:rsid w:val="00754DA2"/>
    <w:rsid w:val="00754DD0"/>
    <w:rsid w:val="00754E14"/>
    <w:rsid w:val="00754EC9"/>
    <w:rsid w:val="0075523D"/>
    <w:rsid w:val="00755910"/>
    <w:rsid w:val="00755D6D"/>
    <w:rsid w:val="00755E1E"/>
    <w:rsid w:val="00756328"/>
    <w:rsid w:val="007563CD"/>
    <w:rsid w:val="0075665A"/>
    <w:rsid w:val="0075671D"/>
    <w:rsid w:val="0075681B"/>
    <w:rsid w:val="00756CAD"/>
    <w:rsid w:val="00756E56"/>
    <w:rsid w:val="00757CF4"/>
    <w:rsid w:val="007604D0"/>
    <w:rsid w:val="007607C2"/>
    <w:rsid w:val="00760971"/>
    <w:rsid w:val="00760D83"/>
    <w:rsid w:val="00760E09"/>
    <w:rsid w:val="00761131"/>
    <w:rsid w:val="00761196"/>
    <w:rsid w:val="007611C5"/>
    <w:rsid w:val="00761358"/>
    <w:rsid w:val="0076256A"/>
    <w:rsid w:val="00762A2C"/>
    <w:rsid w:val="00762E2A"/>
    <w:rsid w:val="00763845"/>
    <w:rsid w:val="00763C03"/>
    <w:rsid w:val="00763D21"/>
    <w:rsid w:val="007641E2"/>
    <w:rsid w:val="00764962"/>
    <w:rsid w:val="00764E41"/>
    <w:rsid w:val="007659DB"/>
    <w:rsid w:val="00765C10"/>
    <w:rsid w:val="00765F5E"/>
    <w:rsid w:val="00765F69"/>
    <w:rsid w:val="007660DE"/>
    <w:rsid w:val="007662D5"/>
    <w:rsid w:val="007663D1"/>
    <w:rsid w:val="00766572"/>
    <w:rsid w:val="007679BB"/>
    <w:rsid w:val="00767DBF"/>
    <w:rsid w:val="0077031B"/>
    <w:rsid w:val="007703FD"/>
    <w:rsid w:val="00770549"/>
    <w:rsid w:val="00770998"/>
    <w:rsid w:val="00770AB8"/>
    <w:rsid w:val="00770C95"/>
    <w:rsid w:val="00770EAA"/>
    <w:rsid w:val="0077152D"/>
    <w:rsid w:val="00771839"/>
    <w:rsid w:val="00772758"/>
    <w:rsid w:val="00772C6D"/>
    <w:rsid w:val="00772C7E"/>
    <w:rsid w:val="00772D68"/>
    <w:rsid w:val="00773203"/>
    <w:rsid w:val="007739DE"/>
    <w:rsid w:val="00773AE8"/>
    <w:rsid w:val="00773D58"/>
    <w:rsid w:val="00774104"/>
    <w:rsid w:val="00774485"/>
    <w:rsid w:val="00774583"/>
    <w:rsid w:val="007746AD"/>
    <w:rsid w:val="007747AF"/>
    <w:rsid w:val="00774CC6"/>
    <w:rsid w:val="00774D0C"/>
    <w:rsid w:val="00775EE3"/>
    <w:rsid w:val="007762FB"/>
    <w:rsid w:val="00776744"/>
    <w:rsid w:val="00776A88"/>
    <w:rsid w:val="00776B32"/>
    <w:rsid w:val="00776BFB"/>
    <w:rsid w:val="0077716D"/>
    <w:rsid w:val="00777CFB"/>
    <w:rsid w:val="00777FDF"/>
    <w:rsid w:val="0078030D"/>
    <w:rsid w:val="007808E6"/>
    <w:rsid w:val="007809E9"/>
    <w:rsid w:val="00780D93"/>
    <w:rsid w:val="00780F4D"/>
    <w:rsid w:val="00781088"/>
    <w:rsid w:val="0078113C"/>
    <w:rsid w:val="007816AC"/>
    <w:rsid w:val="00781840"/>
    <w:rsid w:val="007819EB"/>
    <w:rsid w:val="00781C5F"/>
    <w:rsid w:val="00781E74"/>
    <w:rsid w:val="00782100"/>
    <w:rsid w:val="007822B6"/>
    <w:rsid w:val="0078278A"/>
    <w:rsid w:val="00782795"/>
    <w:rsid w:val="00782B72"/>
    <w:rsid w:val="0078354A"/>
    <w:rsid w:val="0078374D"/>
    <w:rsid w:val="007839CA"/>
    <w:rsid w:val="00784108"/>
    <w:rsid w:val="00784495"/>
    <w:rsid w:val="007844F4"/>
    <w:rsid w:val="00784C09"/>
    <w:rsid w:val="007858A8"/>
    <w:rsid w:val="00785A6F"/>
    <w:rsid w:val="00785BA3"/>
    <w:rsid w:val="00785C9B"/>
    <w:rsid w:val="00785ECC"/>
    <w:rsid w:val="00786312"/>
    <w:rsid w:val="007864F6"/>
    <w:rsid w:val="0078659B"/>
    <w:rsid w:val="007868D1"/>
    <w:rsid w:val="007868DA"/>
    <w:rsid w:val="00786E22"/>
    <w:rsid w:val="00786EF5"/>
    <w:rsid w:val="00786F07"/>
    <w:rsid w:val="00786F35"/>
    <w:rsid w:val="00786F66"/>
    <w:rsid w:val="00787178"/>
    <w:rsid w:val="00787717"/>
    <w:rsid w:val="00790440"/>
    <w:rsid w:val="00790856"/>
    <w:rsid w:val="00790F81"/>
    <w:rsid w:val="00790F8E"/>
    <w:rsid w:val="00791155"/>
    <w:rsid w:val="00791C00"/>
    <w:rsid w:val="007921AF"/>
    <w:rsid w:val="007921D6"/>
    <w:rsid w:val="0079226C"/>
    <w:rsid w:val="0079231E"/>
    <w:rsid w:val="0079267E"/>
    <w:rsid w:val="00792A27"/>
    <w:rsid w:val="00793C3B"/>
    <w:rsid w:val="0079424E"/>
    <w:rsid w:val="007943DA"/>
    <w:rsid w:val="007945F3"/>
    <w:rsid w:val="007947D1"/>
    <w:rsid w:val="00794C7B"/>
    <w:rsid w:val="00795002"/>
    <w:rsid w:val="007954A0"/>
    <w:rsid w:val="00795A1E"/>
    <w:rsid w:val="00796464"/>
    <w:rsid w:val="0079664E"/>
    <w:rsid w:val="00796A44"/>
    <w:rsid w:val="00796D7E"/>
    <w:rsid w:val="0079756B"/>
    <w:rsid w:val="007975AA"/>
    <w:rsid w:val="00797B33"/>
    <w:rsid w:val="00797CC9"/>
    <w:rsid w:val="00797E4F"/>
    <w:rsid w:val="007A05D9"/>
    <w:rsid w:val="007A0955"/>
    <w:rsid w:val="007A0BA9"/>
    <w:rsid w:val="007A0F19"/>
    <w:rsid w:val="007A1057"/>
    <w:rsid w:val="007A1804"/>
    <w:rsid w:val="007A2855"/>
    <w:rsid w:val="007A2870"/>
    <w:rsid w:val="007A2AC1"/>
    <w:rsid w:val="007A2AEB"/>
    <w:rsid w:val="007A2B85"/>
    <w:rsid w:val="007A2E99"/>
    <w:rsid w:val="007A37A8"/>
    <w:rsid w:val="007A38C2"/>
    <w:rsid w:val="007A3EAB"/>
    <w:rsid w:val="007A44D4"/>
    <w:rsid w:val="007A49BB"/>
    <w:rsid w:val="007A4EAB"/>
    <w:rsid w:val="007A5267"/>
    <w:rsid w:val="007A5601"/>
    <w:rsid w:val="007A5E0A"/>
    <w:rsid w:val="007A60AA"/>
    <w:rsid w:val="007A628C"/>
    <w:rsid w:val="007A69B7"/>
    <w:rsid w:val="007A6E72"/>
    <w:rsid w:val="007A7027"/>
    <w:rsid w:val="007A71AB"/>
    <w:rsid w:val="007A71B8"/>
    <w:rsid w:val="007A7420"/>
    <w:rsid w:val="007A75E4"/>
    <w:rsid w:val="007A7A1D"/>
    <w:rsid w:val="007B05C0"/>
    <w:rsid w:val="007B128A"/>
    <w:rsid w:val="007B12A6"/>
    <w:rsid w:val="007B17EF"/>
    <w:rsid w:val="007B20BC"/>
    <w:rsid w:val="007B233F"/>
    <w:rsid w:val="007B26A1"/>
    <w:rsid w:val="007B2917"/>
    <w:rsid w:val="007B2D7F"/>
    <w:rsid w:val="007B2F30"/>
    <w:rsid w:val="007B2F4F"/>
    <w:rsid w:val="007B3233"/>
    <w:rsid w:val="007B3248"/>
    <w:rsid w:val="007B3446"/>
    <w:rsid w:val="007B3530"/>
    <w:rsid w:val="007B3CC4"/>
    <w:rsid w:val="007B4015"/>
    <w:rsid w:val="007B4963"/>
    <w:rsid w:val="007B49D5"/>
    <w:rsid w:val="007B4F4A"/>
    <w:rsid w:val="007B5A4B"/>
    <w:rsid w:val="007B5C43"/>
    <w:rsid w:val="007B6399"/>
    <w:rsid w:val="007B63EB"/>
    <w:rsid w:val="007B68E6"/>
    <w:rsid w:val="007B6C22"/>
    <w:rsid w:val="007B7140"/>
    <w:rsid w:val="007C09B5"/>
    <w:rsid w:val="007C0EA4"/>
    <w:rsid w:val="007C10F1"/>
    <w:rsid w:val="007C120E"/>
    <w:rsid w:val="007C1276"/>
    <w:rsid w:val="007C19AE"/>
    <w:rsid w:val="007C1A0C"/>
    <w:rsid w:val="007C1DD3"/>
    <w:rsid w:val="007C1DEB"/>
    <w:rsid w:val="007C331B"/>
    <w:rsid w:val="007C38AF"/>
    <w:rsid w:val="007C3BB2"/>
    <w:rsid w:val="007C3C30"/>
    <w:rsid w:val="007C3E72"/>
    <w:rsid w:val="007C3EF3"/>
    <w:rsid w:val="007C3F44"/>
    <w:rsid w:val="007C40E0"/>
    <w:rsid w:val="007C4616"/>
    <w:rsid w:val="007C463C"/>
    <w:rsid w:val="007C5428"/>
    <w:rsid w:val="007C54BB"/>
    <w:rsid w:val="007C612C"/>
    <w:rsid w:val="007C634A"/>
    <w:rsid w:val="007C686F"/>
    <w:rsid w:val="007C6906"/>
    <w:rsid w:val="007C691B"/>
    <w:rsid w:val="007C6B22"/>
    <w:rsid w:val="007C7040"/>
    <w:rsid w:val="007C7366"/>
    <w:rsid w:val="007C75BF"/>
    <w:rsid w:val="007C789C"/>
    <w:rsid w:val="007C7BDE"/>
    <w:rsid w:val="007C7F36"/>
    <w:rsid w:val="007D0181"/>
    <w:rsid w:val="007D01D4"/>
    <w:rsid w:val="007D0430"/>
    <w:rsid w:val="007D0700"/>
    <w:rsid w:val="007D08BB"/>
    <w:rsid w:val="007D09AC"/>
    <w:rsid w:val="007D0E38"/>
    <w:rsid w:val="007D0EC3"/>
    <w:rsid w:val="007D16FF"/>
    <w:rsid w:val="007D1851"/>
    <w:rsid w:val="007D188B"/>
    <w:rsid w:val="007D2003"/>
    <w:rsid w:val="007D274A"/>
    <w:rsid w:val="007D2D1A"/>
    <w:rsid w:val="007D32C7"/>
    <w:rsid w:val="007D344E"/>
    <w:rsid w:val="007D3489"/>
    <w:rsid w:val="007D3C07"/>
    <w:rsid w:val="007D3F79"/>
    <w:rsid w:val="007D3FDB"/>
    <w:rsid w:val="007D42A8"/>
    <w:rsid w:val="007D430C"/>
    <w:rsid w:val="007D46F2"/>
    <w:rsid w:val="007D47C9"/>
    <w:rsid w:val="007D49C2"/>
    <w:rsid w:val="007D4BBC"/>
    <w:rsid w:val="007D51DD"/>
    <w:rsid w:val="007D5271"/>
    <w:rsid w:val="007D56BF"/>
    <w:rsid w:val="007D596C"/>
    <w:rsid w:val="007D5FE5"/>
    <w:rsid w:val="007D6460"/>
    <w:rsid w:val="007D64BF"/>
    <w:rsid w:val="007D6752"/>
    <w:rsid w:val="007D688B"/>
    <w:rsid w:val="007D6A56"/>
    <w:rsid w:val="007D6C9B"/>
    <w:rsid w:val="007D76F2"/>
    <w:rsid w:val="007D77B1"/>
    <w:rsid w:val="007D78FC"/>
    <w:rsid w:val="007D7BFA"/>
    <w:rsid w:val="007E0255"/>
    <w:rsid w:val="007E070B"/>
    <w:rsid w:val="007E0BB7"/>
    <w:rsid w:val="007E0E10"/>
    <w:rsid w:val="007E0EE9"/>
    <w:rsid w:val="007E110E"/>
    <w:rsid w:val="007E1111"/>
    <w:rsid w:val="007E18F8"/>
    <w:rsid w:val="007E1A3B"/>
    <w:rsid w:val="007E1C02"/>
    <w:rsid w:val="007E284F"/>
    <w:rsid w:val="007E29AB"/>
    <w:rsid w:val="007E29E0"/>
    <w:rsid w:val="007E2A7F"/>
    <w:rsid w:val="007E2C74"/>
    <w:rsid w:val="007E2EAF"/>
    <w:rsid w:val="007E2FFA"/>
    <w:rsid w:val="007E34EC"/>
    <w:rsid w:val="007E37FD"/>
    <w:rsid w:val="007E3B54"/>
    <w:rsid w:val="007E3DF6"/>
    <w:rsid w:val="007E4076"/>
    <w:rsid w:val="007E40AD"/>
    <w:rsid w:val="007E4565"/>
    <w:rsid w:val="007E471E"/>
    <w:rsid w:val="007E4737"/>
    <w:rsid w:val="007E4B96"/>
    <w:rsid w:val="007E4CCD"/>
    <w:rsid w:val="007E4EF9"/>
    <w:rsid w:val="007E506F"/>
    <w:rsid w:val="007E53E4"/>
    <w:rsid w:val="007E5DD4"/>
    <w:rsid w:val="007E5F20"/>
    <w:rsid w:val="007E62C3"/>
    <w:rsid w:val="007E65C8"/>
    <w:rsid w:val="007E65DD"/>
    <w:rsid w:val="007E6979"/>
    <w:rsid w:val="007E7B60"/>
    <w:rsid w:val="007E7D20"/>
    <w:rsid w:val="007F018B"/>
    <w:rsid w:val="007F0647"/>
    <w:rsid w:val="007F0680"/>
    <w:rsid w:val="007F0842"/>
    <w:rsid w:val="007F08D0"/>
    <w:rsid w:val="007F0A68"/>
    <w:rsid w:val="007F0AA9"/>
    <w:rsid w:val="007F0BC2"/>
    <w:rsid w:val="007F1700"/>
    <w:rsid w:val="007F190E"/>
    <w:rsid w:val="007F1A57"/>
    <w:rsid w:val="007F1AA9"/>
    <w:rsid w:val="007F1C20"/>
    <w:rsid w:val="007F2617"/>
    <w:rsid w:val="007F27B1"/>
    <w:rsid w:val="007F2A03"/>
    <w:rsid w:val="007F2D4B"/>
    <w:rsid w:val="007F2E38"/>
    <w:rsid w:val="007F2F43"/>
    <w:rsid w:val="007F31F4"/>
    <w:rsid w:val="007F3432"/>
    <w:rsid w:val="007F3967"/>
    <w:rsid w:val="007F3C59"/>
    <w:rsid w:val="007F3F00"/>
    <w:rsid w:val="007F439E"/>
    <w:rsid w:val="007F44C2"/>
    <w:rsid w:val="007F46D0"/>
    <w:rsid w:val="007F4E7A"/>
    <w:rsid w:val="007F610A"/>
    <w:rsid w:val="007F6F52"/>
    <w:rsid w:val="007F70F2"/>
    <w:rsid w:val="007F74C5"/>
    <w:rsid w:val="007F7502"/>
    <w:rsid w:val="007F7849"/>
    <w:rsid w:val="007F7E7F"/>
    <w:rsid w:val="0080027C"/>
    <w:rsid w:val="00800342"/>
    <w:rsid w:val="008009FD"/>
    <w:rsid w:val="00800A5E"/>
    <w:rsid w:val="00800FE0"/>
    <w:rsid w:val="00801306"/>
    <w:rsid w:val="0080132D"/>
    <w:rsid w:val="00801409"/>
    <w:rsid w:val="00801B26"/>
    <w:rsid w:val="00801E27"/>
    <w:rsid w:val="008024CD"/>
    <w:rsid w:val="00802998"/>
    <w:rsid w:val="008032D5"/>
    <w:rsid w:val="008032FD"/>
    <w:rsid w:val="00803391"/>
    <w:rsid w:val="00803B96"/>
    <w:rsid w:val="008043BE"/>
    <w:rsid w:val="0080479C"/>
    <w:rsid w:val="00804BCF"/>
    <w:rsid w:val="00804CC2"/>
    <w:rsid w:val="00804D7A"/>
    <w:rsid w:val="008056B9"/>
    <w:rsid w:val="00805AAE"/>
    <w:rsid w:val="00805CD2"/>
    <w:rsid w:val="00805F78"/>
    <w:rsid w:val="008068E1"/>
    <w:rsid w:val="00806920"/>
    <w:rsid w:val="00806BA1"/>
    <w:rsid w:val="00806CAF"/>
    <w:rsid w:val="00806ED4"/>
    <w:rsid w:val="00806F68"/>
    <w:rsid w:val="00807137"/>
    <w:rsid w:val="0080726F"/>
    <w:rsid w:val="00807833"/>
    <w:rsid w:val="00807957"/>
    <w:rsid w:val="00807AAC"/>
    <w:rsid w:val="00807AE9"/>
    <w:rsid w:val="00810261"/>
    <w:rsid w:val="00810A25"/>
    <w:rsid w:val="00810E22"/>
    <w:rsid w:val="00811153"/>
    <w:rsid w:val="00811635"/>
    <w:rsid w:val="00811735"/>
    <w:rsid w:val="00812267"/>
    <w:rsid w:val="0081228C"/>
    <w:rsid w:val="00812350"/>
    <w:rsid w:val="008124C7"/>
    <w:rsid w:val="00812BA6"/>
    <w:rsid w:val="008133B4"/>
    <w:rsid w:val="008136F7"/>
    <w:rsid w:val="008139E8"/>
    <w:rsid w:val="008139FB"/>
    <w:rsid w:val="00813A19"/>
    <w:rsid w:val="00813B24"/>
    <w:rsid w:val="00813E53"/>
    <w:rsid w:val="008141BF"/>
    <w:rsid w:val="00814469"/>
    <w:rsid w:val="00814603"/>
    <w:rsid w:val="00814944"/>
    <w:rsid w:val="00814D20"/>
    <w:rsid w:val="00814D3A"/>
    <w:rsid w:val="00814D87"/>
    <w:rsid w:val="00814E2B"/>
    <w:rsid w:val="00814F40"/>
    <w:rsid w:val="00814F78"/>
    <w:rsid w:val="00815023"/>
    <w:rsid w:val="00815055"/>
    <w:rsid w:val="008150BD"/>
    <w:rsid w:val="008150E9"/>
    <w:rsid w:val="008151A1"/>
    <w:rsid w:val="008154E8"/>
    <w:rsid w:val="008156EC"/>
    <w:rsid w:val="00815AAD"/>
    <w:rsid w:val="00815B50"/>
    <w:rsid w:val="00815B72"/>
    <w:rsid w:val="00815FE0"/>
    <w:rsid w:val="0081646C"/>
    <w:rsid w:val="008166B1"/>
    <w:rsid w:val="00816ACB"/>
    <w:rsid w:val="00816BBA"/>
    <w:rsid w:val="00816D3E"/>
    <w:rsid w:val="00816DDF"/>
    <w:rsid w:val="008171CD"/>
    <w:rsid w:val="008175C5"/>
    <w:rsid w:val="008175D2"/>
    <w:rsid w:val="008176BE"/>
    <w:rsid w:val="00817A19"/>
    <w:rsid w:val="008202DB"/>
    <w:rsid w:val="00820548"/>
    <w:rsid w:val="008206D3"/>
    <w:rsid w:val="00821490"/>
    <w:rsid w:val="0082170B"/>
    <w:rsid w:val="00821DDB"/>
    <w:rsid w:val="00821DF6"/>
    <w:rsid w:val="008221F4"/>
    <w:rsid w:val="00822BBA"/>
    <w:rsid w:val="00822DB8"/>
    <w:rsid w:val="008230F3"/>
    <w:rsid w:val="008234EC"/>
    <w:rsid w:val="0082380D"/>
    <w:rsid w:val="00823D04"/>
    <w:rsid w:val="00823DD4"/>
    <w:rsid w:val="0082407A"/>
    <w:rsid w:val="00824A76"/>
    <w:rsid w:val="00824CFD"/>
    <w:rsid w:val="00824E70"/>
    <w:rsid w:val="00825323"/>
    <w:rsid w:val="00825932"/>
    <w:rsid w:val="00825C79"/>
    <w:rsid w:val="008260DB"/>
    <w:rsid w:val="008263B4"/>
    <w:rsid w:val="00826683"/>
    <w:rsid w:val="008267E2"/>
    <w:rsid w:val="0082692A"/>
    <w:rsid w:val="00826ED9"/>
    <w:rsid w:val="00827226"/>
    <w:rsid w:val="00827522"/>
    <w:rsid w:val="0082754F"/>
    <w:rsid w:val="00827772"/>
    <w:rsid w:val="00827964"/>
    <w:rsid w:val="008303FE"/>
    <w:rsid w:val="008304CC"/>
    <w:rsid w:val="00830927"/>
    <w:rsid w:val="00830DA7"/>
    <w:rsid w:val="008310FC"/>
    <w:rsid w:val="00831313"/>
    <w:rsid w:val="008315E8"/>
    <w:rsid w:val="008317C4"/>
    <w:rsid w:val="00831D15"/>
    <w:rsid w:val="0083226C"/>
    <w:rsid w:val="00832A49"/>
    <w:rsid w:val="00832CF8"/>
    <w:rsid w:val="00832E2B"/>
    <w:rsid w:val="00833107"/>
    <w:rsid w:val="008335F4"/>
    <w:rsid w:val="0083379A"/>
    <w:rsid w:val="00833AA2"/>
    <w:rsid w:val="00833AF6"/>
    <w:rsid w:val="00833B97"/>
    <w:rsid w:val="00833CA7"/>
    <w:rsid w:val="00834551"/>
    <w:rsid w:val="008348B4"/>
    <w:rsid w:val="00834CFC"/>
    <w:rsid w:val="00835731"/>
    <w:rsid w:val="00835FFE"/>
    <w:rsid w:val="00836164"/>
    <w:rsid w:val="008361C6"/>
    <w:rsid w:val="008362E8"/>
    <w:rsid w:val="00836772"/>
    <w:rsid w:val="00836EEE"/>
    <w:rsid w:val="00837197"/>
    <w:rsid w:val="00837387"/>
    <w:rsid w:val="00837665"/>
    <w:rsid w:val="00837880"/>
    <w:rsid w:val="008378BB"/>
    <w:rsid w:val="008378C2"/>
    <w:rsid w:val="008400E3"/>
    <w:rsid w:val="008403AA"/>
    <w:rsid w:val="0084096F"/>
    <w:rsid w:val="008409EF"/>
    <w:rsid w:val="00840E1F"/>
    <w:rsid w:val="00841015"/>
    <w:rsid w:val="00841131"/>
    <w:rsid w:val="00841382"/>
    <w:rsid w:val="00841512"/>
    <w:rsid w:val="0084159E"/>
    <w:rsid w:val="008415C8"/>
    <w:rsid w:val="008415D9"/>
    <w:rsid w:val="008419F5"/>
    <w:rsid w:val="00841B5E"/>
    <w:rsid w:val="00841C1A"/>
    <w:rsid w:val="00842182"/>
    <w:rsid w:val="00842D09"/>
    <w:rsid w:val="008442E7"/>
    <w:rsid w:val="008444C6"/>
    <w:rsid w:val="00844B47"/>
    <w:rsid w:val="00844FE7"/>
    <w:rsid w:val="008450C4"/>
    <w:rsid w:val="008450F3"/>
    <w:rsid w:val="008452A7"/>
    <w:rsid w:val="00845434"/>
    <w:rsid w:val="008457E7"/>
    <w:rsid w:val="0084589D"/>
    <w:rsid w:val="00845C9B"/>
    <w:rsid w:val="008460BC"/>
    <w:rsid w:val="008461FF"/>
    <w:rsid w:val="0084660A"/>
    <w:rsid w:val="00846929"/>
    <w:rsid w:val="00846A36"/>
    <w:rsid w:val="00846D04"/>
    <w:rsid w:val="00846EAA"/>
    <w:rsid w:val="00846EE0"/>
    <w:rsid w:val="00847274"/>
    <w:rsid w:val="0084739F"/>
    <w:rsid w:val="0084765D"/>
    <w:rsid w:val="00847E70"/>
    <w:rsid w:val="00847EFD"/>
    <w:rsid w:val="008500C7"/>
    <w:rsid w:val="00850FF7"/>
    <w:rsid w:val="0085139D"/>
    <w:rsid w:val="0085199E"/>
    <w:rsid w:val="00851C6A"/>
    <w:rsid w:val="00851EF6"/>
    <w:rsid w:val="00851FC9"/>
    <w:rsid w:val="008525B0"/>
    <w:rsid w:val="008528FB"/>
    <w:rsid w:val="008529B5"/>
    <w:rsid w:val="00852D05"/>
    <w:rsid w:val="00852D5D"/>
    <w:rsid w:val="008532E3"/>
    <w:rsid w:val="008533E0"/>
    <w:rsid w:val="00853432"/>
    <w:rsid w:val="0085392B"/>
    <w:rsid w:val="00853A95"/>
    <w:rsid w:val="0085416F"/>
    <w:rsid w:val="0085417F"/>
    <w:rsid w:val="00854210"/>
    <w:rsid w:val="00854332"/>
    <w:rsid w:val="00854888"/>
    <w:rsid w:val="00854AA6"/>
    <w:rsid w:val="00854F46"/>
    <w:rsid w:val="00854FFA"/>
    <w:rsid w:val="008550D1"/>
    <w:rsid w:val="00855ED0"/>
    <w:rsid w:val="0085608C"/>
    <w:rsid w:val="00856308"/>
    <w:rsid w:val="00857374"/>
    <w:rsid w:val="00857B84"/>
    <w:rsid w:val="00857EBD"/>
    <w:rsid w:val="00860522"/>
    <w:rsid w:val="00860689"/>
    <w:rsid w:val="0086113B"/>
    <w:rsid w:val="008612E8"/>
    <w:rsid w:val="00861965"/>
    <w:rsid w:val="00861C9C"/>
    <w:rsid w:val="00861D04"/>
    <w:rsid w:val="00861F60"/>
    <w:rsid w:val="00862052"/>
    <w:rsid w:val="008622C7"/>
    <w:rsid w:val="008624E3"/>
    <w:rsid w:val="008634BB"/>
    <w:rsid w:val="00863DDC"/>
    <w:rsid w:val="00863F41"/>
    <w:rsid w:val="008644C4"/>
    <w:rsid w:val="00864F09"/>
    <w:rsid w:val="00864F73"/>
    <w:rsid w:val="00865226"/>
    <w:rsid w:val="00865521"/>
    <w:rsid w:val="008657A5"/>
    <w:rsid w:val="0086581C"/>
    <w:rsid w:val="008667BE"/>
    <w:rsid w:val="00867727"/>
    <w:rsid w:val="00867ED4"/>
    <w:rsid w:val="0087056B"/>
    <w:rsid w:val="00870B43"/>
    <w:rsid w:val="008712EF"/>
    <w:rsid w:val="00871407"/>
    <w:rsid w:val="008715D7"/>
    <w:rsid w:val="0087189E"/>
    <w:rsid w:val="00871AD1"/>
    <w:rsid w:val="00871E47"/>
    <w:rsid w:val="00872223"/>
    <w:rsid w:val="008722B0"/>
    <w:rsid w:val="008728CB"/>
    <w:rsid w:val="0087291B"/>
    <w:rsid w:val="00872937"/>
    <w:rsid w:val="00872A27"/>
    <w:rsid w:val="00872C6D"/>
    <w:rsid w:val="00872DAB"/>
    <w:rsid w:val="00872EC2"/>
    <w:rsid w:val="00872F0A"/>
    <w:rsid w:val="00873108"/>
    <w:rsid w:val="008736E2"/>
    <w:rsid w:val="008739CB"/>
    <w:rsid w:val="00873ABE"/>
    <w:rsid w:val="00873E22"/>
    <w:rsid w:val="00873FBD"/>
    <w:rsid w:val="00874019"/>
    <w:rsid w:val="008744A8"/>
    <w:rsid w:val="008746E5"/>
    <w:rsid w:val="00874C76"/>
    <w:rsid w:val="00874F9A"/>
    <w:rsid w:val="0087508E"/>
    <w:rsid w:val="0087513D"/>
    <w:rsid w:val="008752B5"/>
    <w:rsid w:val="008756F0"/>
    <w:rsid w:val="0087593C"/>
    <w:rsid w:val="00875A04"/>
    <w:rsid w:val="00875AED"/>
    <w:rsid w:val="00875CEF"/>
    <w:rsid w:val="00875F28"/>
    <w:rsid w:val="00876192"/>
    <w:rsid w:val="008764AF"/>
    <w:rsid w:val="0087681F"/>
    <w:rsid w:val="00877D31"/>
    <w:rsid w:val="00877E7F"/>
    <w:rsid w:val="00880523"/>
    <w:rsid w:val="008806A3"/>
    <w:rsid w:val="008806B2"/>
    <w:rsid w:val="008806BE"/>
    <w:rsid w:val="00880BE2"/>
    <w:rsid w:val="00880C03"/>
    <w:rsid w:val="00880D6B"/>
    <w:rsid w:val="00880E14"/>
    <w:rsid w:val="00881236"/>
    <w:rsid w:val="00882215"/>
    <w:rsid w:val="0088286B"/>
    <w:rsid w:val="00882874"/>
    <w:rsid w:val="00882F2E"/>
    <w:rsid w:val="00882FF7"/>
    <w:rsid w:val="0088354D"/>
    <w:rsid w:val="00883C97"/>
    <w:rsid w:val="00883CD0"/>
    <w:rsid w:val="0088448C"/>
    <w:rsid w:val="008849AC"/>
    <w:rsid w:val="00884D14"/>
    <w:rsid w:val="008853D6"/>
    <w:rsid w:val="00885DF8"/>
    <w:rsid w:val="00886150"/>
    <w:rsid w:val="00886213"/>
    <w:rsid w:val="008868EC"/>
    <w:rsid w:val="00886D49"/>
    <w:rsid w:val="00887130"/>
    <w:rsid w:val="008874AB"/>
    <w:rsid w:val="00887E2F"/>
    <w:rsid w:val="008906B6"/>
    <w:rsid w:val="0089097B"/>
    <w:rsid w:val="008911B3"/>
    <w:rsid w:val="008914E1"/>
    <w:rsid w:val="00891983"/>
    <w:rsid w:val="00891A7E"/>
    <w:rsid w:val="00892315"/>
    <w:rsid w:val="00892ACD"/>
    <w:rsid w:val="008932FA"/>
    <w:rsid w:val="0089350C"/>
    <w:rsid w:val="00893587"/>
    <w:rsid w:val="0089364F"/>
    <w:rsid w:val="008936B1"/>
    <w:rsid w:val="00893CA3"/>
    <w:rsid w:val="00893FB2"/>
    <w:rsid w:val="00894656"/>
    <w:rsid w:val="008947A5"/>
    <w:rsid w:val="00894EDE"/>
    <w:rsid w:val="00894EE5"/>
    <w:rsid w:val="008952A6"/>
    <w:rsid w:val="00895752"/>
    <w:rsid w:val="00895A29"/>
    <w:rsid w:val="00895CE0"/>
    <w:rsid w:val="0089649F"/>
    <w:rsid w:val="00896D48"/>
    <w:rsid w:val="00896D76"/>
    <w:rsid w:val="00896DA1"/>
    <w:rsid w:val="008975F2"/>
    <w:rsid w:val="008976E9"/>
    <w:rsid w:val="00897850"/>
    <w:rsid w:val="008978B0"/>
    <w:rsid w:val="00897A58"/>
    <w:rsid w:val="00897CA5"/>
    <w:rsid w:val="00897DEB"/>
    <w:rsid w:val="008A0341"/>
    <w:rsid w:val="008A03F6"/>
    <w:rsid w:val="008A057E"/>
    <w:rsid w:val="008A08A0"/>
    <w:rsid w:val="008A09D9"/>
    <w:rsid w:val="008A0E83"/>
    <w:rsid w:val="008A102D"/>
    <w:rsid w:val="008A1335"/>
    <w:rsid w:val="008A16EB"/>
    <w:rsid w:val="008A17E1"/>
    <w:rsid w:val="008A1BFD"/>
    <w:rsid w:val="008A1F02"/>
    <w:rsid w:val="008A2147"/>
    <w:rsid w:val="008A2749"/>
    <w:rsid w:val="008A2F55"/>
    <w:rsid w:val="008A302D"/>
    <w:rsid w:val="008A314A"/>
    <w:rsid w:val="008A36EB"/>
    <w:rsid w:val="008A390A"/>
    <w:rsid w:val="008A3C64"/>
    <w:rsid w:val="008A426B"/>
    <w:rsid w:val="008A494B"/>
    <w:rsid w:val="008A4A28"/>
    <w:rsid w:val="008A4EF0"/>
    <w:rsid w:val="008A4F2D"/>
    <w:rsid w:val="008A5177"/>
    <w:rsid w:val="008A51EE"/>
    <w:rsid w:val="008A52C0"/>
    <w:rsid w:val="008A5DEB"/>
    <w:rsid w:val="008A5DEF"/>
    <w:rsid w:val="008A5F74"/>
    <w:rsid w:val="008A6314"/>
    <w:rsid w:val="008A657D"/>
    <w:rsid w:val="008A65C4"/>
    <w:rsid w:val="008A66E3"/>
    <w:rsid w:val="008A6CB4"/>
    <w:rsid w:val="008A70A3"/>
    <w:rsid w:val="008A7995"/>
    <w:rsid w:val="008A7F70"/>
    <w:rsid w:val="008B00DF"/>
    <w:rsid w:val="008B0283"/>
    <w:rsid w:val="008B0561"/>
    <w:rsid w:val="008B10AE"/>
    <w:rsid w:val="008B15DC"/>
    <w:rsid w:val="008B1E6E"/>
    <w:rsid w:val="008B2053"/>
    <w:rsid w:val="008B2091"/>
    <w:rsid w:val="008B253D"/>
    <w:rsid w:val="008B2FCE"/>
    <w:rsid w:val="008B359A"/>
    <w:rsid w:val="008B3A9B"/>
    <w:rsid w:val="008B42A2"/>
    <w:rsid w:val="008B4472"/>
    <w:rsid w:val="008B453A"/>
    <w:rsid w:val="008B456B"/>
    <w:rsid w:val="008B4B53"/>
    <w:rsid w:val="008B50AA"/>
    <w:rsid w:val="008B55CF"/>
    <w:rsid w:val="008B573F"/>
    <w:rsid w:val="008B5975"/>
    <w:rsid w:val="008B598C"/>
    <w:rsid w:val="008B65B3"/>
    <w:rsid w:val="008B6D3A"/>
    <w:rsid w:val="008B6DA8"/>
    <w:rsid w:val="008B720F"/>
    <w:rsid w:val="008B74E2"/>
    <w:rsid w:val="008B7D43"/>
    <w:rsid w:val="008B7F2E"/>
    <w:rsid w:val="008C0685"/>
    <w:rsid w:val="008C0B8A"/>
    <w:rsid w:val="008C0CBB"/>
    <w:rsid w:val="008C0DFA"/>
    <w:rsid w:val="008C0FE0"/>
    <w:rsid w:val="008C1025"/>
    <w:rsid w:val="008C12D8"/>
    <w:rsid w:val="008C1B0E"/>
    <w:rsid w:val="008C1BE8"/>
    <w:rsid w:val="008C267B"/>
    <w:rsid w:val="008C2700"/>
    <w:rsid w:val="008C2844"/>
    <w:rsid w:val="008C2B7E"/>
    <w:rsid w:val="008C2D65"/>
    <w:rsid w:val="008C334B"/>
    <w:rsid w:val="008C3BDB"/>
    <w:rsid w:val="008C458D"/>
    <w:rsid w:val="008C4DA9"/>
    <w:rsid w:val="008C5289"/>
    <w:rsid w:val="008C52D0"/>
    <w:rsid w:val="008C5CEC"/>
    <w:rsid w:val="008C5EC9"/>
    <w:rsid w:val="008C6174"/>
    <w:rsid w:val="008C63C6"/>
    <w:rsid w:val="008C6478"/>
    <w:rsid w:val="008C649D"/>
    <w:rsid w:val="008C7106"/>
    <w:rsid w:val="008C779A"/>
    <w:rsid w:val="008C7DE1"/>
    <w:rsid w:val="008D0027"/>
    <w:rsid w:val="008D0564"/>
    <w:rsid w:val="008D0654"/>
    <w:rsid w:val="008D072C"/>
    <w:rsid w:val="008D0817"/>
    <w:rsid w:val="008D0E98"/>
    <w:rsid w:val="008D0EB8"/>
    <w:rsid w:val="008D10E5"/>
    <w:rsid w:val="008D1677"/>
    <w:rsid w:val="008D176F"/>
    <w:rsid w:val="008D2801"/>
    <w:rsid w:val="008D2F51"/>
    <w:rsid w:val="008D356A"/>
    <w:rsid w:val="008D390E"/>
    <w:rsid w:val="008D45CA"/>
    <w:rsid w:val="008D58B7"/>
    <w:rsid w:val="008D6202"/>
    <w:rsid w:val="008D62C0"/>
    <w:rsid w:val="008D63AB"/>
    <w:rsid w:val="008D66D9"/>
    <w:rsid w:val="008D677F"/>
    <w:rsid w:val="008D69A3"/>
    <w:rsid w:val="008D6D06"/>
    <w:rsid w:val="008D714A"/>
    <w:rsid w:val="008D7298"/>
    <w:rsid w:val="008D7BA5"/>
    <w:rsid w:val="008E015F"/>
    <w:rsid w:val="008E0431"/>
    <w:rsid w:val="008E0439"/>
    <w:rsid w:val="008E04A3"/>
    <w:rsid w:val="008E0A5D"/>
    <w:rsid w:val="008E0B32"/>
    <w:rsid w:val="008E0BC9"/>
    <w:rsid w:val="008E0E3C"/>
    <w:rsid w:val="008E0FCC"/>
    <w:rsid w:val="008E12B0"/>
    <w:rsid w:val="008E1529"/>
    <w:rsid w:val="008E1C39"/>
    <w:rsid w:val="008E272F"/>
    <w:rsid w:val="008E2AFF"/>
    <w:rsid w:val="008E2CB7"/>
    <w:rsid w:val="008E3333"/>
    <w:rsid w:val="008E37D1"/>
    <w:rsid w:val="008E395F"/>
    <w:rsid w:val="008E43C2"/>
    <w:rsid w:val="008E4640"/>
    <w:rsid w:val="008E50BB"/>
    <w:rsid w:val="008E5242"/>
    <w:rsid w:val="008E5478"/>
    <w:rsid w:val="008E5ADB"/>
    <w:rsid w:val="008E5E44"/>
    <w:rsid w:val="008E5F09"/>
    <w:rsid w:val="008E5F36"/>
    <w:rsid w:val="008E5FCC"/>
    <w:rsid w:val="008E61D3"/>
    <w:rsid w:val="008E6699"/>
    <w:rsid w:val="008E6B01"/>
    <w:rsid w:val="008E6E8C"/>
    <w:rsid w:val="008E77FA"/>
    <w:rsid w:val="008E7CB2"/>
    <w:rsid w:val="008E7F76"/>
    <w:rsid w:val="008F0408"/>
    <w:rsid w:val="008F0961"/>
    <w:rsid w:val="008F0B69"/>
    <w:rsid w:val="008F0BE7"/>
    <w:rsid w:val="008F0F7F"/>
    <w:rsid w:val="008F1424"/>
    <w:rsid w:val="008F1720"/>
    <w:rsid w:val="008F17D2"/>
    <w:rsid w:val="008F1EE4"/>
    <w:rsid w:val="008F20DF"/>
    <w:rsid w:val="008F242A"/>
    <w:rsid w:val="008F24C6"/>
    <w:rsid w:val="008F29A8"/>
    <w:rsid w:val="008F29E5"/>
    <w:rsid w:val="008F2AF4"/>
    <w:rsid w:val="008F2D26"/>
    <w:rsid w:val="008F2D6A"/>
    <w:rsid w:val="008F3616"/>
    <w:rsid w:val="008F3978"/>
    <w:rsid w:val="008F3E01"/>
    <w:rsid w:val="008F3E58"/>
    <w:rsid w:val="008F3EF4"/>
    <w:rsid w:val="008F42C7"/>
    <w:rsid w:val="008F43DE"/>
    <w:rsid w:val="008F4697"/>
    <w:rsid w:val="008F47EA"/>
    <w:rsid w:val="008F50E0"/>
    <w:rsid w:val="008F5120"/>
    <w:rsid w:val="008F547D"/>
    <w:rsid w:val="008F553C"/>
    <w:rsid w:val="008F59C9"/>
    <w:rsid w:val="008F5BD5"/>
    <w:rsid w:val="008F5C1E"/>
    <w:rsid w:val="008F5E64"/>
    <w:rsid w:val="008F63BB"/>
    <w:rsid w:val="008F640A"/>
    <w:rsid w:val="008F6837"/>
    <w:rsid w:val="008F686C"/>
    <w:rsid w:val="008F734C"/>
    <w:rsid w:val="008F745B"/>
    <w:rsid w:val="008F79CE"/>
    <w:rsid w:val="009000C8"/>
    <w:rsid w:val="0090027E"/>
    <w:rsid w:val="00900436"/>
    <w:rsid w:val="00900566"/>
    <w:rsid w:val="0090098A"/>
    <w:rsid w:val="00900E9F"/>
    <w:rsid w:val="00900F53"/>
    <w:rsid w:val="0090106B"/>
    <w:rsid w:val="00901373"/>
    <w:rsid w:val="00901B2D"/>
    <w:rsid w:val="00901C61"/>
    <w:rsid w:val="00901E34"/>
    <w:rsid w:val="009022BF"/>
    <w:rsid w:val="00902374"/>
    <w:rsid w:val="009028C8"/>
    <w:rsid w:val="00903164"/>
    <w:rsid w:val="009033D9"/>
    <w:rsid w:val="009036D1"/>
    <w:rsid w:val="009039E7"/>
    <w:rsid w:val="0090408B"/>
    <w:rsid w:val="00904151"/>
    <w:rsid w:val="009041ED"/>
    <w:rsid w:val="00904718"/>
    <w:rsid w:val="00904E3B"/>
    <w:rsid w:val="009051E5"/>
    <w:rsid w:val="00905940"/>
    <w:rsid w:val="00905B77"/>
    <w:rsid w:val="00905B82"/>
    <w:rsid w:val="009063B7"/>
    <w:rsid w:val="00906D86"/>
    <w:rsid w:val="00906E96"/>
    <w:rsid w:val="00906F2F"/>
    <w:rsid w:val="00907589"/>
    <w:rsid w:val="00907A8F"/>
    <w:rsid w:val="00907E12"/>
    <w:rsid w:val="00907EF7"/>
    <w:rsid w:val="009104B0"/>
    <w:rsid w:val="009108C6"/>
    <w:rsid w:val="00910C2A"/>
    <w:rsid w:val="00910C93"/>
    <w:rsid w:val="00910CC1"/>
    <w:rsid w:val="00910D3E"/>
    <w:rsid w:val="00910E94"/>
    <w:rsid w:val="00911024"/>
    <w:rsid w:val="009114BF"/>
    <w:rsid w:val="00911B3E"/>
    <w:rsid w:val="00911CAD"/>
    <w:rsid w:val="009126E0"/>
    <w:rsid w:val="0091277D"/>
    <w:rsid w:val="00912842"/>
    <w:rsid w:val="00912A7D"/>
    <w:rsid w:val="00912C80"/>
    <w:rsid w:val="00912EBB"/>
    <w:rsid w:val="00913020"/>
    <w:rsid w:val="0091356B"/>
    <w:rsid w:val="00913570"/>
    <w:rsid w:val="009135D7"/>
    <w:rsid w:val="009138F5"/>
    <w:rsid w:val="00913929"/>
    <w:rsid w:val="00913BB0"/>
    <w:rsid w:val="00913D19"/>
    <w:rsid w:val="00913D4F"/>
    <w:rsid w:val="00914365"/>
    <w:rsid w:val="00914502"/>
    <w:rsid w:val="00914985"/>
    <w:rsid w:val="009149D6"/>
    <w:rsid w:val="00914A27"/>
    <w:rsid w:val="00914B2B"/>
    <w:rsid w:val="00914D59"/>
    <w:rsid w:val="00915076"/>
    <w:rsid w:val="00915270"/>
    <w:rsid w:val="0091587C"/>
    <w:rsid w:val="00916066"/>
    <w:rsid w:val="009167AC"/>
    <w:rsid w:val="009169B6"/>
    <w:rsid w:val="00916B76"/>
    <w:rsid w:val="00916C3D"/>
    <w:rsid w:val="00916D9C"/>
    <w:rsid w:val="009170F5"/>
    <w:rsid w:val="009172E8"/>
    <w:rsid w:val="00917818"/>
    <w:rsid w:val="009179D4"/>
    <w:rsid w:val="00917A5B"/>
    <w:rsid w:val="00917CCA"/>
    <w:rsid w:val="0092050C"/>
    <w:rsid w:val="00920667"/>
    <w:rsid w:val="009208AA"/>
    <w:rsid w:val="00920A05"/>
    <w:rsid w:val="00921C23"/>
    <w:rsid w:val="009226C8"/>
    <w:rsid w:val="0092282F"/>
    <w:rsid w:val="0092287A"/>
    <w:rsid w:val="00922D70"/>
    <w:rsid w:val="00922E2A"/>
    <w:rsid w:val="00922E8C"/>
    <w:rsid w:val="00923225"/>
    <w:rsid w:val="009233DB"/>
    <w:rsid w:val="009236DC"/>
    <w:rsid w:val="00924127"/>
    <w:rsid w:val="009241D5"/>
    <w:rsid w:val="009245CE"/>
    <w:rsid w:val="009247A4"/>
    <w:rsid w:val="00924B00"/>
    <w:rsid w:val="00924FE3"/>
    <w:rsid w:val="009250EA"/>
    <w:rsid w:val="00925270"/>
    <w:rsid w:val="00925987"/>
    <w:rsid w:val="009259D8"/>
    <w:rsid w:val="009259DC"/>
    <w:rsid w:val="00925A32"/>
    <w:rsid w:val="00925D85"/>
    <w:rsid w:val="009261D7"/>
    <w:rsid w:val="009267CF"/>
    <w:rsid w:val="009268E4"/>
    <w:rsid w:val="00926ACC"/>
    <w:rsid w:val="00926D79"/>
    <w:rsid w:val="00927002"/>
    <w:rsid w:val="0092731A"/>
    <w:rsid w:val="00930297"/>
    <w:rsid w:val="00930785"/>
    <w:rsid w:val="00930E24"/>
    <w:rsid w:val="009315AF"/>
    <w:rsid w:val="009315FD"/>
    <w:rsid w:val="00931720"/>
    <w:rsid w:val="00931840"/>
    <w:rsid w:val="009318C1"/>
    <w:rsid w:val="0093196F"/>
    <w:rsid w:val="00931D3F"/>
    <w:rsid w:val="00931E99"/>
    <w:rsid w:val="00932266"/>
    <w:rsid w:val="0093247E"/>
    <w:rsid w:val="00932635"/>
    <w:rsid w:val="0093271F"/>
    <w:rsid w:val="009328C1"/>
    <w:rsid w:val="00932E13"/>
    <w:rsid w:val="009331A7"/>
    <w:rsid w:val="0093323F"/>
    <w:rsid w:val="009335D1"/>
    <w:rsid w:val="00933DF2"/>
    <w:rsid w:val="00933FFC"/>
    <w:rsid w:val="009343FF"/>
    <w:rsid w:val="009344C4"/>
    <w:rsid w:val="00935251"/>
    <w:rsid w:val="00935422"/>
    <w:rsid w:val="00935660"/>
    <w:rsid w:val="009359E0"/>
    <w:rsid w:val="009361A5"/>
    <w:rsid w:val="009361FF"/>
    <w:rsid w:val="00936445"/>
    <w:rsid w:val="00936805"/>
    <w:rsid w:val="009368AF"/>
    <w:rsid w:val="009369FB"/>
    <w:rsid w:val="00936AAF"/>
    <w:rsid w:val="00936C65"/>
    <w:rsid w:val="00936C70"/>
    <w:rsid w:val="00937226"/>
    <w:rsid w:val="00937328"/>
    <w:rsid w:val="009373D4"/>
    <w:rsid w:val="0093787D"/>
    <w:rsid w:val="009378F4"/>
    <w:rsid w:val="00937A51"/>
    <w:rsid w:val="009405EB"/>
    <w:rsid w:val="0094090C"/>
    <w:rsid w:val="00940EAC"/>
    <w:rsid w:val="00941410"/>
    <w:rsid w:val="0094170A"/>
    <w:rsid w:val="00941C8D"/>
    <w:rsid w:val="00941EC9"/>
    <w:rsid w:val="0094228B"/>
    <w:rsid w:val="009427DC"/>
    <w:rsid w:val="00942A2C"/>
    <w:rsid w:val="00942E89"/>
    <w:rsid w:val="00942E98"/>
    <w:rsid w:val="00943026"/>
    <w:rsid w:val="00943254"/>
    <w:rsid w:val="009433F9"/>
    <w:rsid w:val="009434EF"/>
    <w:rsid w:val="00943B72"/>
    <w:rsid w:val="0094409B"/>
    <w:rsid w:val="0094415F"/>
    <w:rsid w:val="009445C9"/>
    <w:rsid w:val="009445E4"/>
    <w:rsid w:val="009448DF"/>
    <w:rsid w:val="0094558E"/>
    <w:rsid w:val="00946009"/>
    <w:rsid w:val="00946528"/>
    <w:rsid w:val="00946B4E"/>
    <w:rsid w:val="00946BB5"/>
    <w:rsid w:val="009470C5"/>
    <w:rsid w:val="009477D6"/>
    <w:rsid w:val="00947A93"/>
    <w:rsid w:val="00947B3D"/>
    <w:rsid w:val="00950187"/>
    <w:rsid w:val="00950391"/>
    <w:rsid w:val="009506A5"/>
    <w:rsid w:val="0095076C"/>
    <w:rsid w:val="00950CAE"/>
    <w:rsid w:val="00951173"/>
    <w:rsid w:val="0095118B"/>
    <w:rsid w:val="009513F0"/>
    <w:rsid w:val="00951843"/>
    <w:rsid w:val="009519E3"/>
    <w:rsid w:val="0095207A"/>
    <w:rsid w:val="009520CF"/>
    <w:rsid w:val="009522F1"/>
    <w:rsid w:val="00952326"/>
    <w:rsid w:val="00952A42"/>
    <w:rsid w:val="00952A7F"/>
    <w:rsid w:val="00952DBE"/>
    <w:rsid w:val="00952DDD"/>
    <w:rsid w:val="0095309B"/>
    <w:rsid w:val="0095338D"/>
    <w:rsid w:val="0095394D"/>
    <w:rsid w:val="00953A07"/>
    <w:rsid w:val="00953D73"/>
    <w:rsid w:val="00953E65"/>
    <w:rsid w:val="0095443D"/>
    <w:rsid w:val="00954579"/>
    <w:rsid w:val="00954836"/>
    <w:rsid w:val="00954891"/>
    <w:rsid w:val="00954EDA"/>
    <w:rsid w:val="00955138"/>
    <w:rsid w:val="00955431"/>
    <w:rsid w:val="009558C2"/>
    <w:rsid w:val="009559DB"/>
    <w:rsid w:val="00955B06"/>
    <w:rsid w:val="00955C3D"/>
    <w:rsid w:val="00956103"/>
    <w:rsid w:val="0095616C"/>
    <w:rsid w:val="009565CA"/>
    <w:rsid w:val="00956606"/>
    <w:rsid w:val="0095676A"/>
    <w:rsid w:val="009567A9"/>
    <w:rsid w:val="00956C38"/>
    <w:rsid w:val="0095719E"/>
    <w:rsid w:val="009573E7"/>
    <w:rsid w:val="00957767"/>
    <w:rsid w:val="00957F82"/>
    <w:rsid w:val="00960399"/>
    <w:rsid w:val="00960C9D"/>
    <w:rsid w:val="00960DA5"/>
    <w:rsid w:val="009612FB"/>
    <w:rsid w:val="00961846"/>
    <w:rsid w:val="00961BD3"/>
    <w:rsid w:val="00961C3F"/>
    <w:rsid w:val="00961D68"/>
    <w:rsid w:val="009621B0"/>
    <w:rsid w:val="009621C4"/>
    <w:rsid w:val="00962369"/>
    <w:rsid w:val="00962619"/>
    <w:rsid w:val="009627CF"/>
    <w:rsid w:val="009627D6"/>
    <w:rsid w:val="009631C1"/>
    <w:rsid w:val="009635EF"/>
    <w:rsid w:val="0096361E"/>
    <w:rsid w:val="00963732"/>
    <w:rsid w:val="00963BBB"/>
    <w:rsid w:val="00963FC5"/>
    <w:rsid w:val="0096478F"/>
    <w:rsid w:val="00964839"/>
    <w:rsid w:val="009648ED"/>
    <w:rsid w:val="00964D5F"/>
    <w:rsid w:val="009658FF"/>
    <w:rsid w:val="00966079"/>
    <w:rsid w:val="00966912"/>
    <w:rsid w:val="00966AAA"/>
    <w:rsid w:val="00967072"/>
    <w:rsid w:val="009670D9"/>
    <w:rsid w:val="0096718E"/>
    <w:rsid w:val="00967399"/>
    <w:rsid w:val="00967F19"/>
    <w:rsid w:val="00970437"/>
    <w:rsid w:val="0097076B"/>
    <w:rsid w:val="00971328"/>
    <w:rsid w:val="00971DC9"/>
    <w:rsid w:val="0097228B"/>
    <w:rsid w:val="00972758"/>
    <w:rsid w:val="009727A8"/>
    <w:rsid w:val="009727EA"/>
    <w:rsid w:val="009728AF"/>
    <w:rsid w:val="00972EB2"/>
    <w:rsid w:val="00973319"/>
    <w:rsid w:val="009736F2"/>
    <w:rsid w:val="009736F7"/>
    <w:rsid w:val="00973793"/>
    <w:rsid w:val="00973AAF"/>
    <w:rsid w:val="00973F36"/>
    <w:rsid w:val="00973FE0"/>
    <w:rsid w:val="00974315"/>
    <w:rsid w:val="0097436F"/>
    <w:rsid w:val="009748E4"/>
    <w:rsid w:val="00974C20"/>
    <w:rsid w:val="00974C36"/>
    <w:rsid w:val="00974E44"/>
    <w:rsid w:val="00975077"/>
    <w:rsid w:val="009755C6"/>
    <w:rsid w:val="00975A9D"/>
    <w:rsid w:val="009762E4"/>
    <w:rsid w:val="009767CE"/>
    <w:rsid w:val="00976968"/>
    <w:rsid w:val="009773CC"/>
    <w:rsid w:val="00977862"/>
    <w:rsid w:val="00980318"/>
    <w:rsid w:val="00980395"/>
    <w:rsid w:val="009803E5"/>
    <w:rsid w:val="009803F4"/>
    <w:rsid w:val="0098046E"/>
    <w:rsid w:val="00980B7A"/>
    <w:rsid w:val="00980CF7"/>
    <w:rsid w:val="0098142D"/>
    <w:rsid w:val="0098162E"/>
    <w:rsid w:val="0098182A"/>
    <w:rsid w:val="00981A68"/>
    <w:rsid w:val="00981EB1"/>
    <w:rsid w:val="00981FFE"/>
    <w:rsid w:val="00982071"/>
    <w:rsid w:val="00982669"/>
    <w:rsid w:val="0098278C"/>
    <w:rsid w:val="00983094"/>
    <w:rsid w:val="009838A9"/>
    <w:rsid w:val="00983DC3"/>
    <w:rsid w:val="00984019"/>
    <w:rsid w:val="009849D8"/>
    <w:rsid w:val="00984FF5"/>
    <w:rsid w:val="009852D7"/>
    <w:rsid w:val="00985321"/>
    <w:rsid w:val="00985619"/>
    <w:rsid w:val="009858FA"/>
    <w:rsid w:val="00985BD9"/>
    <w:rsid w:val="009862CC"/>
    <w:rsid w:val="009864B7"/>
    <w:rsid w:val="00986744"/>
    <w:rsid w:val="00987071"/>
    <w:rsid w:val="00987429"/>
    <w:rsid w:val="00987968"/>
    <w:rsid w:val="00987B15"/>
    <w:rsid w:val="009900C7"/>
    <w:rsid w:val="0099026C"/>
    <w:rsid w:val="00991B9A"/>
    <w:rsid w:val="00991C86"/>
    <w:rsid w:val="0099206F"/>
    <w:rsid w:val="009926C6"/>
    <w:rsid w:val="009929D7"/>
    <w:rsid w:val="009929E3"/>
    <w:rsid w:val="00992DE4"/>
    <w:rsid w:val="00992E33"/>
    <w:rsid w:val="00993469"/>
    <w:rsid w:val="009938D7"/>
    <w:rsid w:val="00993EB8"/>
    <w:rsid w:val="00994BE4"/>
    <w:rsid w:val="00994CD8"/>
    <w:rsid w:val="00994E4C"/>
    <w:rsid w:val="00995617"/>
    <w:rsid w:val="0099570A"/>
    <w:rsid w:val="00995CA9"/>
    <w:rsid w:val="00995DFA"/>
    <w:rsid w:val="00995F6D"/>
    <w:rsid w:val="009961BA"/>
    <w:rsid w:val="00996342"/>
    <w:rsid w:val="0099655A"/>
    <w:rsid w:val="00997145"/>
    <w:rsid w:val="00997167"/>
    <w:rsid w:val="00997470"/>
    <w:rsid w:val="00997510"/>
    <w:rsid w:val="00997645"/>
    <w:rsid w:val="0099790F"/>
    <w:rsid w:val="00997CEC"/>
    <w:rsid w:val="009A0045"/>
    <w:rsid w:val="009A0121"/>
    <w:rsid w:val="009A02AA"/>
    <w:rsid w:val="009A03E9"/>
    <w:rsid w:val="009A04C2"/>
    <w:rsid w:val="009A04F3"/>
    <w:rsid w:val="009A0623"/>
    <w:rsid w:val="009A07D0"/>
    <w:rsid w:val="009A0EC2"/>
    <w:rsid w:val="009A1597"/>
    <w:rsid w:val="009A19F8"/>
    <w:rsid w:val="009A1B10"/>
    <w:rsid w:val="009A1B92"/>
    <w:rsid w:val="009A1CA8"/>
    <w:rsid w:val="009A1D7A"/>
    <w:rsid w:val="009A2196"/>
    <w:rsid w:val="009A265B"/>
    <w:rsid w:val="009A3325"/>
    <w:rsid w:val="009A3B91"/>
    <w:rsid w:val="009A3DA3"/>
    <w:rsid w:val="009A3EA1"/>
    <w:rsid w:val="009A4650"/>
    <w:rsid w:val="009A4721"/>
    <w:rsid w:val="009A4816"/>
    <w:rsid w:val="009A4CD2"/>
    <w:rsid w:val="009A4D86"/>
    <w:rsid w:val="009A4FE2"/>
    <w:rsid w:val="009A564A"/>
    <w:rsid w:val="009A5A06"/>
    <w:rsid w:val="009A5A7F"/>
    <w:rsid w:val="009A5A97"/>
    <w:rsid w:val="009A5BAA"/>
    <w:rsid w:val="009A5F71"/>
    <w:rsid w:val="009A602D"/>
    <w:rsid w:val="009A62E2"/>
    <w:rsid w:val="009A6A8F"/>
    <w:rsid w:val="009A6D6B"/>
    <w:rsid w:val="009A6D98"/>
    <w:rsid w:val="009A714F"/>
    <w:rsid w:val="009B0272"/>
    <w:rsid w:val="009B08C6"/>
    <w:rsid w:val="009B08DC"/>
    <w:rsid w:val="009B091B"/>
    <w:rsid w:val="009B0E47"/>
    <w:rsid w:val="009B1133"/>
    <w:rsid w:val="009B1292"/>
    <w:rsid w:val="009B1E97"/>
    <w:rsid w:val="009B23AE"/>
    <w:rsid w:val="009B26C3"/>
    <w:rsid w:val="009B27DA"/>
    <w:rsid w:val="009B2E5D"/>
    <w:rsid w:val="009B2F79"/>
    <w:rsid w:val="009B34F7"/>
    <w:rsid w:val="009B380A"/>
    <w:rsid w:val="009B385E"/>
    <w:rsid w:val="009B3DD3"/>
    <w:rsid w:val="009B3E1D"/>
    <w:rsid w:val="009B3EB0"/>
    <w:rsid w:val="009B417E"/>
    <w:rsid w:val="009B4BD4"/>
    <w:rsid w:val="009B4C1D"/>
    <w:rsid w:val="009B4CEF"/>
    <w:rsid w:val="009B50AB"/>
    <w:rsid w:val="009B519D"/>
    <w:rsid w:val="009B5ABD"/>
    <w:rsid w:val="009B6197"/>
    <w:rsid w:val="009B690C"/>
    <w:rsid w:val="009B695F"/>
    <w:rsid w:val="009B727B"/>
    <w:rsid w:val="009B7B6E"/>
    <w:rsid w:val="009C0144"/>
    <w:rsid w:val="009C0561"/>
    <w:rsid w:val="009C0D04"/>
    <w:rsid w:val="009C0DC0"/>
    <w:rsid w:val="009C153B"/>
    <w:rsid w:val="009C186F"/>
    <w:rsid w:val="009C18A2"/>
    <w:rsid w:val="009C2065"/>
    <w:rsid w:val="009C2137"/>
    <w:rsid w:val="009C2663"/>
    <w:rsid w:val="009C2C4A"/>
    <w:rsid w:val="009C3091"/>
    <w:rsid w:val="009C30F3"/>
    <w:rsid w:val="009C314B"/>
    <w:rsid w:val="009C35CF"/>
    <w:rsid w:val="009C36E1"/>
    <w:rsid w:val="009C389D"/>
    <w:rsid w:val="009C3A9E"/>
    <w:rsid w:val="009C3E1A"/>
    <w:rsid w:val="009C40B4"/>
    <w:rsid w:val="009C42D1"/>
    <w:rsid w:val="009C47F3"/>
    <w:rsid w:val="009C4D13"/>
    <w:rsid w:val="009C508A"/>
    <w:rsid w:val="009C576D"/>
    <w:rsid w:val="009C5D05"/>
    <w:rsid w:val="009C60CB"/>
    <w:rsid w:val="009C60F4"/>
    <w:rsid w:val="009C65B7"/>
    <w:rsid w:val="009C6672"/>
    <w:rsid w:val="009C6D0B"/>
    <w:rsid w:val="009C7AF7"/>
    <w:rsid w:val="009C7E0A"/>
    <w:rsid w:val="009D02DF"/>
    <w:rsid w:val="009D060D"/>
    <w:rsid w:val="009D0BEC"/>
    <w:rsid w:val="009D1970"/>
    <w:rsid w:val="009D1F16"/>
    <w:rsid w:val="009D21B7"/>
    <w:rsid w:val="009D31E1"/>
    <w:rsid w:val="009D3392"/>
    <w:rsid w:val="009D3A55"/>
    <w:rsid w:val="009D4814"/>
    <w:rsid w:val="009D4909"/>
    <w:rsid w:val="009D4FD9"/>
    <w:rsid w:val="009D54AB"/>
    <w:rsid w:val="009D5632"/>
    <w:rsid w:val="009D5A48"/>
    <w:rsid w:val="009D5CB4"/>
    <w:rsid w:val="009D6038"/>
    <w:rsid w:val="009D628E"/>
    <w:rsid w:val="009D6538"/>
    <w:rsid w:val="009D68BF"/>
    <w:rsid w:val="009D6A10"/>
    <w:rsid w:val="009D6E26"/>
    <w:rsid w:val="009D72F8"/>
    <w:rsid w:val="009D739E"/>
    <w:rsid w:val="009D750A"/>
    <w:rsid w:val="009D7CA6"/>
    <w:rsid w:val="009E012D"/>
    <w:rsid w:val="009E0433"/>
    <w:rsid w:val="009E08A3"/>
    <w:rsid w:val="009E1154"/>
    <w:rsid w:val="009E1540"/>
    <w:rsid w:val="009E16D8"/>
    <w:rsid w:val="009E16E2"/>
    <w:rsid w:val="009E178C"/>
    <w:rsid w:val="009E2065"/>
    <w:rsid w:val="009E2209"/>
    <w:rsid w:val="009E2D8D"/>
    <w:rsid w:val="009E314F"/>
    <w:rsid w:val="009E3569"/>
    <w:rsid w:val="009E3914"/>
    <w:rsid w:val="009E3B4F"/>
    <w:rsid w:val="009E4232"/>
    <w:rsid w:val="009E4709"/>
    <w:rsid w:val="009E477D"/>
    <w:rsid w:val="009E4B7C"/>
    <w:rsid w:val="009E52B4"/>
    <w:rsid w:val="009E5382"/>
    <w:rsid w:val="009E5411"/>
    <w:rsid w:val="009E563D"/>
    <w:rsid w:val="009E59CB"/>
    <w:rsid w:val="009E5CD4"/>
    <w:rsid w:val="009E629F"/>
    <w:rsid w:val="009E636B"/>
    <w:rsid w:val="009E6AE8"/>
    <w:rsid w:val="009E6C39"/>
    <w:rsid w:val="009E6F2B"/>
    <w:rsid w:val="009E74E9"/>
    <w:rsid w:val="009E786B"/>
    <w:rsid w:val="009E79D1"/>
    <w:rsid w:val="009E7D48"/>
    <w:rsid w:val="009F0314"/>
    <w:rsid w:val="009F04FC"/>
    <w:rsid w:val="009F05DD"/>
    <w:rsid w:val="009F0A7D"/>
    <w:rsid w:val="009F0D5A"/>
    <w:rsid w:val="009F0D80"/>
    <w:rsid w:val="009F0F18"/>
    <w:rsid w:val="009F1922"/>
    <w:rsid w:val="009F1C87"/>
    <w:rsid w:val="009F1D0F"/>
    <w:rsid w:val="009F2457"/>
    <w:rsid w:val="009F2F9E"/>
    <w:rsid w:val="009F30DD"/>
    <w:rsid w:val="009F3410"/>
    <w:rsid w:val="009F37FF"/>
    <w:rsid w:val="009F3CED"/>
    <w:rsid w:val="009F3F1A"/>
    <w:rsid w:val="009F45E6"/>
    <w:rsid w:val="009F530E"/>
    <w:rsid w:val="009F56F3"/>
    <w:rsid w:val="009F5948"/>
    <w:rsid w:val="009F5D53"/>
    <w:rsid w:val="009F5E41"/>
    <w:rsid w:val="009F6320"/>
    <w:rsid w:val="009F639F"/>
    <w:rsid w:val="009F6763"/>
    <w:rsid w:val="009F69F1"/>
    <w:rsid w:val="009F6B05"/>
    <w:rsid w:val="009F6B08"/>
    <w:rsid w:val="009F6E1D"/>
    <w:rsid w:val="009F7323"/>
    <w:rsid w:val="009F74C5"/>
    <w:rsid w:val="009F7980"/>
    <w:rsid w:val="009F7A98"/>
    <w:rsid w:val="009F7DFC"/>
    <w:rsid w:val="009F7FBC"/>
    <w:rsid w:val="009F7FFD"/>
    <w:rsid w:val="00A001C2"/>
    <w:rsid w:val="00A0056D"/>
    <w:rsid w:val="00A00AF8"/>
    <w:rsid w:val="00A01911"/>
    <w:rsid w:val="00A01976"/>
    <w:rsid w:val="00A01B4B"/>
    <w:rsid w:val="00A01FD2"/>
    <w:rsid w:val="00A0204B"/>
    <w:rsid w:val="00A02173"/>
    <w:rsid w:val="00A0254E"/>
    <w:rsid w:val="00A026D4"/>
    <w:rsid w:val="00A0289C"/>
    <w:rsid w:val="00A02D1C"/>
    <w:rsid w:val="00A02F4E"/>
    <w:rsid w:val="00A0343A"/>
    <w:rsid w:val="00A035B0"/>
    <w:rsid w:val="00A03887"/>
    <w:rsid w:val="00A039F1"/>
    <w:rsid w:val="00A03D8B"/>
    <w:rsid w:val="00A04633"/>
    <w:rsid w:val="00A0463A"/>
    <w:rsid w:val="00A04CFD"/>
    <w:rsid w:val="00A04D9F"/>
    <w:rsid w:val="00A05100"/>
    <w:rsid w:val="00A05548"/>
    <w:rsid w:val="00A06212"/>
    <w:rsid w:val="00A063DC"/>
    <w:rsid w:val="00A067B4"/>
    <w:rsid w:val="00A06F8F"/>
    <w:rsid w:val="00A0756D"/>
    <w:rsid w:val="00A078EE"/>
    <w:rsid w:val="00A079EB"/>
    <w:rsid w:val="00A07B1C"/>
    <w:rsid w:val="00A07C76"/>
    <w:rsid w:val="00A07DB3"/>
    <w:rsid w:val="00A10088"/>
    <w:rsid w:val="00A104B9"/>
    <w:rsid w:val="00A104CC"/>
    <w:rsid w:val="00A107C1"/>
    <w:rsid w:val="00A10C5C"/>
    <w:rsid w:val="00A1110A"/>
    <w:rsid w:val="00A1154E"/>
    <w:rsid w:val="00A11DD7"/>
    <w:rsid w:val="00A12658"/>
    <w:rsid w:val="00A12CB4"/>
    <w:rsid w:val="00A12D55"/>
    <w:rsid w:val="00A131B0"/>
    <w:rsid w:val="00A13B56"/>
    <w:rsid w:val="00A13B69"/>
    <w:rsid w:val="00A13E42"/>
    <w:rsid w:val="00A142B8"/>
    <w:rsid w:val="00A14515"/>
    <w:rsid w:val="00A1526F"/>
    <w:rsid w:val="00A1534C"/>
    <w:rsid w:val="00A15354"/>
    <w:rsid w:val="00A157A8"/>
    <w:rsid w:val="00A15B1B"/>
    <w:rsid w:val="00A15C54"/>
    <w:rsid w:val="00A16099"/>
    <w:rsid w:val="00A1636F"/>
    <w:rsid w:val="00A164D5"/>
    <w:rsid w:val="00A168D5"/>
    <w:rsid w:val="00A17305"/>
    <w:rsid w:val="00A175D5"/>
    <w:rsid w:val="00A17604"/>
    <w:rsid w:val="00A176E6"/>
    <w:rsid w:val="00A17914"/>
    <w:rsid w:val="00A17A80"/>
    <w:rsid w:val="00A17FFE"/>
    <w:rsid w:val="00A20145"/>
    <w:rsid w:val="00A2055B"/>
    <w:rsid w:val="00A212D3"/>
    <w:rsid w:val="00A215AE"/>
    <w:rsid w:val="00A2178F"/>
    <w:rsid w:val="00A21B15"/>
    <w:rsid w:val="00A21D0A"/>
    <w:rsid w:val="00A2275F"/>
    <w:rsid w:val="00A22C25"/>
    <w:rsid w:val="00A230E3"/>
    <w:rsid w:val="00A23BDD"/>
    <w:rsid w:val="00A2404E"/>
    <w:rsid w:val="00A24088"/>
    <w:rsid w:val="00A2408D"/>
    <w:rsid w:val="00A24282"/>
    <w:rsid w:val="00A24542"/>
    <w:rsid w:val="00A24562"/>
    <w:rsid w:val="00A2457F"/>
    <w:rsid w:val="00A24671"/>
    <w:rsid w:val="00A2468B"/>
    <w:rsid w:val="00A246FB"/>
    <w:rsid w:val="00A24C7E"/>
    <w:rsid w:val="00A2508E"/>
    <w:rsid w:val="00A25599"/>
    <w:rsid w:val="00A25A9B"/>
    <w:rsid w:val="00A26E25"/>
    <w:rsid w:val="00A27206"/>
    <w:rsid w:val="00A2725B"/>
    <w:rsid w:val="00A27269"/>
    <w:rsid w:val="00A273BA"/>
    <w:rsid w:val="00A277EB"/>
    <w:rsid w:val="00A27A11"/>
    <w:rsid w:val="00A27B4A"/>
    <w:rsid w:val="00A27D77"/>
    <w:rsid w:val="00A308E2"/>
    <w:rsid w:val="00A30AB2"/>
    <w:rsid w:val="00A30BD5"/>
    <w:rsid w:val="00A30FDD"/>
    <w:rsid w:val="00A310B4"/>
    <w:rsid w:val="00A311F0"/>
    <w:rsid w:val="00A3290F"/>
    <w:rsid w:val="00A3296C"/>
    <w:rsid w:val="00A33253"/>
    <w:rsid w:val="00A3335E"/>
    <w:rsid w:val="00A3446F"/>
    <w:rsid w:val="00A34562"/>
    <w:rsid w:val="00A34C13"/>
    <w:rsid w:val="00A34C36"/>
    <w:rsid w:val="00A34D83"/>
    <w:rsid w:val="00A3568A"/>
    <w:rsid w:val="00A35A5D"/>
    <w:rsid w:val="00A35F9A"/>
    <w:rsid w:val="00A36E6D"/>
    <w:rsid w:val="00A36FDD"/>
    <w:rsid w:val="00A37989"/>
    <w:rsid w:val="00A37B2C"/>
    <w:rsid w:val="00A37C78"/>
    <w:rsid w:val="00A37EA2"/>
    <w:rsid w:val="00A37FDF"/>
    <w:rsid w:val="00A40318"/>
    <w:rsid w:val="00A4047F"/>
    <w:rsid w:val="00A409B4"/>
    <w:rsid w:val="00A40F42"/>
    <w:rsid w:val="00A4102D"/>
    <w:rsid w:val="00A410A3"/>
    <w:rsid w:val="00A41115"/>
    <w:rsid w:val="00A4111D"/>
    <w:rsid w:val="00A4147A"/>
    <w:rsid w:val="00A415F9"/>
    <w:rsid w:val="00A41719"/>
    <w:rsid w:val="00A41C9C"/>
    <w:rsid w:val="00A41DBE"/>
    <w:rsid w:val="00A41F2C"/>
    <w:rsid w:val="00A420B0"/>
    <w:rsid w:val="00A4233D"/>
    <w:rsid w:val="00A42935"/>
    <w:rsid w:val="00A42C7B"/>
    <w:rsid w:val="00A42D2D"/>
    <w:rsid w:val="00A430CA"/>
    <w:rsid w:val="00A4346A"/>
    <w:rsid w:val="00A43526"/>
    <w:rsid w:val="00A4361B"/>
    <w:rsid w:val="00A4401D"/>
    <w:rsid w:val="00A4419B"/>
    <w:rsid w:val="00A44CAD"/>
    <w:rsid w:val="00A44CCA"/>
    <w:rsid w:val="00A4506D"/>
    <w:rsid w:val="00A4555C"/>
    <w:rsid w:val="00A455FA"/>
    <w:rsid w:val="00A4560F"/>
    <w:rsid w:val="00A4601B"/>
    <w:rsid w:val="00A4625D"/>
    <w:rsid w:val="00A4662B"/>
    <w:rsid w:val="00A467CE"/>
    <w:rsid w:val="00A475D0"/>
    <w:rsid w:val="00A475ED"/>
    <w:rsid w:val="00A47C4B"/>
    <w:rsid w:val="00A5130D"/>
    <w:rsid w:val="00A5137E"/>
    <w:rsid w:val="00A517CA"/>
    <w:rsid w:val="00A51D21"/>
    <w:rsid w:val="00A51D62"/>
    <w:rsid w:val="00A52470"/>
    <w:rsid w:val="00A525A1"/>
    <w:rsid w:val="00A525A4"/>
    <w:rsid w:val="00A53377"/>
    <w:rsid w:val="00A53B88"/>
    <w:rsid w:val="00A53D6C"/>
    <w:rsid w:val="00A542FE"/>
    <w:rsid w:val="00A54A80"/>
    <w:rsid w:val="00A54B88"/>
    <w:rsid w:val="00A54FA4"/>
    <w:rsid w:val="00A5526C"/>
    <w:rsid w:val="00A55432"/>
    <w:rsid w:val="00A55512"/>
    <w:rsid w:val="00A556C4"/>
    <w:rsid w:val="00A55B48"/>
    <w:rsid w:val="00A55E27"/>
    <w:rsid w:val="00A564AD"/>
    <w:rsid w:val="00A570A3"/>
    <w:rsid w:val="00A5723E"/>
    <w:rsid w:val="00A57EAC"/>
    <w:rsid w:val="00A57F6B"/>
    <w:rsid w:val="00A600FE"/>
    <w:rsid w:val="00A6051E"/>
    <w:rsid w:val="00A6052D"/>
    <w:rsid w:val="00A60760"/>
    <w:rsid w:val="00A607E6"/>
    <w:rsid w:val="00A60B08"/>
    <w:rsid w:val="00A60D10"/>
    <w:rsid w:val="00A617B6"/>
    <w:rsid w:val="00A61B4C"/>
    <w:rsid w:val="00A61C39"/>
    <w:rsid w:val="00A62969"/>
    <w:rsid w:val="00A62CD3"/>
    <w:rsid w:val="00A63324"/>
    <w:rsid w:val="00A6336D"/>
    <w:rsid w:val="00A63873"/>
    <w:rsid w:val="00A63EC3"/>
    <w:rsid w:val="00A64215"/>
    <w:rsid w:val="00A64328"/>
    <w:rsid w:val="00A64462"/>
    <w:rsid w:val="00A64483"/>
    <w:rsid w:val="00A646AB"/>
    <w:rsid w:val="00A647C0"/>
    <w:rsid w:val="00A6495A"/>
    <w:rsid w:val="00A65130"/>
    <w:rsid w:val="00A65159"/>
    <w:rsid w:val="00A653B1"/>
    <w:rsid w:val="00A653CE"/>
    <w:rsid w:val="00A6556B"/>
    <w:rsid w:val="00A65D09"/>
    <w:rsid w:val="00A6627D"/>
    <w:rsid w:val="00A666EE"/>
    <w:rsid w:val="00A66806"/>
    <w:rsid w:val="00A66C7C"/>
    <w:rsid w:val="00A66E39"/>
    <w:rsid w:val="00A67005"/>
    <w:rsid w:val="00A67030"/>
    <w:rsid w:val="00A67336"/>
    <w:rsid w:val="00A67596"/>
    <w:rsid w:val="00A677E6"/>
    <w:rsid w:val="00A67D9A"/>
    <w:rsid w:val="00A704A8"/>
    <w:rsid w:val="00A706D8"/>
    <w:rsid w:val="00A709AC"/>
    <w:rsid w:val="00A70C2F"/>
    <w:rsid w:val="00A70D88"/>
    <w:rsid w:val="00A70FBC"/>
    <w:rsid w:val="00A716D2"/>
    <w:rsid w:val="00A7175E"/>
    <w:rsid w:val="00A71ABF"/>
    <w:rsid w:val="00A71CD0"/>
    <w:rsid w:val="00A71F6C"/>
    <w:rsid w:val="00A72718"/>
    <w:rsid w:val="00A73078"/>
    <w:rsid w:val="00A735CD"/>
    <w:rsid w:val="00A735E5"/>
    <w:rsid w:val="00A740A3"/>
    <w:rsid w:val="00A743B0"/>
    <w:rsid w:val="00A7484B"/>
    <w:rsid w:val="00A74970"/>
    <w:rsid w:val="00A74995"/>
    <w:rsid w:val="00A74A18"/>
    <w:rsid w:val="00A752E6"/>
    <w:rsid w:val="00A75A38"/>
    <w:rsid w:val="00A75D52"/>
    <w:rsid w:val="00A75DF2"/>
    <w:rsid w:val="00A76139"/>
    <w:rsid w:val="00A7655E"/>
    <w:rsid w:val="00A76B11"/>
    <w:rsid w:val="00A76C94"/>
    <w:rsid w:val="00A76EA6"/>
    <w:rsid w:val="00A76FC6"/>
    <w:rsid w:val="00A77271"/>
    <w:rsid w:val="00A7786D"/>
    <w:rsid w:val="00A77B1A"/>
    <w:rsid w:val="00A77D8C"/>
    <w:rsid w:val="00A77EC5"/>
    <w:rsid w:val="00A77FE0"/>
    <w:rsid w:val="00A8043C"/>
    <w:rsid w:val="00A806CB"/>
    <w:rsid w:val="00A80744"/>
    <w:rsid w:val="00A81233"/>
    <w:rsid w:val="00A81472"/>
    <w:rsid w:val="00A815C7"/>
    <w:rsid w:val="00A81EC1"/>
    <w:rsid w:val="00A81F6B"/>
    <w:rsid w:val="00A81FEE"/>
    <w:rsid w:val="00A82224"/>
    <w:rsid w:val="00A827CA"/>
    <w:rsid w:val="00A82BD6"/>
    <w:rsid w:val="00A82E00"/>
    <w:rsid w:val="00A83AA6"/>
    <w:rsid w:val="00A83E72"/>
    <w:rsid w:val="00A841D1"/>
    <w:rsid w:val="00A84868"/>
    <w:rsid w:val="00A84927"/>
    <w:rsid w:val="00A84A00"/>
    <w:rsid w:val="00A84B53"/>
    <w:rsid w:val="00A86C55"/>
    <w:rsid w:val="00A86E26"/>
    <w:rsid w:val="00A87911"/>
    <w:rsid w:val="00A87953"/>
    <w:rsid w:val="00A879B0"/>
    <w:rsid w:val="00A87DB0"/>
    <w:rsid w:val="00A90461"/>
    <w:rsid w:val="00A90890"/>
    <w:rsid w:val="00A90B40"/>
    <w:rsid w:val="00A90F90"/>
    <w:rsid w:val="00A90FC8"/>
    <w:rsid w:val="00A911CC"/>
    <w:rsid w:val="00A91783"/>
    <w:rsid w:val="00A91ADC"/>
    <w:rsid w:val="00A91B6E"/>
    <w:rsid w:val="00A91F80"/>
    <w:rsid w:val="00A92825"/>
    <w:rsid w:val="00A928D8"/>
    <w:rsid w:val="00A92A49"/>
    <w:rsid w:val="00A92D44"/>
    <w:rsid w:val="00A92EF4"/>
    <w:rsid w:val="00A92F62"/>
    <w:rsid w:val="00A93242"/>
    <w:rsid w:val="00A93868"/>
    <w:rsid w:val="00A9394E"/>
    <w:rsid w:val="00A93A9D"/>
    <w:rsid w:val="00A93DE9"/>
    <w:rsid w:val="00A93FE3"/>
    <w:rsid w:val="00A93FE4"/>
    <w:rsid w:val="00A94970"/>
    <w:rsid w:val="00A94A19"/>
    <w:rsid w:val="00A95186"/>
    <w:rsid w:val="00A95253"/>
    <w:rsid w:val="00A95328"/>
    <w:rsid w:val="00A9599E"/>
    <w:rsid w:val="00A95D69"/>
    <w:rsid w:val="00A963E7"/>
    <w:rsid w:val="00A9658E"/>
    <w:rsid w:val="00A966CC"/>
    <w:rsid w:val="00A968AC"/>
    <w:rsid w:val="00A9696A"/>
    <w:rsid w:val="00A96D3C"/>
    <w:rsid w:val="00A96F95"/>
    <w:rsid w:val="00A96FD5"/>
    <w:rsid w:val="00A97686"/>
    <w:rsid w:val="00A97E1E"/>
    <w:rsid w:val="00AA02B2"/>
    <w:rsid w:val="00AA09F5"/>
    <w:rsid w:val="00AA2041"/>
    <w:rsid w:val="00AA2391"/>
    <w:rsid w:val="00AA2810"/>
    <w:rsid w:val="00AA2B66"/>
    <w:rsid w:val="00AA2BD4"/>
    <w:rsid w:val="00AA2D71"/>
    <w:rsid w:val="00AA2FCD"/>
    <w:rsid w:val="00AA3975"/>
    <w:rsid w:val="00AA42AD"/>
    <w:rsid w:val="00AA4D23"/>
    <w:rsid w:val="00AA4E74"/>
    <w:rsid w:val="00AA4FC9"/>
    <w:rsid w:val="00AA5156"/>
    <w:rsid w:val="00AA5AE7"/>
    <w:rsid w:val="00AA640B"/>
    <w:rsid w:val="00AA6487"/>
    <w:rsid w:val="00AA7874"/>
    <w:rsid w:val="00AA79C9"/>
    <w:rsid w:val="00AA79FC"/>
    <w:rsid w:val="00AB0913"/>
    <w:rsid w:val="00AB0C09"/>
    <w:rsid w:val="00AB0D61"/>
    <w:rsid w:val="00AB11A7"/>
    <w:rsid w:val="00AB1335"/>
    <w:rsid w:val="00AB19F7"/>
    <w:rsid w:val="00AB1B66"/>
    <w:rsid w:val="00AB1E57"/>
    <w:rsid w:val="00AB1F69"/>
    <w:rsid w:val="00AB20F9"/>
    <w:rsid w:val="00AB226A"/>
    <w:rsid w:val="00AB25D9"/>
    <w:rsid w:val="00AB2789"/>
    <w:rsid w:val="00AB2D60"/>
    <w:rsid w:val="00AB37D6"/>
    <w:rsid w:val="00AB395E"/>
    <w:rsid w:val="00AB3BCE"/>
    <w:rsid w:val="00AB3C8C"/>
    <w:rsid w:val="00AB40CF"/>
    <w:rsid w:val="00AB41C4"/>
    <w:rsid w:val="00AB488D"/>
    <w:rsid w:val="00AB5079"/>
    <w:rsid w:val="00AB5B82"/>
    <w:rsid w:val="00AB5C1D"/>
    <w:rsid w:val="00AB5FFE"/>
    <w:rsid w:val="00AB67BD"/>
    <w:rsid w:val="00AB69C1"/>
    <w:rsid w:val="00AB6E79"/>
    <w:rsid w:val="00AB6EAB"/>
    <w:rsid w:val="00AB771B"/>
    <w:rsid w:val="00AB7842"/>
    <w:rsid w:val="00AB7F82"/>
    <w:rsid w:val="00AC08CE"/>
    <w:rsid w:val="00AC1056"/>
    <w:rsid w:val="00AC1478"/>
    <w:rsid w:val="00AC1600"/>
    <w:rsid w:val="00AC16FA"/>
    <w:rsid w:val="00AC1BF1"/>
    <w:rsid w:val="00AC1D9D"/>
    <w:rsid w:val="00AC2709"/>
    <w:rsid w:val="00AC2E4A"/>
    <w:rsid w:val="00AC2F3C"/>
    <w:rsid w:val="00AC2FD9"/>
    <w:rsid w:val="00AC304D"/>
    <w:rsid w:val="00AC30E6"/>
    <w:rsid w:val="00AC317E"/>
    <w:rsid w:val="00AC34C3"/>
    <w:rsid w:val="00AC37C4"/>
    <w:rsid w:val="00AC389E"/>
    <w:rsid w:val="00AC38FC"/>
    <w:rsid w:val="00AC3983"/>
    <w:rsid w:val="00AC4179"/>
    <w:rsid w:val="00AC4AA3"/>
    <w:rsid w:val="00AC4D04"/>
    <w:rsid w:val="00AC502F"/>
    <w:rsid w:val="00AC5088"/>
    <w:rsid w:val="00AC526B"/>
    <w:rsid w:val="00AC5FC7"/>
    <w:rsid w:val="00AC614B"/>
    <w:rsid w:val="00AC649C"/>
    <w:rsid w:val="00AC6524"/>
    <w:rsid w:val="00AC680A"/>
    <w:rsid w:val="00AC7181"/>
    <w:rsid w:val="00AC7A3A"/>
    <w:rsid w:val="00AC7EA3"/>
    <w:rsid w:val="00AC7FB5"/>
    <w:rsid w:val="00AD097D"/>
    <w:rsid w:val="00AD0D51"/>
    <w:rsid w:val="00AD0DC3"/>
    <w:rsid w:val="00AD0F93"/>
    <w:rsid w:val="00AD1742"/>
    <w:rsid w:val="00AD1931"/>
    <w:rsid w:val="00AD1CC0"/>
    <w:rsid w:val="00AD1EBC"/>
    <w:rsid w:val="00AD1EBD"/>
    <w:rsid w:val="00AD2080"/>
    <w:rsid w:val="00AD2A13"/>
    <w:rsid w:val="00AD2BE8"/>
    <w:rsid w:val="00AD2DC2"/>
    <w:rsid w:val="00AD2F66"/>
    <w:rsid w:val="00AD3125"/>
    <w:rsid w:val="00AD3466"/>
    <w:rsid w:val="00AD36E7"/>
    <w:rsid w:val="00AD3C72"/>
    <w:rsid w:val="00AD3F68"/>
    <w:rsid w:val="00AD4180"/>
    <w:rsid w:val="00AD41AB"/>
    <w:rsid w:val="00AD4CDF"/>
    <w:rsid w:val="00AD4D2A"/>
    <w:rsid w:val="00AD4EDF"/>
    <w:rsid w:val="00AD5029"/>
    <w:rsid w:val="00AD5C55"/>
    <w:rsid w:val="00AD5FBF"/>
    <w:rsid w:val="00AD5FCB"/>
    <w:rsid w:val="00AD618E"/>
    <w:rsid w:val="00AD68B0"/>
    <w:rsid w:val="00AD6955"/>
    <w:rsid w:val="00AD73AD"/>
    <w:rsid w:val="00AD7527"/>
    <w:rsid w:val="00AE014E"/>
    <w:rsid w:val="00AE08DB"/>
    <w:rsid w:val="00AE0980"/>
    <w:rsid w:val="00AE1371"/>
    <w:rsid w:val="00AE1383"/>
    <w:rsid w:val="00AE169C"/>
    <w:rsid w:val="00AE16D5"/>
    <w:rsid w:val="00AE1A2A"/>
    <w:rsid w:val="00AE1BCD"/>
    <w:rsid w:val="00AE2132"/>
    <w:rsid w:val="00AE26B3"/>
    <w:rsid w:val="00AE287B"/>
    <w:rsid w:val="00AE2AB9"/>
    <w:rsid w:val="00AE2B48"/>
    <w:rsid w:val="00AE3A6E"/>
    <w:rsid w:val="00AE3EB0"/>
    <w:rsid w:val="00AE3ECB"/>
    <w:rsid w:val="00AE3FEC"/>
    <w:rsid w:val="00AE4371"/>
    <w:rsid w:val="00AE4AA7"/>
    <w:rsid w:val="00AE530B"/>
    <w:rsid w:val="00AE53E3"/>
    <w:rsid w:val="00AE572D"/>
    <w:rsid w:val="00AE57EE"/>
    <w:rsid w:val="00AE5BE8"/>
    <w:rsid w:val="00AE664E"/>
    <w:rsid w:val="00AE694D"/>
    <w:rsid w:val="00AE6970"/>
    <w:rsid w:val="00AE6B36"/>
    <w:rsid w:val="00AE7075"/>
    <w:rsid w:val="00AE7095"/>
    <w:rsid w:val="00AE73F2"/>
    <w:rsid w:val="00AE778A"/>
    <w:rsid w:val="00AE7C43"/>
    <w:rsid w:val="00AF0544"/>
    <w:rsid w:val="00AF05E7"/>
    <w:rsid w:val="00AF0B09"/>
    <w:rsid w:val="00AF0CD1"/>
    <w:rsid w:val="00AF11B4"/>
    <w:rsid w:val="00AF15CD"/>
    <w:rsid w:val="00AF182F"/>
    <w:rsid w:val="00AF2065"/>
    <w:rsid w:val="00AF2079"/>
    <w:rsid w:val="00AF261B"/>
    <w:rsid w:val="00AF30FA"/>
    <w:rsid w:val="00AF3502"/>
    <w:rsid w:val="00AF40A1"/>
    <w:rsid w:val="00AF42D7"/>
    <w:rsid w:val="00AF4325"/>
    <w:rsid w:val="00AF433D"/>
    <w:rsid w:val="00AF45CA"/>
    <w:rsid w:val="00AF4DB4"/>
    <w:rsid w:val="00AF4E0C"/>
    <w:rsid w:val="00AF5045"/>
    <w:rsid w:val="00AF515F"/>
    <w:rsid w:val="00AF5204"/>
    <w:rsid w:val="00AF6179"/>
    <w:rsid w:val="00AF683D"/>
    <w:rsid w:val="00AF6A41"/>
    <w:rsid w:val="00AF6AA1"/>
    <w:rsid w:val="00AF6BB9"/>
    <w:rsid w:val="00AF6BCC"/>
    <w:rsid w:val="00AF6E75"/>
    <w:rsid w:val="00AF77F2"/>
    <w:rsid w:val="00AF7BF7"/>
    <w:rsid w:val="00AF7E3E"/>
    <w:rsid w:val="00B003E0"/>
    <w:rsid w:val="00B003E9"/>
    <w:rsid w:val="00B006B1"/>
    <w:rsid w:val="00B007D6"/>
    <w:rsid w:val="00B00958"/>
    <w:rsid w:val="00B00CD2"/>
    <w:rsid w:val="00B01486"/>
    <w:rsid w:val="00B015B1"/>
    <w:rsid w:val="00B01622"/>
    <w:rsid w:val="00B01842"/>
    <w:rsid w:val="00B01B7D"/>
    <w:rsid w:val="00B01E71"/>
    <w:rsid w:val="00B02424"/>
    <w:rsid w:val="00B0247F"/>
    <w:rsid w:val="00B02FF5"/>
    <w:rsid w:val="00B032A1"/>
    <w:rsid w:val="00B032FE"/>
    <w:rsid w:val="00B03500"/>
    <w:rsid w:val="00B03581"/>
    <w:rsid w:val="00B0366A"/>
    <w:rsid w:val="00B03920"/>
    <w:rsid w:val="00B03D27"/>
    <w:rsid w:val="00B03F9B"/>
    <w:rsid w:val="00B048D2"/>
    <w:rsid w:val="00B04DDF"/>
    <w:rsid w:val="00B05486"/>
    <w:rsid w:val="00B054F6"/>
    <w:rsid w:val="00B058DB"/>
    <w:rsid w:val="00B07398"/>
    <w:rsid w:val="00B07992"/>
    <w:rsid w:val="00B07D78"/>
    <w:rsid w:val="00B07EAD"/>
    <w:rsid w:val="00B07F80"/>
    <w:rsid w:val="00B10251"/>
    <w:rsid w:val="00B10832"/>
    <w:rsid w:val="00B10DB5"/>
    <w:rsid w:val="00B10F77"/>
    <w:rsid w:val="00B113BA"/>
    <w:rsid w:val="00B114DC"/>
    <w:rsid w:val="00B1150A"/>
    <w:rsid w:val="00B116AD"/>
    <w:rsid w:val="00B11952"/>
    <w:rsid w:val="00B125AA"/>
    <w:rsid w:val="00B1271E"/>
    <w:rsid w:val="00B12934"/>
    <w:rsid w:val="00B129DE"/>
    <w:rsid w:val="00B13066"/>
    <w:rsid w:val="00B13409"/>
    <w:rsid w:val="00B139ED"/>
    <w:rsid w:val="00B13A83"/>
    <w:rsid w:val="00B13BA9"/>
    <w:rsid w:val="00B13D56"/>
    <w:rsid w:val="00B14058"/>
    <w:rsid w:val="00B14086"/>
    <w:rsid w:val="00B142D4"/>
    <w:rsid w:val="00B1432D"/>
    <w:rsid w:val="00B146F9"/>
    <w:rsid w:val="00B14789"/>
    <w:rsid w:val="00B14F4D"/>
    <w:rsid w:val="00B15095"/>
    <w:rsid w:val="00B150DF"/>
    <w:rsid w:val="00B1515F"/>
    <w:rsid w:val="00B15249"/>
    <w:rsid w:val="00B1537F"/>
    <w:rsid w:val="00B159C2"/>
    <w:rsid w:val="00B15FEE"/>
    <w:rsid w:val="00B165D6"/>
    <w:rsid w:val="00B1663F"/>
    <w:rsid w:val="00B1686A"/>
    <w:rsid w:val="00B169B4"/>
    <w:rsid w:val="00B16F51"/>
    <w:rsid w:val="00B174D2"/>
    <w:rsid w:val="00B17CE7"/>
    <w:rsid w:val="00B17DB9"/>
    <w:rsid w:val="00B201EB"/>
    <w:rsid w:val="00B20367"/>
    <w:rsid w:val="00B20433"/>
    <w:rsid w:val="00B20494"/>
    <w:rsid w:val="00B20E57"/>
    <w:rsid w:val="00B21095"/>
    <w:rsid w:val="00B21586"/>
    <w:rsid w:val="00B21D8A"/>
    <w:rsid w:val="00B21D96"/>
    <w:rsid w:val="00B2272F"/>
    <w:rsid w:val="00B22929"/>
    <w:rsid w:val="00B229FA"/>
    <w:rsid w:val="00B22D05"/>
    <w:rsid w:val="00B22DA6"/>
    <w:rsid w:val="00B230C8"/>
    <w:rsid w:val="00B232B0"/>
    <w:rsid w:val="00B236BE"/>
    <w:rsid w:val="00B23771"/>
    <w:rsid w:val="00B23880"/>
    <w:rsid w:val="00B23983"/>
    <w:rsid w:val="00B24364"/>
    <w:rsid w:val="00B243E1"/>
    <w:rsid w:val="00B247FC"/>
    <w:rsid w:val="00B24FED"/>
    <w:rsid w:val="00B2504B"/>
    <w:rsid w:val="00B259F9"/>
    <w:rsid w:val="00B25C4E"/>
    <w:rsid w:val="00B25F1E"/>
    <w:rsid w:val="00B2615F"/>
    <w:rsid w:val="00B26362"/>
    <w:rsid w:val="00B265A2"/>
    <w:rsid w:val="00B266C1"/>
    <w:rsid w:val="00B26820"/>
    <w:rsid w:val="00B26E4A"/>
    <w:rsid w:val="00B27650"/>
    <w:rsid w:val="00B27DA6"/>
    <w:rsid w:val="00B27DC2"/>
    <w:rsid w:val="00B30712"/>
    <w:rsid w:val="00B307E4"/>
    <w:rsid w:val="00B3090C"/>
    <w:rsid w:val="00B309C2"/>
    <w:rsid w:val="00B30ADB"/>
    <w:rsid w:val="00B310C8"/>
    <w:rsid w:val="00B3189D"/>
    <w:rsid w:val="00B31EBD"/>
    <w:rsid w:val="00B323CD"/>
    <w:rsid w:val="00B3276D"/>
    <w:rsid w:val="00B32BE6"/>
    <w:rsid w:val="00B32CA1"/>
    <w:rsid w:val="00B32E5F"/>
    <w:rsid w:val="00B332F5"/>
    <w:rsid w:val="00B3347B"/>
    <w:rsid w:val="00B33531"/>
    <w:rsid w:val="00B33635"/>
    <w:rsid w:val="00B336BF"/>
    <w:rsid w:val="00B33DD2"/>
    <w:rsid w:val="00B34313"/>
    <w:rsid w:val="00B3451E"/>
    <w:rsid w:val="00B3469B"/>
    <w:rsid w:val="00B34854"/>
    <w:rsid w:val="00B34E8A"/>
    <w:rsid w:val="00B35048"/>
    <w:rsid w:val="00B3557A"/>
    <w:rsid w:val="00B35EA3"/>
    <w:rsid w:val="00B35FE1"/>
    <w:rsid w:val="00B36138"/>
    <w:rsid w:val="00B3652A"/>
    <w:rsid w:val="00B368FD"/>
    <w:rsid w:val="00B36A32"/>
    <w:rsid w:val="00B36DC5"/>
    <w:rsid w:val="00B36F19"/>
    <w:rsid w:val="00B378DC"/>
    <w:rsid w:val="00B37FF8"/>
    <w:rsid w:val="00B402D6"/>
    <w:rsid w:val="00B40384"/>
    <w:rsid w:val="00B405D5"/>
    <w:rsid w:val="00B407D4"/>
    <w:rsid w:val="00B41D91"/>
    <w:rsid w:val="00B41E1C"/>
    <w:rsid w:val="00B41EE3"/>
    <w:rsid w:val="00B4278D"/>
    <w:rsid w:val="00B427FA"/>
    <w:rsid w:val="00B42F65"/>
    <w:rsid w:val="00B43200"/>
    <w:rsid w:val="00B432AA"/>
    <w:rsid w:val="00B43409"/>
    <w:rsid w:val="00B43B65"/>
    <w:rsid w:val="00B44035"/>
    <w:rsid w:val="00B44310"/>
    <w:rsid w:val="00B44331"/>
    <w:rsid w:val="00B443AB"/>
    <w:rsid w:val="00B44542"/>
    <w:rsid w:val="00B445D7"/>
    <w:rsid w:val="00B44608"/>
    <w:rsid w:val="00B44B6F"/>
    <w:rsid w:val="00B45054"/>
    <w:rsid w:val="00B45D7A"/>
    <w:rsid w:val="00B45DDA"/>
    <w:rsid w:val="00B467DE"/>
    <w:rsid w:val="00B468EF"/>
    <w:rsid w:val="00B46BFB"/>
    <w:rsid w:val="00B46F68"/>
    <w:rsid w:val="00B47057"/>
    <w:rsid w:val="00B4709A"/>
    <w:rsid w:val="00B475B6"/>
    <w:rsid w:val="00B476BE"/>
    <w:rsid w:val="00B47C28"/>
    <w:rsid w:val="00B50819"/>
    <w:rsid w:val="00B50842"/>
    <w:rsid w:val="00B50AD0"/>
    <w:rsid w:val="00B50B24"/>
    <w:rsid w:val="00B50B81"/>
    <w:rsid w:val="00B50F7E"/>
    <w:rsid w:val="00B510C1"/>
    <w:rsid w:val="00B5110C"/>
    <w:rsid w:val="00B51119"/>
    <w:rsid w:val="00B511BB"/>
    <w:rsid w:val="00B51C7F"/>
    <w:rsid w:val="00B5205A"/>
    <w:rsid w:val="00B5282E"/>
    <w:rsid w:val="00B5292A"/>
    <w:rsid w:val="00B52BAE"/>
    <w:rsid w:val="00B52FB4"/>
    <w:rsid w:val="00B53136"/>
    <w:rsid w:val="00B537AD"/>
    <w:rsid w:val="00B538E2"/>
    <w:rsid w:val="00B539C2"/>
    <w:rsid w:val="00B54442"/>
    <w:rsid w:val="00B5444F"/>
    <w:rsid w:val="00B54746"/>
    <w:rsid w:val="00B54C65"/>
    <w:rsid w:val="00B54E94"/>
    <w:rsid w:val="00B55529"/>
    <w:rsid w:val="00B559A1"/>
    <w:rsid w:val="00B5600B"/>
    <w:rsid w:val="00B565C3"/>
    <w:rsid w:val="00B565CF"/>
    <w:rsid w:val="00B5678F"/>
    <w:rsid w:val="00B5696B"/>
    <w:rsid w:val="00B56A40"/>
    <w:rsid w:val="00B56B49"/>
    <w:rsid w:val="00B56CD0"/>
    <w:rsid w:val="00B56CDE"/>
    <w:rsid w:val="00B56E8A"/>
    <w:rsid w:val="00B5744C"/>
    <w:rsid w:val="00B57906"/>
    <w:rsid w:val="00B57936"/>
    <w:rsid w:val="00B57DBC"/>
    <w:rsid w:val="00B60C58"/>
    <w:rsid w:val="00B60D43"/>
    <w:rsid w:val="00B60EE8"/>
    <w:rsid w:val="00B60F0C"/>
    <w:rsid w:val="00B61034"/>
    <w:rsid w:val="00B6113F"/>
    <w:rsid w:val="00B614FF"/>
    <w:rsid w:val="00B61953"/>
    <w:rsid w:val="00B61957"/>
    <w:rsid w:val="00B61B9B"/>
    <w:rsid w:val="00B6275C"/>
    <w:rsid w:val="00B62897"/>
    <w:rsid w:val="00B62C07"/>
    <w:rsid w:val="00B62C1A"/>
    <w:rsid w:val="00B63601"/>
    <w:rsid w:val="00B6360D"/>
    <w:rsid w:val="00B63F15"/>
    <w:rsid w:val="00B64137"/>
    <w:rsid w:val="00B6422C"/>
    <w:rsid w:val="00B642DA"/>
    <w:rsid w:val="00B64579"/>
    <w:rsid w:val="00B645F4"/>
    <w:rsid w:val="00B646C7"/>
    <w:rsid w:val="00B649DE"/>
    <w:rsid w:val="00B6511A"/>
    <w:rsid w:val="00B65773"/>
    <w:rsid w:val="00B65EBC"/>
    <w:rsid w:val="00B65EE3"/>
    <w:rsid w:val="00B65FFA"/>
    <w:rsid w:val="00B6633F"/>
    <w:rsid w:val="00B66742"/>
    <w:rsid w:val="00B66832"/>
    <w:rsid w:val="00B66C92"/>
    <w:rsid w:val="00B67043"/>
    <w:rsid w:val="00B67966"/>
    <w:rsid w:val="00B67AF2"/>
    <w:rsid w:val="00B70371"/>
    <w:rsid w:val="00B70385"/>
    <w:rsid w:val="00B7044B"/>
    <w:rsid w:val="00B70C03"/>
    <w:rsid w:val="00B70C87"/>
    <w:rsid w:val="00B70E4B"/>
    <w:rsid w:val="00B7120B"/>
    <w:rsid w:val="00B7132E"/>
    <w:rsid w:val="00B719BB"/>
    <w:rsid w:val="00B71B74"/>
    <w:rsid w:val="00B71D36"/>
    <w:rsid w:val="00B720F8"/>
    <w:rsid w:val="00B721D6"/>
    <w:rsid w:val="00B72602"/>
    <w:rsid w:val="00B726C3"/>
    <w:rsid w:val="00B72980"/>
    <w:rsid w:val="00B72CCD"/>
    <w:rsid w:val="00B72EC3"/>
    <w:rsid w:val="00B735FE"/>
    <w:rsid w:val="00B7399F"/>
    <w:rsid w:val="00B73E42"/>
    <w:rsid w:val="00B73EE0"/>
    <w:rsid w:val="00B740BE"/>
    <w:rsid w:val="00B740BF"/>
    <w:rsid w:val="00B7441B"/>
    <w:rsid w:val="00B75056"/>
    <w:rsid w:val="00B75249"/>
    <w:rsid w:val="00B752D7"/>
    <w:rsid w:val="00B75305"/>
    <w:rsid w:val="00B75975"/>
    <w:rsid w:val="00B75C4A"/>
    <w:rsid w:val="00B75D48"/>
    <w:rsid w:val="00B7662C"/>
    <w:rsid w:val="00B76774"/>
    <w:rsid w:val="00B767A8"/>
    <w:rsid w:val="00B768F7"/>
    <w:rsid w:val="00B77068"/>
    <w:rsid w:val="00B772EE"/>
    <w:rsid w:val="00B77557"/>
    <w:rsid w:val="00B80015"/>
    <w:rsid w:val="00B800D0"/>
    <w:rsid w:val="00B804EE"/>
    <w:rsid w:val="00B812CD"/>
    <w:rsid w:val="00B816F3"/>
    <w:rsid w:val="00B81719"/>
    <w:rsid w:val="00B818C0"/>
    <w:rsid w:val="00B81B1A"/>
    <w:rsid w:val="00B81DF0"/>
    <w:rsid w:val="00B82186"/>
    <w:rsid w:val="00B82250"/>
    <w:rsid w:val="00B823C9"/>
    <w:rsid w:val="00B825A7"/>
    <w:rsid w:val="00B82602"/>
    <w:rsid w:val="00B82649"/>
    <w:rsid w:val="00B828FA"/>
    <w:rsid w:val="00B829BC"/>
    <w:rsid w:val="00B82B02"/>
    <w:rsid w:val="00B830A1"/>
    <w:rsid w:val="00B834F2"/>
    <w:rsid w:val="00B836A3"/>
    <w:rsid w:val="00B8386B"/>
    <w:rsid w:val="00B83FDD"/>
    <w:rsid w:val="00B840C7"/>
    <w:rsid w:val="00B84822"/>
    <w:rsid w:val="00B851C2"/>
    <w:rsid w:val="00B8573A"/>
    <w:rsid w:val="00B85909"/>
    <w:rsid w:val="00B85BA8"/>
    <w:rsid w:val="00B85FA5"/>
    <w:rsid w:val="00B86057"/>
    <w:rsid w:val="00B86278"/>
    <w:rsid w:val="00B86586"/>
    <w:rsid w:val="00B87073"/>
    <w:rsid w:val="00B870A8"/>
    <w:rsid w:val="00B8734F"/>
    <w:rsid w:val="00B879FD"/>
    <w:rsid w:val="00B87A8A"/>
    <w:rsid w:val="00B87D28"/>
    <w:rsid w:val="00B87FD5"/>
    <w:rsid w:val="00B903CD"/>
    <w:rsid w:val="00B90619"/>
    <w:rsid w:val="00B906E2"/>
    <w:rsid w:val="00B90874"/>
    <w:rsid w:val="00B908B0"/>
    <w:rsid w:val="00B90F1C"/>
    <w:rsid w:val="00B9142B"/>
    <w:rsid w:val="00B92261"/>
    <w:rsid w:val="00B925F0"/>
    <w:rsid w:val="00B92797"/>
    <w:rsid w:val="00B93007"/>
    <w:rsid w:val="00B94278"/>
    <w:rsid w:val="00B94601"/>
    <w:rsid w:val="00B946C6"/>
    <w:rsid w:val="00B9478C"/>
    <w:rsid w:val="00B94B66"/>
    <w:rsid w:val="00B94D04"/>
    <w:rsid w:val="00B94E07"/>
    <w:rsid w:val="00B956E5"/>
    <w:rsid w:val="00B96048"/>
    <w:rsid w:val="00B964D3"/>
    <w:rsid w:val="00B966BE"/>
    <w:rsid w:val="00B9674D"/>
    <w:rsid w:val="00B967A8"/>
    <w:rsid w:val="00B9690B"/>
    <w:rsid w:val="00B96DA6"/>
    <w:rsid w:val="00B96EA0"/>
    <w:rsid w:val="00B972E3"/>
    <w:rsid w:val="00B97322"/>
    <w:rsid w:val="00B97B73"/>
    <w:rsid w:val="00B97D46"/>
    <w:rsid w:val="00BA0351"/>
    <w:rsid w:val="00BA04E2"/>
    <w:rsid w:val="00BA09E3"/>
    <w:rsid w:val="00BA0C11"/>
    <w:rsid w:val="00BA0C22"/>
    <w:rsid w:val="00BA0D02"/>
    <w:rsid w:val="00BA1224"/>
    <w:rsid w:val="00BA1BC4"/>
    <w:rsid w:val="00BA1E34"/>
    <w:rsid w:val="00BA2209"/>
    <w:rsid w:val="00BA2993"/>
    <w:rsid w:val="00BA2BE8"/>
    <w:rsid w:val="00BA2E1D"/>
    <w:rsid w:val="00BA2F90"/>
    <w:rsid w:val="00BA3334"/>
    <w:rsid w:val="00BA3888"/>
    <w:rsid w:val="00BA3AA1"/>
    <w:rsid w:val="00BA3F5C"/>
    <w:rsid w:val="00BA4223"/>
    <w:rsid w:val="00BA4279"/>
    <w:rsid w:val="00BA45AB"/>
    <w:rsid w:val="00BA568B"/>
    <w:rsid w:val="00BA57B4"/>
    <w:rsid w:val="00BA5871"/>
    <w:rsid w:val="00BA5A40"/>
    <w:rsid w:val="00BA5B32"/>
    <w:rsid w:val="00BA5B48"/>
    <w:rsid w:val="00BA5BE8"/>
    <w:rsid w:val="00BA5CB5"/>
    <w:rsid w:val="00BA5E87"/>
    <w:rsid w:val="00BA633A"/>
    <w:rsid w:val="00BA641C"/>
    <w:rsid w:val="00BA6465"/>
    <w:rsid w:val="00BA66DA"/>
    <w:rsid w:val="00BA6830"/>
    <w:rsid w:val="00BA6D32"/>
    <w:rsid w:val="00BA70A5"/>
    <w:rsid w:val="00BA7469"/>
    <w:rsid w:val="00BA7C9C"/>
    <w:rsid w:val="00BB0306"/>
    <w:rsid w:val="00BB039D"/>
    <w:rsid w:val="00BB087A"/>
    <w:rsid w:val="00BB11BE"/>
    <w:rsid w:val="00BB12AD"/>
    <w:rsid w:val="00BB130C"/>
    <w:rsid w:val="00BB14A1"/>
    <w:rsid w:val="00BB14CE"/>
    <w:rsid w:val="00BB1560"/>
    <w:rsid w:val="00BB1C78"/>
    <w:rsid w:val="00BB2154"/>
    <w:rsid w:val="00BB235C"/>
    <w:rsid w:val="00BB2832"/>
    <w:rsid w:val="00BB29E3"/>
    <w:rsid w:val="00BB2F2F"/>
    <w:rsid w:val="00BB32C3"/>
    <w:rsid w:val="00BB33EF"/>
    <w:rsid w:val="00BB393A"/>
    <w:rsid w:val="00BB3BEF"/>
    <w:rsid w:val="00BB3F6A"/>
    <w:rsid w:val="00BB3F98"/>
    <w:rsid w:val="00BB44C6"/>
    <w:rsid w:val="00BB5039"/>
    <w:rsid w:val="00BB51CC"/>
    <w:rsid w:val="00BB53B1"/>
    <w:rsid w:val="00BB53F7"/>
    <w:rsid w:val="00BB61AD"/>
    <w:rsid w:val="00BB66B3"/>
    <w:rsid w:val="00BB682B"/>
    <w:rsid w:val="00BB7387"/>
    <w:rsid w:val="00BB7E0B"/>
    <w:rsid w:val="00BC066D"/>
    <w:rsid w:val="00BC0B99"/>
    <w:rsid w:val="00BC11DE"/>
    <w:rsid w:val="00BC11F9"/>
    <w:rsid w:val="00BC17D5"/>
    <w:rsid w:val="00BC18C2"/>
    <w:rsid w:val="00BC18DA"/>
    <w:rsid w:val="00BC1B3B"/>
    <w:rsid w:val="00BC1BEC"/>
    <w:rsid w:val="00BC2197"/>
    <w:rsid w:val="00BC22F6"/>
    <w:rsid w:val="00BC2623"/>
    <w:rsid w:val="00BC26DB"/>
    <w:rsid w:val="00BC29CB"/>
    <w:rsid w:val="00BC2E1B"/>
    <w:rsid w:val="00BC3891"/>
    <w:rsid w:val="00BC3DDE"/>
    <w:rsid w:val="00BC3E59"/>
    <w:rsid w:val="00BC4436"/>
    <w:rsid w:val="00BC44C4"/>
    <w:rsid w:val="00BC4B96"/>
    <w:rsid w:val="00BC4BA0"/>
    <w:rsid w:val="00BC573D"/>
    <w:rsid w:val="00BC57DD"/>
    <w:rsid w:val="00BC5A58"/>
    <w:rsid w:val="00BC5A6C"/>
    <w:rsid w:val="00BC5BE4"/>
    <w:rsid w:val="00BC5C06"/>
    <w:rsid w:val="00BC65C5"/>
    <w:rsid w:val="00BC703D"/>
    <w:rsid w:val="00BC7823"/>
    <w:rsid w:val="00BC79C1"/>
    <w:rsid w:val="00BC7B44"/>
    <w:rsid w:val="00BC7EC0"/>
    <w:rsid w:val="00BD00A8"/>
    <w:rsid w:val="00BD05AE"/>
    <w:rsid w:val="00BD0B03"/>
    <w:rsid w:val="00BD0D63"/>
    <w:rsid w:val="00BD1754"/>
    <w:rsid w:val="00BD17C8"/>
    <w:rsid w:val="00BD1C90"/>
    <w:rsid w:val="00BD1FAB"/>
    <w:rsid w:val="00BD2044"/>
    <w:rsid w:val="00BD28EF"/>
    <w:rsid w:val="00BD3E1A"/>
    <w:rsid w:val="00BD4957"/>
    <w:rsid w:val="00BD496B"/>
    <w:rsid w:val="00BD4A0F"/>
    <w:rsid w:val="00BD4F14"/>
    <w:rsid w:val="00BD52EE"/>
    <w:rsid w:val="00BD5C81"/>
    <w:rsid w:val="00BD5F14"/>
    <w:rsid w:val="00BD6408"/>
    <w:rsid w:val="00BD6BF1"/>
    <w:rsid w:val="00BD6C77"/>
    <w:rsid w:val="00BD6D86"/>
    <w:rsid w:val="00BD6E19"/>
    <w:rsid w:val="00BD6FC7"/>
    <w:rsid w:val="00BD72BC"/>
    <w:rsid w:val="00BD74D6"/>
    <w:rsid w:val="00BD75E1"/>
    <w:rsid w:val="00BD7B76"/>
    <w:rsid w:val="00BD7C84"/>
    <w:rsid w:val="00BE00AF"/>
    <w:rsid w:val="00BE011F"/>
    <w:rsid w:val="00BE01BD"/>
    <w:rsid w:val="00BE0AC3"/>
    <w:rsid w:val="00BE12F6"/>
    <w:rsid w:val="00BE18D7"/>
    <w:rsid w:val="00BE1AA8"/>
    <w:rsid w:val="00BE1B19"/>
    <w:rsid w:val="00BE1BD2"/>
    <w:rsid w:val="00BE1D7F"/>
    <w:rsid w:val="00BE1FFD"/>
    <w:rsid w:val="00BE21F0"/>
    <w:rsid w:val="00BE2233"/>
    <w:rsid w:val="00BE2786"/>
    <w:rsid w:val="00BE2AD5"/>
    <w:rsid w:val="00BE2D6A"/>
    <w:rsid w:val="00BE3110"/>
    <w:rsid w:val="00BE318F"/>
    <w:rsid w:val="00BE32AA"/>
    <w:rsid w:val="00BE3771"/>
    <w:rsid w:val="00BE385A"/>
    <w:rsid w:val="00BE39B3"/>
    <w:rsid w:val="00BE3C9B"/>
    <w:rsid w:val="00BE3D1E"/>
    <w:rsid w:val="00BE49FF"/>
    <w:rsid w:val="00BE52E5"/>
    <w:rsid w:val="00BE633A"/>
    <w:rsid w:val="00BE64E8"/>
    <w:rsid w:val="00BE6764"/>
    <w:rsid w:val="00BE6911"/>
    <w:rsid w:val="00BE6B7B"/>
    <w:rsid w:val="00BE6E9F"/>
    <w:rsid w:val="00BE70A4"/>
    <w:rsid w:val="00BE7745"/>
    <w:rsid w:val="00BE7C41"/>
    <w:rsid w:val="00BF01F0"/>
    <w:rsid w:val="00BF0303"/>
    <w:rsid w:val="00BF0673"/>
    <w:rsid w:val="00BF07AB"/>
    <w:rsid w:val="00BF0A6B"/>
    <w:rsid w:val="00BF14EF"/>
    <w:rsid w:val="00BF1728"/>
    <w:rsid w:val="00BF17D2"/>
    <w:rsid w:val="00BF1CBF"/>
    <w:rsid w:val="00BF20A3"/>
    <w:rsid w:val="00BF22C7"/>
    <w:rsid w:val="00BF24E2"/>
    <w:rsid w:val="00BF25BD"/>
    <w:rsid w:val="00BF2DE4"/>
    <w:rsid w:val="00BF34F6"/>
    <w:rsid w:val="00BF3A0E"/>
    <w:rsid w:val="00BF3C2E"/>
    <w:rsid w:val="00BF3C56"/>
    <w:rsid w:val="00BF41C5"/>
    <w:rsid w:val="00BF4389"/>
    <w:rsid w:val="00BF43CD"/>
    <w:rsid w:val="00BF4439"/>
    <w:rsid w:val="00BF4A4D"/>
    <w:rsid w:val="00BF4DE1"/>
    <w:rsid w:val="00BF5079"/>
    <w:rsid w:val="00BF539E"/>
    <w:rsid w:val="00BF5570"/>
    <w:rsid w:val="00BF58A9"/>
    <w:rsid w:val="00BF5FBA"/>
    <w:rsid w:val="00BF60B6"/>
    <w:rsid w:val="00BF6C3F"/>
    <w:rsid w:val="00BF72B3"/>
    <w:rsid w:val="00BF788B"/>
    <w:rsid w:val="00C003EB"/>
    <w:rsid w:val="00C0109E"/>
    <w:rsid w:val="00C0143A"/>
    <w:rsid w:val="00C01B15"/>
    <w:rsid w:val="00C01FD4"/>
    <w:rsid w:val="00C02468"/>
    <w:rsid w:val="00C024FC"/>
    <w:rsid w:val="00C026E9"/>
    <w:rsid w:val="00C02831"/>
    <w:rsid w:val="00C02B35"/>
    <w:rsid w:val="00C02B8F"/>
    <w:rsid w:val="00C02FDD"/>
    <w:rsid w:val="00C030DF"/>
    <w:rsid w:val="00C03371"/>
    <w:rsid w:val="00C0379B"/>
    <w:rsid w:val="00C03983"/>
    <w:rsid w:val="00C039B5"/>
    <w:rsid w:val="00C03CC7"/>
    <w:rsid w:val="00C03E2B"/>
    <w:rsid w:val="00C04052"/>
    <w:rsid w:val="00C046C7"/>
    <w:rsid w:val="00C04965"/>
    <w:rsid w:val="00C04AE3"/>
    <w:rsid w:val="00C0505E"/>
    <w:rsid w:val="00C0543B"/>
    <w:rsid w:val="00C054FF"/>
    <w:rsid w:val="00C05E89"/>
    <w:rsid w:val="00C06BD5"/>
    <w:rsid w:val="00C07237"/>
    <w:rsid w:val="00C07EB9"/>
    <w:rsid w:val="00C07F3C"/>
    <w:rsid w:val="00C1004F"/>
    <w:rsid w:val="00C1046A"/>
    <w:rsid w:val="00C10A30"/>
    <w:rsid w:val="00C10AA4"/>
    <w:rsid w:val="00C10F5A"/>
    <w:rsid w:val="00C11109"/>
    <w:rsid w:val="00C1112A"/>
    <w:rsid w:val="00C115F4"/>
    <w:rsid w:val="00C11AD8"/>
    <w:rsid w:val="00C11E75"/>
    <w:rsid w:val="00C12437"/>
    <w:rsid w:val="00C1267E"/>
    <w:rsid w:val="00C128AA"/>
    <w:rsid w:val="00C12DAC"/>
    <w:rsid w:val="00C12F4D"/>
    <w:rsid w:val="00C1325D"/>
    <w:rsid w:val="00C132AA"/>
    <w:rsid w:val="00C134C3"/>
    <w:rsid w:val="00C13623"/>
    <w:rsid w:val="00C137B0"/>
    <w:rsid w:val="00C137DC"/>
    <w:rsid w:val="00C13C4A"/>
    <w:rsid w:val="00C13E32"/>
    <w:rsid w:val="00C13FA6"/>
    <w:rsid w:val="00C13FB0"/>
    <w:rsid w:val="00C1434A"/>
    <w:rsid w:val="00C14503"/>
    <w:rsid w:val="00C1452D"/>
    <w:rsid w:val="00C14737"/>
    <w:rsid w:val="00C14A26"/>
    <w:rsid w:val="00C14B70"/>
    <w:rsid w:val="00C14FB7"/>
    <w:rsid w:val="00C1516C"/>
    <w:rsid w:val="00C151D9"/>
    <w:rsid w:val="00C15508"/>
    <w:rsid w:val="00C15A31"/>
    <w:rsid w:val="00C15B09"/>
    <w:rsid w:val="00C15BAE"/>
    <w:rsid w:val="00C15D54"/>
    <w:rsid w:val="00C15E65"/>
    <w:rsid w:val="00C169D2"/>
    <w:rsid w:val="00C17083"/>
    <w:rsid w:val="00C17216"/>
    <w:rsid w:val="00C17325"/>
    <w:rsid w:val="00C17E9B"/>
    <w:rsid w:val="00C20000"/>
    <w:rsid w:val="00C2034F"/>
    <w:rsid w:val="00C2068D"/>
    <w:rsid w:val="00C20A73"/>
    <w:rsid w:val="00C213A5"/>
    <w:rsid w:val="00C21853"/>
    <w:rsid w:val="00C21982"/>
    <w:rsid w:val="00C21B31"/>
    <w:rsid w:val="00C21B63"/>
    <w:rsid w:val="00C21CD8"/>
    <w:rsid w:val="00C21DD1"/>
    <w:rsid w:val="00C21DF8"/>
    <w:rsid w:val="00C21E0A"/>
    <w:rsid w:val="00C21E9B"/>
    <w:rsid w:val="00C228E8"/>
    <w:rsid w:val="00C23126"/>
    <w:rsid w:val="00C2326C"/>
    <w:rsid w:val="00C23622"/>
    <w:rsid w:val="00C23A45"/>
    <w:rsid w:val="00C23C7E"/>
    <w:rsid w:val="00C23CC0"/>
    <w:rsid w:val="00C243E6"/>
    <w:rsid w:val="00C2453F"/>
    <w:rsid w:val="00C24C2C"/>
    <w:rsid w:val="00C24DEC"/>
    <w:rsid w:val="00C25B83"/>
    <w:rsid w:val="00C25D30"/>
    <w:rsid w:val="00C2628E"/>
    <w:rsid w:val="00C26B96"/>
    <w:rsid w:val="00C27367"/>
    <w:rsid w:val="00C273E8"/>
    <w:rsid w:val="00C275C4"/>
    <w:rsid w:val="00C275EB"/>
    <w:rsid w:val="00C279ED"/>
    <w:rsid w:val="00C27D72"/>
    <w:rsid w:val="00C30374"/>
    <w:rsid w:val="00C304EC"/>
    <w:rsid w:val="00C30793"/>
    <w:rsid w:val="00C307F9"/>
    <w:rsid w:val="00C30CCD"/>
    <w:rsid w:val="00C31065"/>
    <w:rsid w:val="00C322D8"/>
    <w:rsid w:val="00C3249E"/>
    <w:rsid w:val="00C32689"/>
    <w:rsid w:val="00C326AC"/>
    <w:rsid w:val="00C32AF5"/>
    <w:rsid w:val="00C3322F"/>
    <w:rsid w:val="00C33269"/>
    <w:rsid w:val="00C33314"/>
    <w:rsid w:val="00C34340"/>
    <w:rsid w:val="00C3461A"/>
    <w:rsid w:val="00C34A39"/>
    <w:rsid w:val="00C34B58"/>
    <w:rsid w:val="00C34D3B"/>
    <w:rsid w:val="00C34E44"/>
    <w:rsid w:val="00C34EF3"/>
    <w:rsid w:val="00C351CA"/>
    <w:rsid w:val="00C35527"/>
    <w:rsid w:val="00C361FF"/>
    <w:rsid w:val="00C364C1"/>
    <w:rsid w:val="00C367E4"/>
    <w:rsid w:val="00C373F6"/>
    <w:rsid w:val="00C37735"/>
    <w:rsid w:val="00C37AF7"/>
    <w:rsid w:val="00C37B85"/>
    <w:rsid w:val="00C37B9B"/>
    <w:rsid w:val="00C37DF3"/>
    <w:rsid w:val="00C37FBF"/>
    <w:rsid w:val="00C403A2"/>
    <w:rsid w:val="00C4087D"/>
    <w:rsid w:val="00C409FC"/>
    <w:rsid w:val="00C411A7"/>
    <w:rsid w:val="00C4140A"/>
    <w:rsid w:val="00C4170F"/>
    <w:rsid w:val="00C41A3E"/>
    <w:rsid w:val="00C41B69"/>
    <w:rsid w:val="00C42405"/>
    <w:rsid w:val="00C427A4"/>
    <w:rsid w:val="00C4284F"/>
    <w:rsid w:val="00C42A3F"/>
    <w:rsid w:val="00C42B61"/>
    <w:rsid w:val="00C42C82"/>
    <w:rsid w:val="00C42D80"/>
    <w:rsid w:val="00C434EC"/>
    <w:rsid w:val="00C43510"/>
    <w:rsid w:val="00C43521"/>
    <w:rsid w:val="00C43E54"/>
    <w:rsid w:val="00C43E65"/>
    <w:rsid w:val="00C44319"/>
    <w:rsid w:val="00C44516"/>
    <w:rsid w:val="00C445B5"/>
    <w:rsid w:val="00C45223"/>
    <w:rsid w:val="00C45563"/>
    <w:rsid w:val="00C45631"/>
    <w:rsid w:val="00C45922"/>
    <w:rsid w:val="00C45D8D"/>
    <w:rsid w:val="00C45D9E"/>
    <w:rsid w:val="00C45DC4"/>
    <w:rsid w:val="00C45E37"/>
    <w:rsid w:val="00C460C6"/>
    <w:rsid w:val="00C46198"/>
    <w:rsid w:val="00C461DD"/>
    <w:rsid w:val="00C464F1"/>
    <w:rsid w:val="00C468BF"/>
    <w:rsid w:val="00C47371"/>
    <w:rsid w:val="00C477F0"/>
    <w:rsid w:val="00C47950"/>
    <w:rsid w:val="00C5043E"/>
    <w:rsid w:val="00C50CEA"/>
    <w:rsid w:val="00C51096"/>
    <w:rsid w:val="00C513D9"/>
    <w:rsid w:val="00C51547"/>
    <w:rsid w:val="00C517FE"/>
    <w:rsid w:val="00C5204B"/>
    <w:rsid w:val="00C52135"/>
    <w:rsid w:val="00C5233F"/>
    <w:rsid w:val="00C52353"/>
    <w:rsid w:val="00C5262F"/>
    <w:rsid w:val="00C529E2"/>
    <w:rsid w:val="00C52B7F"/>
    <w:rsid w:val="00C530B3"/>
    <w:rsid w:val="00C53912"/>
    <w:rsid w:val="00C53F71"/>
    <w:rsid w:val="00C54284"/>
    <w:rsid w:val="00C5490F"/>
    <w:rsid w:val="00C5494E"/>
    <w:rsid w:val="00C54A09"/>
    <w:rsid w:val="00C54AD3"/>
    <w:rsid w:val="00C55361"/>
    <w:rsid w:val="00C5570B"/>
    <w:rsid w:val="00C55741"/>
    <w:rsid w:val="00C55768"/>
    <w:rsid w:val="00C55B33"/>
    <w:rsid w:val="00C55B4A"/>
    <w:rsid w:val="00C55CB2"/>
    <w:rsid w:val="00C55E52"/>
    <w:rsid w:val="00C574AD"/>
    <w:rsid w:val="00C5757E"/>
    <w:rsid w:val="00C576C0"/>
    <w:rsid w:val="00C57D2B"/>
    <w:rsid w:val="00C57DA6"/>
    <w:rsid w:val="00C604EA"/>
    <w:rsid w:val="00C60563"/>
    <w:rsid w:val="00C610ED"/>
    <w:rsid w:val="00C6118A"/>
    <w:rsid w:val="00C6144D"/>
    <w:rsid w:val="00C614DD"/>
    <w:rsid w:val="00C615D5"/>
    <w:rsid w:val="00C61685"/>
    <w:rsid w:val="00C61863"/>
    <w:rsid w:val="00C62128"/>
    <w:rsid w:val="00C62B6C"/>
    <w:rsid w:val="00C62D35"/>
    <w:rsid w:val="00C62EB1"/>
    <w:rsid w:val="00C63051"/>
    <w:rsid w:val="00C630B7"/>
    <w:rsid w:val="00C63460"/>
    <w:rsid w:val="00C63678"/>
    <w:rsid w:val="00C637BB"/>
    <w:rsid w:val="00C637DE"/>
    <w:rsid w:val="00C63CE4"/>
    <w:rsid w:val="00C64105"/>
    <w:rsid w:val="00C6440C"/>
    <w:rsid w:val="00C65407"/>
    <w:rsid w:val="00C663D3"/>
    <w:rsid w:val="00C6648C"/>
    <w:rsid w:val="00C66956"/>
    <w:rsid w:val="00C66AED"/>
    <w:rsid w:val="00C67156"/>
    <w:rsid w:val="00C67BE4"/>
    <w:rsid w:val="00C67C47"/>
    <w:rsid w:val="00C702E9"/>
    <w:rsid w:val="00C704A4"/>
    <w:rsid w:val="00C706B6"/>
    <w:rsid w:val="00C70864"/>
    <w:rsid w:val="00C70ABD"/>
    <w:rsid w:val="00C70C2A"/>
    <w:rsid w:val="00C70CC6"/>
    <w:rsid w:val="00C7117B"/>
    <w:rsid w:val="00C71346"/>
    <w:rsid w:val="00C71400"/>
    <w:rsid w:val="00C714ED"/>
    <w:rsid w:val="00C715D7"/>
    <w:rsid w:val="00C71BAB"/>
    <w:rsid w:val="00C71BCB"/>
    <w:rsid w:val="00C71D67"/>
    <w:rsid w:val="00C721CB"/>
    <w:rsid w:val="00C7250C"/>
    <w:rsid w:val="00C72A37"/>
    <w:rsid w:val="00C72C1C"/>
    <w:rsid w:val="00C730EE"/>
    <w:rsid w:val="00C73287"/>
    <w:rsid w:val="00C732B9"/>
    <w:rsid w:val="00C73560"/>
    <w:rsid w:val="00C735F3"/>
    <w:rsid w:val="00C737C8"/>
    <w:rsid w:val="00C73BBB"/>
    <w:rsid w:val="00C741C2"/>
    <w:rsid w:val="00C749E8"/>
    <w:rsid w:val="00C74D84"/>
    <w:rsid w:val="00C74F10"/>
    <w:rsid w:val="00C74FAE"/>
    <w:rsid w:val="00C75A1F"/>
    <w:rsid w:val="00C765C2"/>
    <w:rsid w:val="00C767F0"/>
    <w:rsid w:val="00C76C01"/>
    <w:rsid w:val="00C7710F"/>
    <w:rsid w:val="00C772BF"/>
    <w:rsid w:val="00C778E3"/>
    <w:rsid w:val="00C77C2C"/>
    <w:rsid w:val="00C77E5F"/>
    <w:rsid w:val="00C80520"/>
    <w:rsid w:val="00C809CC"/>
    <w:rsid w:val="00C81260"/>
    <w:rsid w:val="00C81715"/>
    <w:rsid w:val="00C8174F"/>
    <w:rsid w:val="00C8186A"/>
    <w:rsid w:val="00C81891"/>
    <w:rsid w:val="00C8254E"/>
    <w:rsid w:val="00C828E9"/>
    <w:rsid w:val="00C829EE"/>
    <w:rsid w:val="00C82C09"/>
    <w:rsid w:val="00C833C7"/>
    <w:rsid w:val="00C835DE"/>
    <w:rsid w:val="00C83690"/>
    <w:rsid w:val="00C83791"/>
    <w:rsid w:val="00C839F5"/>
    <w:rsid w:val="00C83B1A"/>
    <w:rsid w:val="00C83C95"/>
    <w:rsid w:val="00C845BE"/>
    <w:rsid w:val="00C84775"/>
    <w:rsid w:val="00C84975"/>
    <w:rsid w:val="00C84A26"/>
    <w:rsid w:val="00C84B87"/>
    <w:rsid w:val="00C84B94"/>
    <w:rsid w:val="00C84E72"/>
    <w:rsid w:val="00C853C3"/>
    <w:rsid w:val="00C85B2B"/>
    <w:rsid w:val="00C862C9"/>
    <w:rsid w:val="00C867C5"/>
    <w:rsid w:val="00C86ACB"/>
    <w:rsid w:val="00C86F25"/>
    <w:rsid w:val="00C87356"/>
    <w:rsid w:val="00C8797E"/>
    <w:rsid w:val="00C87B03"/>
    <w:rsid w:val="00C9022D"/>
    <w:rsid w:val="00C902A0"/>
    <w:rsid w:val="00C906FB"/>
    <w:rsid w:val="00C907A3"/>
    <w:rsid w:val="00C90959"/>
    <w:rsid w:val="00C90C36"/>
    <w:rsid w:val="00C90C3E"/>
    <w:rsid w:val="00C9154E"/>
    <w:rsid w:val="00C916B1"/>
    <w:rsid w:val="00C91978"/>
    <w:rsid w:val="00C91A74"/>
    <w:rsid w:val="00C920F7"/>
    <w:rsid w:val="00C928EF"/>
    <w:rsid w:val="00C9407F"/>
    <w:rsid w:val="00C944ED"/>
    <w:rsid w:val="00C946BE"/>
    <w:rsid w:val="00C948B8"/>
    <w:rsid w:val="00C948FB"/>
    <w:rsid w:val="00C9521B"/>
    <w:rsid w:val="00C95252"/>
    <w:rsid w:val="00C968EE"/>
    <w:rsid w:val="00C96D20"/>
    <w:rsid w:val="00C970C8"/>
    <w:rsid w:val="00C9741D"/>
    <w:rsid w:val="00C97602"/>
    <w:rsid w:val="00C9763D"/>
    <w:rsid w:val="00C9794D"/>
    <w:rsid w:val="00C97962"/>
    <w:rsid w:val="00C97CB4"/>
    <w:rsid w:val="00C97CE6"/>
    <w:rsid w:val="00C97E3F"/>
    <w:rsid w:val="00CA0128"/>
    <w:rsid w:val="00CA1C9F"/>
    <w:rsid w:val="00CA1F04"/>
    <w:rsid w:val="00CA2038"/>
    <w:rsid w:val="00CA22DE"/>
    <w:rsid w:val="00CA24FB"/>
    <w:rsid w:val="00CA2685"/>
    <w:rsid w:val="00CA292D"/>
    <w:rsid w:val="00CA2DBB"/>
    <w:rsid w:val="00CA32C3"/>
    <w:rsid w:val="00CA40D3"/>
    <w:rsid w:val="00CA4235"/>
    <w:rsid w:val="00CA43B5"/>
    <w:rsid w:val="00CA50A8"/>
    <w:rsid w:val="00CA50DE"/>
    <w:rsid w:val="00CA54E0"/>
    <w:rsid w:val="00CA575A"/>
    <w:rsid w:val="00CA5AC2"/>
    <w:rsid w:val="00CA5FD2"/>
    <w:rsid w:val="00CA62B7"/>
    <w:rsid w:val="00CA659B"/>
    <w:rsid w:val="00CA6B25"/>
    <w:rsid w:val="00CA6FE6"/>
    <w:rsid w:val="00CA6FE9"/>
    <w:rsid w:val="00CA7ADD"/>
    <w:rsid w:val="00CA7CA1"/>
    <w:rsid w:val="00CA7DC7"/>
    <w:rsid w:val="00CA7E30"/>
    <w:rsid w:val="00CA7EC2"/>
    <w:rsid w:val="00CA7EFA"/>
    <w:rsid w:val="00CB0701"/>
    <w:rsid w:val="00CB0DE4"/>
    <w:rsid w:val="00CB1624"/>
    <w:rsid w:val="00CB1822"/>
    <w:rsid w:val="00CB1C66"/>
    <w:rsid w:val="00CB1F5F"/>
    <w:rsid w:val="00CB23AC"/>
    <w:rsid w:val="00CB24A1"/>
    <w:rsid w:val="00CB2901"/>
    <w:rsid w:val="00CB3B38"/>
    <w:rsid w:val="00CB3B55"/>
    <w:rsid w:val="00CB3DEA"/>
    <w:rsid w:val="00CB4E7D"/>
    <w:rsid w:val="00CB4EEB"/>
    <w:rsid w:val="00CB4F9C"/>
    <w:rsid w:val="00CB4FDA"/>
    <w:rsid w:val="00CB5A37"/>
    <w:rsid w:val="00CB63A5"/>
    <w:rsid w:val="00CB63CA"/>
    <w:rsid w:val="00CB668B"/>
    <w:rsid w:val="00CB6B0E"/>
    <w:rsid w:val="00CB6DE7"/>
    <w:rsid w:val="00CB74B3"/>
    <w:rsid w:val="00CB78E1"/>
    <w:rsid w:val="00CB7C77"/>
    <w:rsid w:val="00CC00C6"/>
    <w:rsid w:val="00CC01A1"/>
    <w:rsid w:val="00CC051A"/>
    <w:rsid w:val="00CC0C1E"/>
    <w:rsid w:val="00CC0C6D"/>
    <w:rsid w:val="00CC0F34"/>
    <w:rsid w:val="00CC105B"/>
    <w:rsid w:val="00CC13AC"/>
    <w:rsid w:val="00CC1811"/>
    <w:rsid w:val="00CC1846"/>
    <w:rsid w:val="00CC1856"/>
    <w:rsid w:val="00CC1C91"/>
    <w:rsid w:val="00CC1F22"/>
    <w:rsid w:val="00CC207E"/>
    <w:rsid w:val="00CC210B"/>
    <w:rsid w:val="00CC2229"/>
    <w:rsid w:val="00CC2462"/>
    <w:rsid w:val="00CC2F39"/>
    <w:rsid w:val="00CC3678"/>
    <w:rsid w:val="00CC3E07"/>
    <w:rsid w:val="00CC3E80"/>
    <w:rsid w:val="00CC4029"/>
    <w:rsid w:val="00CC42BF"/>
    <w:rsid w:val="00CC5AAA"/>
    <w:rsid w:val="00CC5D6E"/>
    <w:rsid w:val="00CC5DCA"/>
    <w:rsid w:val="00CC73D1"/>
    <w:rsid w:val="00CC7721"/>
    <w:rsid w:val="00CC78DB"/>
    <w:rsid w:val="00CC7CB4"/>
    <w:rsid w:val="00CC7CBE"/>
    <w:rsid w:val="00CC7E03"/>
    <w:rsid w:val="00CC7EFF"/>
    <w:rsid w:val="00CC7FEC"/>
    <w:rsid w:val="00CD042B"/>
    <w:rsid w:val="00CD08D6"/>
    <w:rsid w:val="00CD1163"/>
    <w:rsid w:val="00CD1336"/>
    <w:rsid w:val="00CD18B8"/>
    <w:rsid w:val="00CD1E91"/>
    <w:rsid w:val="00CD2218"/>
    <w:rsid w:val="00CD243D"/>
    <w:rsid w:val="00CD2761"/>
    <w:rsid w:val="00CD2780"/>
    <w:rsid w:val="00CD2822"/>
    <w:rsid w:val="00CD2DB4"/>
    <w:rsid w:val="00CD2FD9"/>
    <w:rsid w:val="00CD3274"/>
    <w:rsid w:val="00CD34A0"/>
    <w:rsid w:val="00CD3EB8"/>
    <w:rsid w:val="00CD4A5F"/>
    <w:rsid w:val="00CD4DFF"/>
    <w:rsid w:val="00CD51ED"/>
    <w:rsid w:val="00CD5B85"/>
    <w:rsid w:val="00CD5CBC"/>
    <w:rsid w:val="00CD6967"/>
    <w:rsid w:val="00CD6999"/>
    <w:rsid w:val="00CD7443"/>
    <w:rsid w:val="00CD7838"/>
    <w:rsid w:val="00CE0CAD"/>
    <w:rsid w:val="00CE12F5"/>
    <w:rsid w:val="00CE1400"/>
    <w:rsid w:val="00CE1949"/>
    <w:rsid w:val="00CE1B4B"/>
    <w:rsid w:val="00CE21F0"/>
    <w:rsid w:val="00CE22CF"/>
    <w:rsid w:val="00CE22EA"/>
    <w:rsid w:val="00CE23A1"/>
    <w:rsid w:val="00CE23CC"/>
    <w:rsid w:val="00CE28A3"/>
    <w:rsid w:val="00CE29E9"/>
    <w:rsid w:val="00CE3258"/>
    <w:rsid w:val="00CE347C"/>
    <w:rsid w:val="00CE3592"/>
    <w:rsid w:val="00CE4D41"/>
    <w:rsid w:val="00CE529F"/>
    <w:rsid w:val="00CE55E4"/>
    <w:rsid w:val="00CE565E"/>
    <w:rsid w:val="00CE58BC"/>
    <w:rsid w:val="00CE5C1C"/>
    <w:rsid w:val="00CE5D16"/>
    <w:rsid w:val="00CE5E31"/>
    <w:rsid w:val="00CE5F29"/>
    <w:rsid w:val="00CE6080"/>
    <w:rsid w:val="00CE675C"/>
    <w:rsid w:val="00CE6C0D"/>
    <w:rsid w:val="00CE779E"/>
    <w:rsid w:val="00CE7DBF"/>
    <w:rsid w:val="00CF00A6"/>
    <w:rsid w:val="00CF0255"/>
    <w:rsid w:val="00CF0359"/>
    <w:rsid w:val="00CF0628"/>
    <w:rsid w:val="00CF0849"/>
    <w:rsid w:val="00CF11A7"/>
    <w:rsid w:val="00CF131B"/>
    <w:rsid w:val="00CF153A"/>
    <w:rsid w:val="00CF1B99"/>
    <w:rsid w:val="00CF1C43"/>
    <w:rsid w:val="00CF1D7C"/>
    <w:rsid w:val="00CF2614"/>
    <w:rsid w:val="00CF34BE"/>
    <w:rsid w:val="00CF34EF"/>
    <w:rsid w:val="00CF35EC"/>
    <w:rsid w:val="00CF3604"/>
    <w:rsid w:val="00CF3D49"/>
    <w:rsid w:val="00CF3D4D"/>
    <w:rsid w:val="00CF3F90"/>
    <w:rsid w:val="00CF4665"/>
    <w:rsid w:val="00CF47B5"/>
    <w:rsid w:val="00CF4CC3"/>
    <w:rsid w:val="00CF501C"/>
    <w:rsid w:val="00CF5187"/>
    <w:rsid w:val="00CF51A0"/>
    <w:rsid w:val="00CF5273"/>
    <w:rsid w:val="00CF57A7"/>
    <w:rsid w:val="00CF57AD"/>
    <w:rsid w:val="00CF5D4A"/>
    <w:rsid w:val="00CF6301"/>
    <w:rsid w:val="00CF6531"/>
    <w:rsid w:val="00CF653A"/>
    <w:rsid w:val="00CF6C7E"/>
    <w:rsid w:val="00CF6DA7"/>
    <w:rsid w:val="00CF776D"/>
    <w:rsid w:val="00CF79BD"/>
    <w:rsid w:val="00CF7EF4"/>
    <w:rsid w:val="00CF7F67"/>
    <w:rsid w:val="00D00616"/>
    <w:rsid w:val="00D009DB"/>
    <w:rsid w:val="00D00A8B"/>
    <w:rsid w:val="00D00EAF"/>
    <w:rsid w:val="00D0117E"/>
    <w:rsid w:val="00D0184E"/>
    <w:rsid w:val="00D01E3F"/>
    <w:rsid w:val="00D0245D"/>
    <w:rsid w:val="00D0259F"/>
    <w:rsid w:val="00D02956"/>
    <w:rsid w:val="00D02AC2"/>
    <w:rsid w:val="00D02B8B"/>
    <w:rsid w:val="00D02D06"/>
    <w:rsid w:val="00D03441"/>
    <w:rsid w:val="00D03613"/>
    <w:rsid w:val="00D0380B"/>
    <w:rsid w:val="00D046C9"/>
    <w:rsid w:val="00D04A55"/>
    <w:rsid w:val="00D05191"/>
    <w:rsid w:val="00D0587A"/>
    <w:rsid w:val="00D0592F"/>
    <w:rsid w:val="00D05A25"/>
    <w:rsid w:val="00D06F86"/>
    <w:rsid w:val="00D06FE4"/>
    <w:rsid w:val="00D070FC"/>
    <w:rsid w:val="00D07441"/>
    <w:rsid w:val="00D07B14"/>
    <w:rsid w:val="00D07F05"/>
    <w:rsid w:val="00D10132"/>
    <w:rsid w:val="00D102AA"/>
    <w:rsid w:val="00D104A6"/>
    <w:rsid w:val="00D10548"/>
    <w:rsid w:val="00D1072D"/>
    <w:rsid w:val="00D107BB"/>
    <w:rsid w:val="00D116F0"/>
    <w:rsid w:val="00D11FC4"/>
    <w:rsid w:val="00D12323"/>
    <w:rsid w:val="00D1258C"/>
    <w:rsid w:val="00D127BF"/>
    <w:rsid w:val="00D12ABC"/>
    <w:rsid w:val="00D13F77"/>
    <w:rsid w:val="00D140FB"/>
    <w:rsid w:val="00D14281"/>
    <w:rsid w:val="00D143C4"/>
    <w:rsid w:val="00D14B6A"/>
    <w:rsid w:val="00D14C06"/>
    <w:rsid w:val="00D14E59"/>
    <w:rsid w:val="00D1507B"/>
    <w:rsid w:val="00D15151"/>
    <w:rsid w:val="00D15310"/>
    <w:rsid w:val="00D154CD"/>
    <w:rsid w:val="00D154F8"/>
    <w:rsid w:val="00D15614"/>
    <w:rsid w:val="00D1597E"/>
    <w:rsid w:val="00D15D21"/>
    <w:rsid w:val="00D1651D"/>
    <w:rsid w:val="00D165AD"/>
    <w:rsid w:val="00D16824"/>
    <w:rsid w:val="00D171E6"/>
    <w:rsid w:val="00D1768A"/>
    <w:rsid w:val="00D17C46"/>
    <w:rsid w:val="00D17DB4"/>
    <w:rsid w:val="00D20098"/>
    <w:rsid w:val="00D20935"/>
    <w:rsid w:val="00D20A1D"/>
    <w:rsid w:val="00D21347"/>
    <w:rsid w:val="00D21929"/>
    <w:rsid w:val="00D21F2D"/>
    <w:rsid w:val="00D22604"/>
    <w:rsid w:val="00D22CC6"/>
    <w:rsid w:val="00D230F6"/>
    <w:rsid w:val="00D233C3"/>
    <w:rsid w:val="00D23459"/>
    <w:rsid w:val="00D23E54"/>
    <w:rsid w:val="00D23FD9"/>
    <w:rsid w:val="00D244A0"/>
    <w:rsid w:val="00D24E5F"/>
    <w:rsid w:val="00D24EC8"/>
    <w:rsid w:val="00D25096"/>
    <w:rsid w:val="00D253FB"/>
    <w:rsid w:val="00D255B0"/>
    <w:rsid w:val="00D259C6"/>
    <w:rsid w:val="00D25D91"/>
    <w:rsid w:val="00D2663B"/>
    <w:rsid w:val="00D26CA2"/>
    <w:rsid w:val="00D26F14"/>
    <w:rsid w:val="00D2714B"/>
    <w:rsid w:val="00D27D81"/>
    <w:rsid w:val="00D309F0"/>
    <w:rsid w:val="00D30B90"/>
    <w:rsid w:val="00D30BBB"/>
    <w:rsid w:val="00D30C03"/>
    <w:rsid w:val="00D30E0B"/>
    <w:rsid w:val="00D310FA"/>
    <w:rsid w:val="00D311AF"/>
    <w:rsid w:val="00D3167C"/>
    <w:rsid w:val="00D316BF"/>
    <w:rsid w:val="00D31B19"/>
    <w:rsid w:val="00D31F31"/>
    <w:rsid w:val="00D32467"/>
    <w:rsid w:val="00D327E5"/>
    <w:rsid w:val="00D32943"/>
    <w:rsid w:val="00D3358E"/>
    <w:rsid w:val="00D3377A"/>
    <w:rsid w:val="00D33B16"/>
    <w:rsid w:val="00D33F4F"/>
    <w:rsid w:val="00D33FF4"/>
    <w:rsid w:val="00D34474"/>
    <w:rsid w:val="00D34C04"/>
    <w:rsid w:val="00D35185"/>
    <w:rsid w:val="00D351AD"/>
    <w:rsid w:val="00D35236"/>
    <w:rsid w:val="00D35581"/>
    <w:rsid w:val="00D358DE"/>
    <w:rsid w:val="00D35CB9"/>
    <w:rsid w:val="00D3673F"/>
    <w:rsid w:val="00D36CCA"/>
    <w:rsid w:val="00D3729E"/>
    <w:rsid w:val="00D3750A"/>
    <w:rsid w:val="00D37733"/>
    <w:rsid w:val="00D377C6"/>
    <w:rsid w:val="00D37931"/>
    <w:rsid w:val="00D400E0"/>
    <w:rsid w:val="00D402B4"/>
    <w:rsid w:val="00D40455"/>
    <w:rsid w:val="00D40676"/>
    <w:rsid w:val="00D40945"/>
    <w:rsid w:val="00D40FDF"/>
    <w:rsid w:val="00D41410"/>
    <w:rsid w:val="00D41441"/>
    <w:rsid w:val="00D41522"/>
    <w:rsid w:val="00D42069"/>
    <w:rsid w:val="00D42D8C"/>
    <w:rsid w:val="00D430BB"/>
    <w:rsid w:val="00D43620"/>
    <w:rsid w:val="00D43ABD"/>
    <w:rsid w:val="00D43B9D"/>
    <w:rsid w:val="00D43C42"/>
    <w:rsid w:val="00D43FD0"/>
    <w:rsid w:val="00D44289"/>
    <w:rsid w:val="00D44752"/>
    <w:rsid w:val="00D449B9"/>
    <w:rsid w:val="00D44C07"/>
    <w:rsid w:val="00D451C6"/>
    <w:rsid w:val="00D4521E"/>
    <w:rsid w:val="00D453E7"/>
    <w:rsid w:val="00D4544C"/>
    <w:rsid w:val="00D454A6"/>
    <w:rsid w:val="00D45829"/>
    <w:rsid w:val="00D45920"/>
    <w:rsid w:val="00D45989"/>
    <w:rsid w:val="00D45B01"/>
    <w:rsid w:val="00D45CDC"/>
    <w:rsid w:val="00D45E35"/>
    <w:rsid w:val="00D45ECC"/>
    <w:rsid w:val="00D46098"/>
    <w:rsid w:val="00D46205"/>
    <w:rsid w:val="00D46BEB"/>
    <w:rsid w:val="00D471A5"/>
    <w:rsid w:val="00D471B2"/>
    <w:rsid w:val="00D47765"/>
    <w:rsid w:val="00D501A7"/>
    <w:rsid w:val="00D503B1"/>
    <w:rsid w:val="00D503D4"/>
    <w:rsid w:val="00D503FB"/>
    <w:rsid w:val="00D507BB"/>
    <w:rsid w:val="00D508E3"/>
    <w:rsid w:val="00D50958"/>
    <w:rsid w:val="00D50B03"/>
    <w:rsid w:val="00D50DD3"/>
    <w:rsid w:val="00D50F42"/>
    <w:rsid w:val="00D51460"/>
    <w:rsid w:val="00D51493"/>
    <w:rsid w:val="00D51556"/>
    <w:rsid w:val="00D51982"/>
    <w:rsid w:val="00D51D6E"/>
    <w:rsid w:val="00D51E69"/>
    <w:rsid w:val="00D51FE1"/>
    <w:rsid w:val="00D528A3"/>
    <w:rsid w:val="00D529CB"/>
    <w:rsid w:val="00D52D8D"/>
    <w:rsid w:val="00D53156"/>
    <w:rsid w:val="00D5325D"/>
    <w:rsid w:val="00D5389F"/>
    <w:rsid w:val="00D5394C"/>
    <w:rsid w:val="00D53A84"/>
    <w:rsid w:val="00D53C01"/>
    <w:rsid w:val="00D53C32"/>
    <w:rsid w:val="00D53C48"/>
    <w:rsid w:val="00D54160"/>
    <w:rsid w:val="00D542EC"/>
    <w:rsid w:val="00D545D4"/>
    <w:rsid w:val="00D54A53"/>
    <w:rsid w:val="00D54C8E"/>
    <w:rsid w:val="00D54EC0"/>
    <w:rsid w:val="00D55051"/>
    <w:rsid w:val="00D55411"/>
    <w:rsid w:val="00D55433"/>
    <w:rsid w:val="00D555F6"/>
    <w:rsid w:val="00D5564B"/>
    <w:rsid w:val="00D55B76"/>
    <w:rsid w:val="00D55C87"/>
    <w:rsid w:val="00D55E60"/>
    <w:rsid w:val="00D56544"/>
    <w:rsid w:val="00D56651"/>
    <w:rsid w:val="00D56A34"/>
    <w:rsid w:val="00D573E3"/>
    <w:rsid w:val="00D57ACE"/>
    <w:rsid w:val="00D57DAA"/>
    <w:rsid w:val="00D6063F"/>
    <w:rsid w:val="00D60B37"/>
    <w:rsid w:val="00D60CE1"/>
    <w:rsid w:val="00D60DCB"/>
    <w:rsid w:val="00D6106E"/>
    <w:rsid w:val="00D61830"/>
    <w:rsid w:val="00D6198D"/>
    <w:rsid w:val="00D620EE"/>
    <w:rsid w:val="00D6221E"/>
    <w:rsid w:val="00D62383"/>
    <w:rsid w:val="00D6242E"/>
    <w:rsid w:val="00D6245F"/>
    <w:rsid w:val="00D624CA"/>
    <w:rsid w:val="00D62829"/>
    <w:rsid w:val="00D62923"/>
    <w:rsid w:val="00D6297C"/>
    <w:rsid w:val="00D630B2"/>
    <w:rsid w:val="00D6337D"/>
    <w:rsid w:val="00D635A5"/>
    <w:rsid w:val="00D636EE"/>
    <w:rsid w:val="00D638F8"/>
    <w:rsid w:val="00D63C4C"/>
    <w:rsid w:val="00D63D32"/>
    <w:rsid w:val="00D63D68"/>
    <w:rsid w:val="00D63E59"/>
    <w:rsid w:val="00D64408"/>
    <w:rsid w:val="00D64ECC"/>
    <w:rsid w:val="00D65047"/>
    <w:rsid w:val="00D652DE"/>
    <w:rsid w:val="00D6536B"/>
    <w:rsid w:val="00D654C3"/>
    <w:rsid w:val="00D65A36"/>
    <w:rsid w:val="00D65AF1"/>
    <w:rsid w:val="00D65D94"/>
    <w:rsid w:val="00D6630D"/>
    <w:rsid w:val="00D664A5"/>
    <w:rsid w:val="00D67083"/>
    <w:rsid w:val="00D67145"/>
    <w:rsid w:val="00D673D1"/>
    <w:rsid w:val="00D67452"/>
    <w:rsid w:val="00D6766E"/>
    <w:rsid w:val="00D67916"/>
    <w:rsid w:val="00D67BAF"/>
    <w:rsid w:val="00D7051F"/>
    <w:rsid w:val="00D707AF"/>
    <w:rsid w:val="00D70A62"/>
    <w:rsid w:val="00D70BF4"/>
    <w:rsid w:val="00D70D1F"/>
    <w:rsid w:val="00D70F58"/>
    <w:rsid w:val="00D714A8"/>
    <w:rsid w:val="00D715D1"/>
    <w:rsid w:val="00D7177C"/>
    <w:rsid w:val="00D71EC1"/>
    <w:rsid w:val="00D7253D"/>
    <w:rsid w:val="00D729C0"/>
    <w:rsid w:val="00D72A40"/>
    <w:rsid w:val="00D73ABA"/>
    <w:rsid w:val="00D73D0A"/>
    <w:rsid w:val="00D7408B"/>
    <w:rsid w:val="00D740E8"/>
    <w:rsid w:val="00D74ECF"/>
    <w:rsid w:val="00D75E9E"/>
    <w:rsid w:val="00D76941"/>
    <w:rsid w:val="00D771A5"/>
    <w:rsid w:val="00D772EF"/>
    <w:rsid w:val="00D77580"/>
    <w:rsid w:val="00D77836"/>
    <w:rsid w:val="00D77AE3"/>
    <w:rsid w:val="00D77FE2"/>
    <w:rsid w:val="00D802B0"/>
    <w:rsid w:val="00D80370"/>
    <w:rsid w:val="00D805CC"/>
    <w:rsid w:val="00D8065B"/>
    <w:rsid w:val="00D80730"/>
    <w:rsid w:val="00D80A3D"/>
    <w:rsid w:val="00D80B95"/>
    <w:rsid w:val="00D80EFA"/>
    <w:rsid w:val="00D813B0"/>
    <w:rsid w:val="00D814E8"/>
    <w:rsid w:val="00D815C4"/>
    <w:rsid w:val="00D81646"/>
    <w:rsid w:val="00D8170A"/>
    <w:rsid w:val="00D818EF"/>
    <w:rsid w:val="00D8194F"/>
    <w:rsid w:val="00D81C75"/>
    <w:rsid w:val="00D81E56"/>
    <w:rsid w:val="00D81F5A"/>
    <w:rsid w:val="00D8254F"/>
    <w:rsid w:val="00D82630"/>
    <w:rsid w:val="00D829F7"/>
    <w:rsid w:val="00D82A6F"/>
    <w:rsid w:val="00D836CB"/>
    <w:rsid w:val="00D83A71"/>
    <w:rsid w:val="00D83D34"/>
    <w:rsid w:val="00D83FF0"/>
    <w:rsid w:val="00D8457C"/>
    <w:rsid w:val="00D849C2"/>
    <w:rsid w:val="00D84F07"/>
    <w:rsid w:val="00D85135"/>
    <w:rsid w:val="00D85170"/>
    <w:rsid w:val="00D85356"/>
    <w:rsid w:val="00D8569C"/>
    <w:rsid w:val="00D856BD"/>
    <w:rsid w:val="00D85A41"/>
    <w:rsid w:val="00D85BC8"/>
    <w:rsid w:val="00D861F1"/>
    <w:rsid w:val="00D8666F"/>
    <w:rsid w:val="00D86861"/>
    <w:rsid w:val="00D86E5D"/>
    <w:rsid w:val="00D87477"/>
    <w:rsid w:val="00D8769E"/>
    <w:rsid w:val="00D87776"/>
    <w:rsid w:val="00D87810"/>
    <w:rsid w:val="00D8791E"/>
    <w:rsid w:val="00D87FB6"/>
    <w:rsid w:val="00D901D2"/>
    <w:rsid w:val="00D90468"/>
    <w:rsid w:val="00D90878"/>
    <w:rsid w:val="00D908EA"/>
    <w:rsid w:val="00D9095E"/>
    <w:rsid w:val="00D90A64"/>
    <w:rsid w:val="00D90DAE"/>
    <w:rsid w:val="00D90E6E"/>
    <w:rsid w:val="00D92351"/>
    <w:rsid w:val="00D927D1"/>
    <w:rsid w:val="00D92CD1"/>
    <w:rsid w:val="00D92DD8"/>
    <w:rsid w:val="00D92F35"/>
    <w:rsid w:val="00D9302D"/>
    <w:rsid w:val="00D93067"/>
    <w:rsid w:val="00D938C9"/>
    <w:rsid w:val="00D9393E"/>
    <w:rsid w:val="00D93B73"/>
    <w:rsid w:val="00D93BE4"/>
    <w:rsid w:val="00D93E33"/>
    <w:rsid w:val="00D94713"/>
    <w:rsid w:val="00D94B9C"/>
    <w:rsid w:val="00D94C6F"/>
    <w:rsid w:val="00D951E7"/>
    <w:rsid w:val="00D953E3"/>
    <w:rsid w:val="00D95458"/>
    <w:rsid w:val="00D955E6"/>
    <w:rsid w:val="00D9591E"/>
    <w:rsid w:val="00D95996"/>
    <w:rsid w:val="00D95A16"/>
    <w:rsid w:val="00D95E14"/>
    <w:rsid w:val="00D9660F"/>
    <w:rsid w:val="00D96B84"/>
    <w:rsid w:val="00D96E8D"/>
    <w:rsid w:val="00D975A1"/>
    <w:rsid w:val="00D9790B"/>
    <w:rsid w:val="00D97A91"/>
    <w:rsid w:val="00DA0233"/>
    <w:rsid w:val="00DA042F"/>
    <w:rsid w:val="00DA0527"/>
    <w:rsid w:val="00DA064F"/>
    <w:rsid w:val="00DA0BEE"/>
    <w:rsid w:val="00DA0C11"/>
    <w:rsid w:val="00DA1217"/>
    <w:rsid w:val="00DA1541"/>
    <w:rsid w:val="00DA1680"/>
    <w:rsid w:val="00DA1A36"/>
    <w:rsid w:val="00DA1A7D"/>
    <w:rsid w:val="00DA1B5A"/>
    <w:rsid w:val="00DA2381"/>
    <w:rsid w:val="00DA2D67"/>
    <w:rsid w:val="00DA2E4E"/>
    <w:rsid w:val="00DA2EE9"/>
    <w:rsid w:val="00DA303B"/>
    <w:rsid w:val="00DA314A"/>
    <w:rsid w:val="00DA3451"/>
    <w:rsid w:val="00DA347E"/>
    <w:rsid w:val="00DA4A52"/>
    <w:rsid w:val="00DA4C8C"/>
    <w:rsid w:val="00DA4DAF"/>
    <w:rsid w:val="00DA4F31"/>
    <w:rsid w:val="00DA556F"/>
    <w:rsid w:val="00DA5CE8"/>
    <w:rsid w:val="00DA5E54"/>
    <w:rsid w:val="00DA6128"/>
    <w:rsid w:val="00DA6668"/>
    <w:rsid w:val="00DA6D8F"/>
    <w:rsid w:val="00DA6DB3"/>
    <w:rsid w:val="00DA7351"/>
    <w:rsid w:val="00DA7490"/>
    <w:rsid w:val="00DA74B6"/>
    <w:rsid w:val="00DA74B8"/>
    <w:rsid w:val="00DA76F0"/>
    <w:rsid w:val="00DA7715"/>
    <w:rsid w:val="00DA7EAD"/>
    <w:rsid w:val="00DA7EE2"/>
    <w:rsid w:val="00DB0012"/>
    <w:rsid w:val="00DB0537"/>
    <w:rsid w:val="00DB05B5"/>
    <w:rsid w:val="00DB15B9"/>
    <w:rsid w:val="00DB16EC"/>
    <w:rsid w:val="00DB1812"/>
    <w:rsid w:val="00DB1A54"/>
    <w:rsid w:val="00DB1F13"/>
    <w:rsid w:val="00DB26D8"/>
    <w:rsid w:val="00DB28B7"/>
    <w:rsid w:val="00DB33BF"/>
    <w:rsid w:val="00DB34FC"/>
    <w:rsid w:val="00DB39CE"/>
    <w:rsid w:val="00DB3C1B"/>
    <w:rsid w:val="00DB3C1F"/>
    <w:rsid w:val="00DB3C2B"/>
    <w:rsid w:val="00DB3D15"/>
    <w:rsid w:val="00DB3FC5"/>
    <w:rsid w:val="00DB4105"/>
    <w:rsid w:val="00DB45E1"/>
    <w:rsid w:val="00DB4655"/>
    <w:rsid w:val="00DB46C4"/>
    <w:rsid w:val="00DB4BFA"/>
    <w:rsid w:val="00DB4DE0"/>
    <w:rsid w:val="00DB586C"/>
    <w:rsid w:val="00DB5910"/>
    <w:rsid w:val="00DB5C7A"/>
    <w:rsid w:val="00DB5DA2"/>
    <w:rsid w:val="00DB5FB6"/>
    <w:rsid w:val="00DB6173"/>
    <w:rsid w:val="00DB6C54"/>
    <w:rsid w:val="00DB6E2F"/>
    <w:rsid w:val="00DB7264"/>
    <w:rsid w:val="00DB7712"/>
    <w:rsid w:val="00DB7A74"/>
    <w:rsid w:val="00DB7E11"/>
    <w:rsid w:val="00DB7EF9"/>
    <w:rsid w:val="00DC0B08"/>
    <w:rsid w:val="00DC1AFF"/>
    <w:rsid w:val="00DC2132"/>
    <w:rsid w:val="00DC23B6"/>
    <w:rsid w:val="00DC23DB"/>
    <w:rsid w:val="00DC25CA"/>
    <w:rsid w:val="00DC261D"/>
    <w:rsid w:val="00DC2863"/>
    <w:rsid w:val="00DC2A5D"/>
    <w:rsid w:val="00DC2B91"/>
    <w:rsid w:val="00DC2D9A"/>
    <w:rsid w:val="00DC31AF"/>
    <w:rsid w:val="00DC3B0E"/>
    <w:rsid w:val="00DC3E7C"/>
    <w:rsid w:val="00DC4017"/>
    <w:rsid w:val="00DC403B"/>
    <w:rsid w:val="00DC4304"/>
    <w:rsid w:val="00DC441B"/>
    <w:rsid w:val="00DC4663"/>
    <w:rsid w:val="00DC48DC"/>
    <w:rsid w:val="00DC4BBE"/>
    <w:rsid w:val="00DC4C25"/>
    <w:rsid w:val="00DC5041"/>
    <w:rsid w:val="00DC51FB"/>
    <w:rsid w:val="00DC5E79"/>
    <w:rsid w:val="00DC5F17"/>
    <w:rsid w:val="00DC6421"/>
    <w:rsid w:val="00DC662B"/>
    <w:rsid w:val="00DC6824"/>
    <w:rsid w:val="00DC6DCE"/>
    <w:rsid w:val="00DC710A"/>
    <w:rsid w:val="00DC72D9"/>
    <w:rsid w:val="00DC7343"/>
    <w:rsid w:val="00DC7926"/>
    <w:rsid w:val="00DD065A"/>
    <w:rsid w:val="00DD0688"/>
    <w:rsid w:val="00DD0AE5"/>
    <w:rsid w:val="00DD18E2"/>
    <w:rsid w:val="00DD2120"/>
    <w:rsid w:val="00DD2206"/>
    <w:rsid w:val="00DD22AE"/>
    <w:rsid w:val="00DD2736"/>
    <w:rsid w:val="00DD2FE2"/>
    <w:rsid w:val="00DD310B"/>
    <w:rsid w:val="00DD3312"/>
    <w:rsid w:val="00DD3850"/>
    <w:rsid w:val="00DD41B6"/>
    <w:rsid w:val="00DD4F91"/>
    <w:rsid w:val="00DD5B5C"/>
    <w:rsid w:val="00DD5C6E"/>
    <w:rsid w:val="00DD5FB0"/>
    <w:rsid w:val="00DD6AD1"/>
    <w:rsid w:val="00DD6B83"/>
    <w:rsid w:val="00DD6CCF"/>
    <w:rsid w:val="00DD6D51"/>
    <w:rsid w:val="00DD7295"/>
    <w:rsid w:val="00DD7450"/>
    <w:rsid w:val="00DD7629"/>
    <w:rsid w:val="00DD7792"/>
    <w:rsid w:val="00DD7A25"/>
    <w:rsid w:val="00DE02B1"/>
    <w:rsid w:val="00DE0A70"/>
    <w:rsid w:val="00DE0FFA"/>
    <w:rsid w:val="00DE12AA"/>
    <w:rsid w:val="00DE19F5"/>
    <w:rsid w:val="00DE1A13"/>
    <w:rsid w:val="00DE1F61"/>
    <w:rsid w:val="00DE223E"/>
    <w:rsid w:val="00DE2359"/>
    <w:rsid w:val="00DE239E"/>
    <w:rsid w:val="00DE328A"/>
    <w:rsid w:val="00DE377C"/>
    <w:rsid w:val="00DE3C48"/>
    <w:rsid w:val="00DE3D63"/>
    <w:rsid w:val="00DE3D65"/>
    <w:rsid w:val="00DE3D94"/>
    <w:rsid w:val="00DE3DCA"/>
    <w:rsid w:val="00DE4035"/>
    <w:rsid w:val="00DE4487"/>
    <w:rsid w:val="00DE46A1"/>
    <w:rsid w:val="00DE4955"/>
    <w:rsid w:val="00DE5015"/>
    <w:rsid w:val="00DE5645"/>
    <w:rsid w:val="00DE57ED"/>
    <w:rsid w:val="00DE5C0C"/>
    <w:rsid w:val="00DE5E8B"/>
    <w:rsid w:val="00DE5F1E"/>
    <w:rsid w:val="00DE61FB"/>
    <w:rsid w:val="00DE62A5"/>
    <w:rsid w:val="00DE63F3"/>
    <w:rsid w:val="00DE640A"/>
    <w:rsid w:val="00DE6696"/>
    <w:rsid w:val="00DE6949"/>
    <w:rsid w:val="00DE6E11"/>
    <w:rsid w:val="00DE6F13"/>
    <w:rsid w:val="00DE7072"/>
    <w:rsid w:val="00DE7687"/>
    <w:rsid w:val="00DE79FD"/>
    <w:rsid w:val="00DE7AAF"/>
    <w:rsid w:val="00DE7B3C"/>
    <w:rsid w:val="00DE7CF1"/>
    <w:rsid w:val="00DF114A"/>
    <w:rsid w:val="00DF1B5E"/>
    <w:rsid w:val="00DF1CCE"/>
    <w:rsid w:val="00DF1E0E"/>
    <w:rsid w:val="00DF1E55"/>
    <w:rsid w:val="00DF24E5"/>
    <w:rsid w:val="00DF25D3"/>
    <w:rsid w:val="00DF3C68"/>
    <w:rsid w:val="00DF3DD7"/>
    <w:rsid w:val="00DF3FF5"/>
    <w:rsid w:val="00DF46F8"/>
    <w:rsid w:val="00DF4B42"/>
    <w:rsid w:val="00DF4CE5"/>
    <w:rsid w:val="00DF4F4B"/>
    <w:rsid w:val="00DF5397"/>
    <w:rsid w:val="00DF54A4"/>
    <w:rsid w:val="00DF5546"/>
    <w:rsid w:val="00DF6131"/>
    <w:rsid w:val="00DF619C"/>
    <w:rsid w:val="00DF6257"/>
    <w:rsid w:val="00DF669E"/>
    <w:rsid w:val="00DF6F32"/>
    <w:rsid w:val="00DF6F65"/>
    <w:rsid w:val="00DF6FAF"/>
    <w:rsid w:val="00DF76DB"/>
    <w:rsid w:val="00DF77D6"/>
    <w:rsid w:val="00DF7991"/>
    <w:rsid w:val="00DF7DEB"/>
    <w:rsid w:val="00DF7EDE"/>
    <w:rsid w:val="00DF7FD8"/>
    <w:rsid w:val="00E0036C"/>
    <w:rsid w:val="00E00370"/>
    <w:rsid w:val="00E005FA"/>
    <w:rsid w:val="00E00737"/>
    <w:rsid w:val="00E007D8"/>
    <w:rsid w:val="00E0091F"/>
    <w:rsid w:val="00E00AF8"/>
    <w:rsid w:val="00E01DC7"/>
    <w:rsid w:val="00E021B4"/>
    <w:rsid w:val="00E02737"/>
    <w:rsid w:val="00E0292C"/>
    <w:rsid w:val="00E02FDD"/>
    <w:rsid w:val="00E0312D"/>
    <w:rsid w:val="00E032AB"/>
    <w:rsid w:val="00E03679"/>
    <w:rsid w:val="00E03702"/>
    <w:rsid w:val="00E03747"/>
    <w:rsid w:val="00E03957"/>
    <w:rsid w:val="00E03AF8"/>
    <w:rsid w:val="00E03B36"/>
    <w:rsid w:val="00E03C2B"/>
    <w:rsid w:val="00E045AC"/>
    <w:rsid w:val="00E04772"/>
    <w:rsid w:val="00E0494F"/>
    <w:rsid w:val="00E04E87"/>
    <w:rsid w:val="00E04EF5"/>
    <w:rsid w:val="00E05C46"/>
    <w:rsid w:val="00E05E9B"/>
    <w:rsid w:val="00E066E2"/>
    <w:rsid w:val="00E066EE"/>
    <w:rsid w:val="00E06C14"/>
    <w:rsid w:val="00E06DDD"/>
    <w:rsid w:val="00E07A89"/>
    <w:rsid w:val="00E07C42"/>
    <w:rsid w:val="00E1024D"/>
    <w:rsid w:val="00E103B4"/>
    <w:rsid w:val="00E1074C"/>
    <w:rsid w:val="00E10810"/>
    <w:rsid w:val="00E10852"/>
    <w:rsid w:val="00E10B1D"/>
    <w:rsid w:val="00E10B3A"/>
    <w:rsid w:val="00E11058"/>
    <w:rsid w:val="00E11AB6"/>
    <w:rsid w:val="00E11BB5"/>
    <w:rsid w:val="00E11CA7"/>
    <w:rsid w:val="00E12F66"/>
    <w:rsid w:val="00E132EE"/>
    <w:rsid w:val="00E138D5"/>
    <w:rsid w:val="00E13C95"/>
    <w:rsid w:val="00E13DE0"/>
    <w:rsid w:val="00E14193"/>
    <w:rsid w:val="00E14316"/>
    <w:rsid w:val="00E144F7"/>
    <w:rsid w:val="00E145ED"/>
    <w:rsid w:val="00E1460F"/>
    <w:rsid w:val="00E14D03"/>
    <w:rsid w:val="00E14ED4"/>
    <w:rsid w:val="00E15640"/>
    <w:rsid w:val="00E1586C"/>
    <w:rsid w:val="00E15B8A"/>
    <w:rsid w:val="00E15DEA"/>
    <w:rsid w:val="00E15F02"/>
    <w:rsid w:val="00E1686F"/>
    <w:rsid w:val="00E168CD"/>
    <w:rsid w:val="00E16D12"/>
    <w:rsid w:val="00E16EBD"/>
    <w:rsid w:val="00E175A1"/>
    <w:rsid w:val="00E176BF"/>
    <w:rsid w:val="00E1782F"/>
    <w:rsid w:val="00E17A02"/>
    <w:rsid w:val="00E17BD9"/>
    <w:rsid w:val="00E17FA6"/>
    <w:rsid w:val="00E20108"/>
    <w:rsid w:val="00E2052B"/>
    <w:rsid w:val="00E209A5"/>
    <w:rsid w:val="00E20B98"/>
    <w:rsid w:val="00E21223"/>
    <w:rsid w:val="00E21883"/>
    <w:rsid w:val="00E21F39"/>
    <w:rsid w:val="00E2236F"/>
    <w:rsid w:val="00E23D66"/>
    <w:rsid w:val="00E23F4D"/>
    <w:rsid w:val="00E242E4"/>
    <w:rsid w:val="00E243D9"/>
    <w:rsid w:val="00E246CB"/>
    <w:rsid w:val="00E24993"/>
    <w:rsid w:val="00E24BF2"/>
    <w:rsid w:val="00E24C60"/>
    <w:rsid w:val="00E25124"/>
    <w:rsid w:val="00E2557D"/>
    <w:rsid w:val="00E255D8"/>
    <w:rsid w:val="00E25E03"/>
    <w:rsid w:val="00E25EEF"/>
    <w:rsid w:val="00E26388"/>
    <w:rsid w:val="00E26471"/>
    <w:rsid w:val="00E26495"/>
    <w:rsid w:val="00E26ED5"/>
    <w:rsid w:val="00E27019"/>
    <w:rsid w:val="00E27306"/>
    <w:rsid w:val="00E27633"/>
    <w:rsid w:val="00E27970"/>
    <w:rsid w:val="00E307EA"/>
    <w:rsid w:val="00E30DFC"/>
    <w:rsid w:val="00E310A8"/>
    <w:rsid w:val="00E3140D"/>
    <w:rsid w:val="00E3173F"/>
    <w:rsid w:val="00E317B2"/>
    <w:rsid w:val="00E31CE0"/>
    <w:rsid w:val="00E31D15"/>
    <w:rsid w:val="00E31FFD"/>
    <w:rsid w:val="00E32288"/>
    <w:rsid w:val="00E3233D"/>
    <w:rsid w:val="00E3270E"/>
    <w:rsid w:val="00E32767"/>
    <w:rsid w:val="00E32802"/>
    <w:rsid w:val="00E32A89"/>
    <w:rsid w:val="00E32F00"/>
    <w:rsid w:val="00E3385C"/>
    <w:rsid w:val="00E339FC"/>
    <w:rsid w:val="00E33F8D"/>
    <w:rsid w:val="00E340C4"/>
    <w:rsid w:val="00E34D19"/>
    <w:rsid w:val="00E350F8"/>
    <w:rsid w:val="00E35259"/>
    <w:rsid w:val="00E35512"/>
    <w:rsid w:val="00E35C8E"/>
    <w:rsid w:val="00E35DCE"/>
    <w:rsid w:val="00E35FBE"/>
    <w:rsid w:val="00E364D3"/>
    <w:rsid w:val="00E366AE"/>
    <w:rsid w:val="00E36768"/>
    <w:rsid w:val="00E36E4A"/>
    <w:rsid w:val="00E373C0"/>
    <w:rsid w:val="00E375D8"/>
    <w:rsid w:val="00E37BEB"/>
    <w:rsid w:val="00E37E26"/>
    <w:rsid w:val="00E37EC6"/>
    <w:rsid w:val="00E4048D"/>
    <w:rsid w:val="00E4110C"/>
    <w:rsid w:val="00E412A1"/>
    <w:rsid w:val="00E416DB"/>
    <w:rsid w:val="00E41A64"/>
    <w:rsid w:val="00E429D9"/>
    <w:rsid w:val="00E42A5A"/>
    <w:rsid w:val="00E433DF"/>
    <w:rsid w:val="00E43608"/>
    <w:rsid w:val="00E437C9"/>
    <w:rsid w:val="00E43C2E"/>
    <w:rsid w:val="00E43E99"/>
    <w:rsid w:val="00E43EE7"/>
    <w:rsid w:val="00E441EB"/>
    <w:rsid w:val="00E447C9"/>
    <w:rsid w:val="00E449B5"/>
    <w:rsid w:val="00E450AC"/>
    <w:rsid w:val="00E453C9"/>
    <w:rsid w:val="00E45982"/>
    <w:rsid w:val="00E45D11"/>
    <w:rsid w:val="00E46303"/>
    <w:rsid w:val="00E463A9"/>
    <w:rsid w:val="00E46C49"/>
    <w:rsid w:val="00E46E34"/>
    <w:rsid w:val="00E4712F"/>
    <w:rsid w:val="00E471AE"/>
    <w:rsid w:val="00E4721A"/>
    <w:rsid w:val="00E4728F"/>
    <w:rsid w:val="00E47B1E"/>
    <w:rsid w:val="00E47F03"/>
    <w:rsid w:val="00E47F1A"/>
    <w:rsid w:val="00E50270"/>
    <w:rsid w:val="00E502A4"/>
    <w:rsid w:val="00E503BF"/>
    <w:rsid w:val="00E50408"/>
    <w:rsid w:val="00E50865"/>
    <w:rsid w:val="00E50B31"/>
    <w:rsid w:val="00E50C19"/>
    <w:rsid w:val="00E50CB1"/>
    <w:rsid w:val="00E50F81"/>
    <w:rsid w:val="00E5165F"/>
    <w:rsid w:val="00E5176F"/>
    <w:rsid w:val="00E51855"/>
    <w:rsid w:val="00E5189B"/>
    <w:rsid w:val="00E51DB0"/>
    <w:rsid w:val="00E51EDD"/>
    <w:rsid w:val="00E51EE1"/>
    <w:rsid w:val="00E521DE"/>
    <w:rsid w:val="00E52AF5"/>
    <w:rsid w:val="00E535D7"/>
    <w:rsid w:val="00E5463F"/>
    <w:rsid w:val="00E5498B"/>
    <w:rsid w:val="00E54BA2"/>
    <w:rsid w:val="00E54D7C"/>
    <w:rsid w:val="00E550E1"/>
    <w:rsid w:val="00E55E43"/>
    <w:rsid w:val="00E55FF4"/>
    <w:rsid w:val="00E56373"/>
    <w:rsid w:val="00E569A4"/>
    <w:rsid w:val="00E56CBC"/>
    <w:rsid w:val="00E57AB0"/>
    <w:rsid w:val="00E57C15"/>
    <w:rsid w:val="00E57D20"/>
    <w:rsid w:val="00E57D84"/>
    <w:rsid w:val="00E57E94"/>
    <w:rsid w:val="00E60159"/>
    <w:rsid w:val="00E60500"/>
    <w:rsid w:val="00E60A14"/>
    <w:rsid w:val="00E60DA4"/>
    <w:rsid w:val="00E6124A"/>
    <w:rsid w:val="00E613ED"/>
    <w:rsid w:val="00E62B05"/>
    <w:rsid w:val="00E62D61"/>
    <w:rsid w:val="00E62E1E"/>
    <w:rsid w:val="00E63869"/>
    <w:rsid w:val="00E63AB4"/>
    <w:rsid w:val="00E63D8C"/>
    <w:rsid w:val="00E63F4A"/>
    <w:rsid w:val="00E6429E"/>
    <w:rsid w:val="00E64319"/>
    <w:rsid w:val="00E643EF"/>
    <w:rsid w:val="00E64E17"/>
    <w:rsid w:val="00E64E2B"/>
    <w:rsid w:val="00E64E65"/>
    <w:rsid w:val="00E65273"/>
    <w:rsid w:val="00E65EDF"/>
    <w:rsid w:val="00E65FF2"/>
    <w:rsid w:val="00E66480"/>
    <w:rsid w:val="00E666C8"/>
    <w:rsid w:val="00E667FE"/>
    <w:rsid w:val="00E66EE7"/>
    <w:rsid w:val="00E670AA"/>
    <w:rsid w:val="00E67C10"/>
    <w:rsid w:val="00E67F61"/>
    <w:rsid w:val="00E70B24"/>
    <w:rsid w:val="00E70B65"/>
    <w:rsid w:val="00E7148D"/>
    <w:rsid w:val="00E71504"/>
    <w:rsid w:val="00E71BFF"/>
    <w:rsid w:val="00E71D5C"/>
    <w:rsid w:val="00E71E38"/>
    <w:rsid w:val="00E71F4F"/>
    <w:rsid w:val="00E71F83"/>
    <w:rsid w:val="00E72161"/>
    <w:rsid w:val="00E72211"/>
    <w:rsid w:val="00E72439"/>
    <w:rsid w:val="00E72462"/>
    <w:rsid w:val="00E72CEA"/>
    <w:rsid w:val="00E73381"/>
    <w:rsid w:val="00E733F6"/>
    <w:rsid w:val="00E7354F"/>
    <w:rsid w:val="00E73ECE"/>
    <w:rsid w:val="00E73F54"/>
    <w:rsid w:val="00E73F55"/>
    <w:rsid w:val="00E747CD"/>
    <w:rsid w:val="00E747F0"/>
    <w:rsid w:val="00E75100"/>
    <w:rsid w:val="00E75250"/>
    <w:rsid w:val="00E753AE"/>
    <w:rsid w:val="00E754B1"/>
    <w:rsid w:val="00E75803"/>
    <w:rsid w:val="00E759A6"/>
    <w:rsid w:val="00E75A77"/>
    <w:rsid w:val="00E75E7A"/>
    <w:rsid w:val="00E7677B"/>
    <w:rsid w:val="00E76DCD"/>
    <w:rsid w:val="00E77AAD"/>
    <w:rsid w:val="00E77CB1"/>
    <w:rsid w:val="00E8033E"/>
    <w:rsid w:val="00E8056E"/>
    <w:rsid w:val="00E80B39"/>
    <w:rsid w:val="00E81072"/>
    <w:rsid w:val="00E8122F"/>
    <w:rsid w:val="00E8126F"/>
    <w:rsid w:val="00E8186F"/>
    <w:rsid w:val="00E81971"/>
    <w:rsid w:val="00E820B4"/>
    <w:rsid w:val="00E821F1"/>
    <w:rsid w:val="00E82517"/>
    <w:rsid w:val="00E82A38"/>
    <w:rsid w:val="00E82AC1"/>
    <w:rsid w:val="00E82F43"/>
    <w:rsid w:val="00E83558"/>
    <w:rsid w:val="00E843FA"/>
    <w:rsid w:val="00E8448D"/>
    <w:rsid w:val="00E84659"/>
    <w:rsid w:val="00E846EF"/>
    <w:rsid w:val="00E847BE"/>
    <w:rsid w:val="00E84E99"/>
    <w:rsid w:val="00E84FA5"/>
    <w:rsid w:val="00E8550F"/>
    <w:rsid w:val="00E85823"/>
    <w:rsid w:val="00E85905"/>
    <w:rsid w:val="00E866F3"/>
    <w:rsid w:val="00E86A09"/>
    <w:rsid w:val="00E86C98"/>
    <w:rsid w:val="00E86DB8"/>
    <w:rsid w:val="00E8729E"/>
    <w:rsid w:val="00E874DC"/>
    <w:rsid w:val="00E87B18"/>
    <w:rsid w:val="00E87C09"/>
    <w:rsid w:val="00E87E5A"/>
    <w:rsid w:val="00E900F6"/>
    <w:rsid w:val="00E90703"/>
    <w:rsid w:val="00E90872"/>
    <w:rsid w:val="00E90B1B"/>
    <w:rsid w:val="00E90B2C"/>
    <w:rsid w:val="00E90CFE"/>
    <w:rsid w:val="00E91151"/>
    <w:rsid w:val="00E911E8"/>
    <w:rsid w:val="00E9127F"/>
    <w:rsid w:val="00E919A3"/>
    <w:rsid w:val="00E91AF0"/>
    <w:rsid w:val="00E92E18"/>
    <w:rsid w:val="00E932A3"/>
    <w:rsid w:val="00E93326"/>
    <w:rsid w:val="00E93330"/>
    <w:rsid w:val="00E93595"/>
    <w:rsid w:val="00E93D83"/>
    <w:rsid w:val="00E942EF"/>
    <w:rsid w:val="00E94D1F"/>
    <w:rsid w:val="00E94E4C"/>
    <w:rsid w:val="00E94E68"/>
    <w:rsid w:val="00E94FC4"/>
    <w:rsid w:val="00E95152"/>
    <w:rsid w:val="00E95466"/>
    <w:rsid w:val="00E9560C"/>
    <w:rsid w:val="00E95790"/>
    <w:rsid w:val="00E95E14"/>
    <w:rsid w:val="00E96125"/>
    <w:rsid w:val="00E96BD6"/>
    <w:rsid w:val="00E96CCD"/>
    <w:rsid w:val="00E9784D"/>
    <w:rsid w:val="00E97976"/>
    <w:rsid w:val="00EA01DF"/>
    <w:rsid w:val="00EA054E"/>
    <w:rsid w:val="00EA084B"/>
    <w:rsid w:val="00EA0858"/>
    <w:rsid w:val="00EA0BCE"/>
    <w:rsid w:val="00EA159D"/>
    <w:rsid w:val="00EA1917"/>
    <w:rsid w:val="00EA1A9A"/>
    <w:rsid w:val="00EA1DC4"/>
    <w:rsid w:val="00EA20D9"/>
    <w:rsid w:val="00EA2142"/>
    <w:rsid w:val="00EA2717"/>
    <w:rsid w:val="00EA2B9A"/>
    <w:rsid w:val="00EA2D9C"/>
    <w:rsid w:val="00EA34C5"/>
    <w:rsid w:val="00EA3591"/>
    <w:rsid w:val="00EA3AB5"/>
    <w:rsid w:val="00EA3EF3"/>
    <w:rsid w:val="00EA455C"/>
    <w:rsid w:val="00EA4645"/>
    <w:rsid w:val="00EA482F"/>
    <w:rsid w:val="00EA4D7C"/>
    <w:rsid w:val="00EA5341"/>
    <w:rsid w:val="00EA53F1"/>
    <w:rsid w:val="00EA6534"/>
    <w:rsid w:val="00EA65E5"/>
    <w:rsid w:val="00EA6A32"/>
    <w:rsid w:val="00EA6D02"/>
    <w:rsid w:val="00EA6EDD"/>
    <w:rsid w:val="00EA7392"/>
    <w:rsid w:val="00EA7398"/>
    <w:rsid w:val="00EA7464"/>
    <w:rsid w:val="00EA75F4"/>
    <w:rsid w:val="00EA7763"/>
    <w:rsid w:val="00EA77DC"/>
    <w:rsid w:val="00EA794D"/>
    <w:rsid w:val="00EA7A65"/>
    <w:rsid w:val="00EA7E7B"/>
    <w:rsid w:val="00EB03C0"/>
    <w:rsid w:val="00EB06D3"/>
    <w:rsid w:val="00EB0E66"/>
    <w:rsid w:val="00EB1033"/>
    <w:rsid w:val="00EB13DA"/>
    <w:rsid w:val="00EB15A2"/>
    <w:rsid w:val="00EB1710"/>
    <w:rsid w:val="00EB1757"/>
    <w:rsid w:val="00EB2217"/>
    <w:rsid w:val="00EB2457"/>
    <w:rsid w:val="00EB272A"/>
    <w:rsid w:val="00EB2A1C"/>
    <w:rsid w:val="00EB2B9F"/>
    <w:rsid w:val="00EB2BF9"/>
    <w:rsid w:val="00EB2F4B"/>
    <w:rsid w:val="00EB3064"/>
    <w:rsid w:val="00EB3ACD"/>
    <w:rsid w:val="00EB3EAC"/>
    <w:rsid w:val="00EB45A8"/>
    <w:rsid w:val="00EB45CA"/>
    <w:rsid w:val="00EB46DF"/>
    <w:rsid w:val="00EB4778"/>
    <w:rsid w:val="00EB4B2B"/>
    <w:rsid w:val="00EB4B95"/>
    <w:rsid w:val="00EB4D47"/>
    <w:rsid w:val="00EB511D"/>
    <w:rsid w:val="00EB518F"/>
    <w:rsid w:val="00EB57EC"/>
    <w:rsid w:val="00EB581B"/>
    <w:rsid w:val="00EB5C16"/>
    <w:rsid w:val="00EB5EE0"/>
    <w:rsid w:val="00EB60D9"/>
    <w:rsid w:val="00EB618B"/>
    <w:rsid w:val="00EB6279"/>
    <w:rsid w:val="00EB6370"/>
    <w:rsid w:val="00EB63C6"/>
    <w:rsid w:val="00EB6F74"/>
    <w:rsid w:val="00EB7804"/>
    <w:rsid w:val="00EB78BA"/>
    <w:rsid w:val="00EB79DB"/>
    <w:rsid w:val="00EB7ACA"/>
    <w:rsid w:val="00EB7F0D"/>
    <w:rsid w:val="00EC0447"/>
    <w:rsid w:val="00EC0A1A"/>
    <w:rsid w:val="00EC0AE0"/>
    <w:rsid w:val="00EC0D14"/>
    <w:rsid w:val="00EC0FD9"/>
    <w:rsid w:val="00EC11E8"/>
    <w:rsid w:val="00EC31AB"/>
    <w:rsid w:val="00EC3CCA"/>
    <w:rsid w:val="00EC3E59"/>
    <w:rsid w:val="00EC44A4"/>
    <w:rsid w:val="00EC4524"/>
    <w:rsid w:val="00EC4593"/>
    <w:rsid w:val="00EC488F"/>
    <w:rsid w:val="00EC49E7"/>
    <w:rsid w:val="00EC4DF2"/>
    <w:rsid w:val="00EC558B"/>
    <w:rsid w:val="00EC5591"/>
    <w:rsid w:val="00EC5675"/>
    <w:rsid w:val="00EC56D1"/>
    <w:rsid w:val="00EC575C"/>
    <w:rsid w:val="00EC58B0"/>
    <w:rsid w:val="00EC5A2A"/>
    <w:rsid w:val="00EC5C2C"/>
    <w:rsid w:val="00EC5CF4"/>
    <w:rsid w:val="00EC5F0E"/>
    <w:rsid w:val="00EC5F87"/>
    <w:rsid w:val="00EC60A3"/>
    <w:rsid w:val="00EC6126"/>
    <w:rsid w:val="00EC6661"/>
    <w:rsid w:val="00EC6684"/>
    <w:rsid w:val="00EC66E8"/>
    <w:rsid w:val="00EC6BDC"/>
    <w:rsid w:val="00EC73EF"/>
    <w:rsid w:val="00EC776C"/>
    <w:rsid w:val="00EC79FD"/>
    <w:rsid w:val="00EC7A55"/>
    <w:rsid w:val="00EC7F02"/>
    <w:rsid w:val="00ED00F3"/>
    <w:rsid w:val="00ED03D5"/>
    <w:rsid w:val="00ED0835"/>
    <w:rsid w:val="00ED126C"/>
    <w:rsid w:val="00ED1729"/>
    <w:rsid w:val="00ED174A"/>
    <w:rsid w:val="00ED2142"/>
    <w:rsid w:val="00ED27AF"/>
    <w:rsid w:val="00ED2937"/>
    <w:rsid w:val="00ED29E8"/>
    <w:rsid w:val="00ED2B1D"/>
    <w:rsid w:val="00ED2D9A"/>
    <w:rsid w:val="00ED2E22"/>
    <w:rsid w:val="00ED2F27"/>
    <w:rsid w:val="00ED3366"/>
    <w:rsid w:val="00ED380B"/>
    <w:rsid w:val="00ED3C83"/>
    <w:rsid w:val="00ED40D2"/>
    <w:rsid w:val="00ED4A4B"/>
    <w:rsid w:val="00ED4AD2"/>
    <w:rsid w:val="00ED4B64"/>
    <w:rsid w:val="00ED4EA6"/>
    <w:rsid w:val="00ED4FFB"/>
    <w:rsid w:val="00ED50E9"/>
    <w:rsid w:val="00ED53E6"/>
    <w:rsid w:val="00ED543E"/>
    <w:rsid w:val="00ED5740"/>
    <w:rsid w:val="00ED5E84"/>
    <w:rsid w:val="00ED6DE6"/>
    <w:rsid w:val="00ED6E54"/>
    <w:rsid w:val="00ED7707"/>
    <w:rsid w:val="00ED7CD7"/>
    <w:rsid w:val="00ED7ED5"/>
    <w:rsid w:val="00ED7F68"/>
    <w:rsid w:val="00EE028A"/>
    <w:rsid w:val="00EE0694"/>
    <w:rsid w:val="00EE0ED6"/>
    <w:rsid w:val="00EE120D"/>
    <w:rsid w:val="00EE121C"/>
    <w:rsid w:val="00EE1296"/>
    <w:rsid w:val="00EE14D4"/>
    <w:rsid w:val="00EE14E1"/>
    <w:rsid w:val="00EE2046"/>
    <w:rsid w:val="00EE21D9"/>
    <w:rsid w:val="00EE25B9"/>
    <w:rsid w:val="00EE2AA2"/>
    <w:rsid w:val="00EE3E1F"/>
    <w:rsid w:val="00EE4267"/>
    <w:rsid w:val="00EE441C"/>
    <w:rsid w:val="00EE476C"/>
    <w:rsid w:val="00EE4B3B"/>
    <w:rsid w:val="00EE4EBC"/>
    <w:rsid w:val="00EE5C1E"/>
    <w:rsid w:val="00EE63B0"/>
    <w:rsid w:val="00EE686A"/>
    <w:rsid w:val="00EE6E68"/>
    <w:rsid w:val="00EE6FFC"/>
    <w:rsid w:val="00EE72CD"/>
    <w:rsid w:val="00EE73BF"/>
    <w:rsid w:val="00EE75E9"/>
    <w:rsid w:val="00EF004A"/>
    <w:rsid w:val="00EF054C"/>
    <w:rsid w:val="00EF063E"/>
    <w:rsid w:val="00EF0C81"/>
    <w:rsid w:val="00EF121F"/>
    <w:rsid w:val="00EF15A7"/>
    <w:rsid w:val="00EF1CB2"/>
    <w:rsid w:val="00EF1D79"/>
    <w:rsid w:val="00EF1FA4"/>
    <w:rsid w:val="00EF24D2"/>
    <w:rsid w:val="00EF2CAA"/>
    <w:rsid w:val="00EF33D4"/>
    <w:rsid w:val="00EF393A"/>
    <w:rsid w:val="00EF3E67"/>
    <w:rsid w:val="00EF4613"/>
    <w:rsid w:val="00EF5072"/>
    <w:rsid w:val="00EF51F0"/>
    <w:rsid w:val="00EF572A"/>
    <w:rsid w:val="00EF6578"/>
    <w:rsid w:val="00EF6603"/>
    <w:rsid w:val="00EF685D"/>
    <w:rsid w:val="00EF6B54"/>
    <w:rsid w:val="00EF6BF1"/>
    <w:rsid w:val="00EF6C62"/>
    <w:rsid w:val="00EF715D"/>
    <w:rsid w:val="00EF7192"/>
    <w:rsid w:val="00EF7279"/>
    <w:rsid w:val="00EF72C1"/>
    <w:rsid w:val="00EF72E3"/>
    <w:rsid w:val="00EF7771"/>
    <w:rsid w:val="00EF7DE5"/>
    <w:rsid w:val="00EF7FA7"/>
    <w:rsid w:val="00EF7FDD"/>
    <w:rsid w:val="00F00207"/>
    <w:rsid w:val="00F0065F"/>
    <w:rsid w:val="00F0088F"/>
    <w:rsid w:val="00F008FB"/>
    <w:rsid w:val="00F00B56"/>
    <w:rsid w:val="00F00F17"/>
    <w:rsid w:val="00F01FED"/>
    <w:rsid w:val="00F020AC"/>
    <w:rsid w:val="00F028A0"/>
    <w:rsid w:val="00F02AA9"/>
    <w:rsid w:val="00F033BB"/>
    <w:rsid w:val="00F03635"/>
    <w:rsid w:val="00F03755"/>
    <w:rsid w:val="00F03787"/>
    <w:rsid w:val="00F03A16"/>
    <w:rsid w:val="00F03A1F"/>
    <w:rsid w:val="00F03BEC"/>
    <w:rsid w:val="00F04088"/>
    <w:rsid w:val="00F042F1"/>
    <w:rsid w:val="00F04F68"/>
    <w:rsid w:val="00F04FDC"/>
    <w:rsid w:val="00F05C65"/>
    <w:rsid w:val="00F06239"/>
    <w:rsid w:val="00F063B7"/>
    <w:rsid w:val="00F0647A"/>
    <w:rsid w:val="00F0657F"/>
    <w:rsid w:val="00F06683"/>
    <w:rsid w:val="00F066DD"/>
    <w:rsid w:val="00F06BE7"/>
    <w:rsid w:val="00F07B4C"/>
    <w:rsid w:val="00F07C16"/>
    <w:rsid w:val="00F07D1B"/>
    <w:rsid w:val="00F07F41"/>
    <w:rsid w:val="00F10CF1"/>
    <w:rsid w:val="00F10E14"/>
    <w:rsid w:val="00F10F8D"/>
    <w:rsid w:val="00F10FDF"/>
    <w:rsid w:val="00F1129D"/>
    <w:rsid w:val="00F114C0"/>
    <w:rsid w:val="00F115E3"/>
    <w:rsid w:val="00F11D05"/>
    <w:rsid w:val="00F11D18"/>
    <w:rsid w:val="00F12058"/>
    <w:rsid w:val="00F12270"/>
    <w:rsid w:val="00F122E1"/>
    <w:rsid w:val="00F125BD"/>
    <w:rsid w:val="00F126B5"/>
    <w:rsid w:val="00F1277C"/>
    <w:rsid w:val="00F12904"/>
    <w:rsid w:val="00F12A76"/>
    <w:rsid w:val="00F12DC2"/>
    <w:rsid w:val="00F13269"/>
    <w:rsid w:val="00F13782"/>
    <w:rsid w:val="00F13D87"/>
    <w:rsid w:val="00F146C3"/>
    <w:rsid w:val="00F146F7"/>
    <w:rsid w:val="00F147CC"/>
    <w:rsid w:val="00F14D44"/>
    <w:rsid w:val="00F1538F"/>
    <w:rsid w:val="00F15541"/>
    <w:rsid w:val="00F15D2B"/>
    <w:rsid w:val="00F15EEB"/>
    <w:rsid w:val="00F1625E"/>
    <w:rsid w:val="00F1677F"/>
    <w:rsid w:val="00F1686C"/>
    <w:rsid w:val="00F16CD9"/>
    <w:rsid w:val="00F16F21"/>
    <w:rsid w:val="00F179BA"/>
    <w:rsid w:val="00F17B84"/>
    <w:rsid w:val="00F17CF6"/>
    <w:rsid w:val="00F17F11"/>
    <w:rsid w:val="00F20023"/>
    <w:rsid w:val="00F20163"/>
    <w:rsid w:val="00F20C4D"/>
    <w:rsid w:val="00F20F97"/>
    <w:rsid w:val="00F2139D"/>
    <w:rsid w:val="00F21E5A"/>
    <w:rsid w:val="00F21F8C"/>
    <w:rsid w:val="00F21FFE"/>
    <w:rsid w:val="00F22787"/>
    <w:rsid w:val="00F22BAA"/>
    <w:rsid w:val="00F22BB0"/>
    <w:rsid w:val="00F233B0"/>
    <w:rsid w:val="00F241B5"/>
    <w:rsid w:val="00F24278"/>
    <w:rsid w:val="00F24772"/>
    <w:rsid w:val="00F2478F"/>
    <w:rsid w:val="00F2482D"/>
    <w:rsid w:val="00F24C68"/>
    <w:rsid w:val="00F24DAE"/>
    <w:rsid w:val="00F2536E"/>
    <w:rsid w:val="00F2581B"/>
    <w:rsid w:val="00F2604A"/>
    <w:rsid w:val="00F2608D"/>
    <w:rsid w:val="00F263B0"/>
    <w:rsid w:val="00F266C7"/>
    <w:rsid w:val="00F2682C"/>
    <w:rsid w:val="00F2688F"/>
    <w:rsid w:val="00F26E55"/>
    <w:rsid w:val="00F26F9B"/>
    <w:rsid w:val="00F2779A"/>
    <w:rsid w:val="00F279BA"/>
    <w:rsid w:val="00F27FE3"/>
    <w:rsid w:val="00F3023A"/>
    <w:rsid w:val="00F30491"/>
    <w:rsid w:val="00F304D6"/>
    <w:rsid w:val="00F305F2"/>
    <w:rsid w:val="00F3061E"/>
    <w:rsid w:val="00F30907"/>
    <w:rsid w:val="00F30F0F"/>
    <w:rsid w:val="00F3126D"/>
    <w:rsid w:val="00F31F48"/>
    <w:rsid w:val="00F3209F"/>
    <w:rsid w:val="00F32DE1"/>
    <w:rsid w:val="00F3368E"/>
    <w:rsid w:val="00F33819"/>
    <w:rsid w:val="00F33ABB"/>
    <w:rsid w:val="00F33FD5"/>
    <w:rsid w:val="00F34050"/>
    <w:rsid w:val="00F3410D"/>
    <w:rsid w:val="00F341E2"/>
    <w:rsid w:val="00F341F4"/>
    <w:rsid w:val="00F347FC"/>
    <w:rsid w:val="00F34987"/>
    <w:rsid w:val="00F349B5"/>
    <w:rsid w:val="00F34B79"/>
    <w:rsid w:val="00F3596A"/>
    <w:rsid w:val="00F35B81"/>
    <w:rsid w:val="00F35E13"/>
    <w:rsid w:val="00F35E6C"/>
    <w:rsid w:val="00F36163"/>
    <w:rsid w:val="00F365B3"/>
    <w:rsid w:val="00F367AE"/>
    <w:rsid w:val="00F36926"/>
    <w:rsid w:val="00F378A7"/>
    <w:rsid w:val="00F37B37"/>
    <w:rsid w:val="00F37C41"/>
    <w:rsid w:val="00F37C83"/>
    <w:rsid w:val="00F37CC6"/>
    <w:rsid w:val="00F37E10"/>
    <w:rsid w:val="00F401F8"/>
    <w:rsid w:val="00F4070F"/>
    <w:rsid w:val="00F40887"/>
    <w:rsid w:val="00F41316"/>
    <w:rsid w:val="00F41736"/>
    <w:rsid w:val="00F418F1"/>
    <w:rsid w:val="00F41B24"/>
    <w:rsid w:val="00F41D96"/>
    <w:rsid w:val="00F41DCA"/>
    <w:rsid w:val="00F41F81"/>
    <w:rsid w:val="00F4206E"/>
    <w:rsid w:val="00F422AF"/>
    <w:rsid w:val="00F42736"/>
    <w:rsid w:val="00F42A67"/>
    <w:rsid w:val="00F42AA3"/>
    <w:rsid w:val="00F431FA"/>
    <w:rsid w:val="00F4378F"/>
    <w:rsid w:val="00F43C92"/>
    <w:rsid w:val="00F43DA4"/>
    <w:rsid w:val="00F44A7A"/>
    <w:rsid w:val="00F44C84"/>
    <w:rsid w:val="00F4502B"/>
    <w:rsid w:val="00F45204"/>
    <w:rsid w:val="00F45F2E"/>
    <w:rsid w:val="00F46212"/>
    <w:rsid w:val="00F462A8"/>
    <w:rsid w:val="00F463EA"/>
    <w:rsid w:val="00F468F3"/>
    <w:rsid w:val="00F46959"/>
    <w:rsid w:val="00F46D52"/>
    <w:rsid w:val="00F47049"/>
    <w:rsid w:val="00F470DD"/>
    <w:rsid w:val="00F4730C"/>
    <w:rsid w:val="00F4753A"/>
    <w:rsid w:val="00F47929"/>
    <w:rsid w:val="00F479D6"/>
    <w:rsid w:val="00F47C71"/>
    <w:rsid w:val="00F5032E"/>
    <w:rsid w:val="00F504F1"/>
    <w:rsid w:val="00F50C71"/>
    <w:rsid w:val="00F519E1"/>
    <w:rsid w:val="00F51C4F"/>
    <w:rsid w:val="00F51FC3"/>
    <w:rsid w:val="00F5228E"/>
    <w:rsid w:val="00F5232C"/>
    <w:rsid w:val="00F523A1"/>
    <w:rsid w:val="00F52553"/>
    <w:rsid w:val="00F53605"/>
    <w:rsid w:val="00F53896"/>
    <w:rsid w:val="00F5390B"/>
    <w:rsid w:val="00F53C2E"/>
    <w:rsid w:val="00F53D3F"/>
    <w:rsid w:val="00F54080"/>
    <w:rsid w:val="00F5477D"/>
    <w:rsid w:val="00F553FB"/>
    <w:rsid w:val="00F555C9"/>
    <w:rsid w:val="00F565D6"/>
    <w:rsid w:val="00F565E5"/>
    <w:rsid w:val="00F56969"/>
    <w:rsid w:val="00F56AAB"/>
    <w:rsid w:val="00F57C28"/>
    <w:rsid w:val="00F60603"/>
    <w:rsid w:val="00F60629"/>
    <w:rsid w:val="00F611B4"/>
    <w:rsid w:val="00F6129E"/>
    <w:rsid w:val="00F61515"/>
    <w:rsid w:val="00F61A35"/>
    <w:rsid w:val="00F61E03"/>
    <w:rsid w:val="00F61E42"/>
    <w:rsid w:val="00F62448"/>
    <w:rsid w:val="00F624AC"/>
    <w:rsid w:val="00F628E5"/>
    <w:rsid w:val="00F62ADC"/>
    <w:rsid w:val="00F63019"/>
    <w:rsid w:val="00F63328"/>
    <w:rsid w:val="00F64995"/>
    <w:rsid w:val="00F64A42"/>
    <w:rsid w:val="00F64E08"/>
    <w:rsid w:val="00F64EFC"/>
    <w:rsid w:val="00F653D8"/>
    <w:rsid w:val="00F65538"/>
    <w:rsid w:val="00F65698"/>
    <w:rsid w:val="00F6589F"/>
    <w:rsid w:val="00F65CE7"/>
    <w:rsid w:val="00F66173"/>
    <w:rsid w:val="00F6617D"/>
    <w:rsid w:val="00F667ED"/>
    <w:rsid w:val="00F66A68"/>
    <w:rsid w:val="00F66F3E"/>
    <w:rsid w:val="00F67358"/>
    <w:rsid w:val="00F674AC"/>
    <w:rsid w:val="00F675E0"/>
    <w:rsid w:val="00F67608"/>
    <w:rsid w:val="00F67751"/>
    <w:rsid w:val="00F677BB"/>
    <w:rsid w:val="00F67A79"/>
    <w:rsid w:val="00F67C87"/>
    <w:rsid w:val="00F708AF"/>
    <w:rsid w:val="00F711D5"/>
    <w:rsid w:val="00F716B9"/>
    <w:rsid w:val="00F71B4D"/>
    <w:rsid w:val="00F72C0E"/>
    <w:rsid w:val="00F72F08"/>
    <w:rsid w:val="00F7319B"/>
    <w:rsid w:val="00F73885"/>
    <w:rsid w:val="00F738D0"/>
    <w:rsid w:val="00F73B40"/>
    <w:rsid w:val="00F73C13"/>
    <w:rsid w:val="00F741D1"/>
    <w:rsid w:val="00F7439E"/>
    <w:rsid w:val="00F745B2"/>
    <w:rsid w:val="00F74BE8"/>
    <w:rsid w:val="00F74D14"/>
    <w:rsid w:val="00F74F4E"/>
    <w:rsid w:val="00F75606"/>
    <w:rsid w:val="00F75823"/>
    <w:rsid w:val="00F75D35"/>
    <w:rsid w:val="00F76C8E"/>
    <w:rsid w:val="00F76E24"/>
    <w:rsid w:val="00F76E2A"/>
    <w:rsid w:val="00F7700A"/>
    <w:rsid w:val="00F771B7"/>
    <w:rsid w:val="00F77279"/>
    <w:rsid w:val="00F773A3"/>
    <w:rsid w:val="00F77402"/>
    <w:rsid w:val="00F77A4C"/>
    <w:rsid w:val="00F77F2D"/>
    <w:rsid w:val="00F801D1"/>
    <w:rsid w:val="00F80292"/>
    <w:rsid w:val="00F80448"/>
    <w:rsid w:val="00F80470"/>
    <w:rsid w:val="00F807EA"/>
    <w:rsid w:val="00F80B45"/>
    <w:rsid w:val="00F80D7F"/>
    <w:rsid w:val="00F813A6"/>
    <w:rsid w:val="00F816B4"/>
    <w:rsid w:val="00F819C6"/>
    <w:rsid w:val="00F820EE"/>
    <w:rsid w:val="00F82BE7"/>
    <w:rsid w:val="00F82CA6"/>
    <w:rsid w:val="00F832A1"/>
    <w:rsid w:val="00F83366"/>
    <w:rsid w:val="00F834B5"/>
    <w:rsid w:val="00F8362F"/>
    <w:rsid w:val="00F83BEA"/>
    <w:rsid w:val="00F840B8"/>
    <w:rsid w:val="00F8431B"/>
    <w:rsid w:val="00F8499B"/>
    <w:rsid w:val="00F84ADB"/>
    <w:rsid w:val="00F84C23"/>
    <w:rsid w:val="00F85415"/>
    <w:rsid w:val="00F855CA"/>
    <w:rsid w:val="00F858E9"/>
    <w:rsid w:val="00F85F31"/>
    <w:rsid w:val="00F8661B"/>
    <w:rsid w:val="00F86EFC"/>
    <w:rsid w:val="00F871F1"/>
    <w:rsid w:val="00F87300"/>
    <w:rsid w:val="00F87723"/>
    <w:rsid w:val="00F87B2B"/>
    <w:rsid w:val="00F87CC7"/>
    <w:rsid w:val="00F90111"/>
    <w:rsid w:val="00F90390"/>
    <w:rsid w:val="00F905B4"/>
    <w:rsid w:val="00F90F58"/>
    <w:rsid w:val="00F91A3E"/>
    <w:rsid w:val="00F91F16"/>
    <w:rsid w:val="00F92A84"/>
    <w:rsid w:val="00F92C61"/>
    <w:rsid w:val="00F92F04"/>
    <w:rsid w:val="00F92F87"/>
    <w:rsid w:val="00F93194"/>
    <w:rsid w:val="00F936A5"/>
    <w:rsid w:val="00F938A9"/>
    <w:rsid w:val="00F93B6E"/>
    <w:rsid w:val="00F93FB0"/>
    <w:rsid w:val="00F946CE"/>
    <w:rsid w:val="00F94853"/>
    <w:rsid w:val="00F948D4"/>
    <w:rsid w:val="00F94C36"/>
    <w:rsid w:val="00F95032"/>
    <w:rsid w:val="00F950E4"/>
    <w:rsid w:val="00F954DE"/>
    <w:rsid w:val="00F959D7"/>
    <w:rsid w:val="00F95EE0"/>
    <w:rsid w:val="00F96316"/>
    <w:rsid w:val="00F9701B"/>
    <w:rsid w:val="00F97054"/>
    <w:rsid w:val="00F970AC"/>
    <w:rsid w:val="00F9725E"/>
    <w:rsid w:val="00F97394"/>
    <w:rsid w:val="00F973DB"/>
    <w:rsid w:val="00F97BEC"/>
    <w:rsid w:val="00FA0079"/>
    <w:rsid w:val="00FA00CB"/>
    <w:rsid w:val="00FA0B5C"/>
    <w:rsid w:val="00FA0FFE"/>
    <w:rsid w:val="00FA1022"/>
    <w:rsid w:val="00FA13C5"/>
    <w:rsid w:val="00FA19CE"/>
    <w:rsid w:val="00FA1E9E"/>
    <w:rsid w:val="00FA26CE"/>
    <w:rsid w:val="00FA293B"/>
    <w:rsid w:val="00FA2BE0"/>
    <w:rsid w:val="00FA2D1C"/>
    <w:rsid w:val="00FA2E11"/>
    <w:rsid w:val="00FA3211"/>
    <w:rsid w:val="00FA33DE"/>
    <w:rsid w:val="00FA387A"/>
    <w:rsid w:val="00FA41A2"/>
    <w:rsid w:val="00FA43E4"/>
    <w:rsid w:val="00FA4CAF"/>
    <w:rsid w:val="00FA501B"/>
    <w:rsid w:val="00FA5284"/>
    <w:rsid w:val="00FA5287"/>
    <w:rsid w:val="00FA5336"/>
    <w:rsid w:val="00FA5763"/>
    <w:rsid w:val="00FA5C19"/>
    <w:rsid w:val="00FA5E44"/>
    <w:rsid w:val="00FA6544"/>
    <w:rsid w:val="00FA66D0"/>
    <w:rsid w:val="00FA6898"/>
    <w:rsid w:val="00FA6A14"/>
    <w:rsid w:val="00FA6D54"/>
    <w:rsid w:val="00FA7301"/>
    <w:rsid w:val="00FA730F"/>
    <w:rsid w:val="00FA7319"/>
    <w:rsid w:val="00FA7460"/>
    <w:rsid w:val="00FA7AD4"/>
    <w:rsid w:val="00FA7D39"/>
    <w:rsid w:val="00FA7D40"/>
    <w:rsid w:val="00FB008D"/>
    <w:rsid w:val="00FB0735"/>
    <w:rsid w:val="00FB07F7"/>
    <w:rsid w:val="00FB0ABE"/>
    <w:rsid w:val="00FB1360"/>
    <w:rsid w:val="00FB13D1"/>
    <w:rsid w:val="00FB1438"/>
    <w:rsid w:val="00FB151E"/>
    <w:rsid w:val="00FB15A3"/>
    <w:rsid w:val="00FB1C3E"/>
    <w:rsid w:val="00FB221F"/>
    <w:rsid w:val="00FB238C"/>
    <w:rsid w:val="00FB266D"/>
    <w:rsid w:val="00FB26DF"/>
    <w:rsid w:val="00FB2738"/>
    <w:rsid w:val="00FB2991"/>
    <w:rsid w:val="00FB2CB1"/>
    <w:rsid w:val="00FB2E33"/>
    <w:rsid w:val="00FB2ECE"/>
    <w:rsid w:val="00FB3057"/>
    <w:rsid w:val="00FB323B"/>
    <w:rsid w:val="00FB3534"/>
    <w:rsid w:val="00FB35EF"/>
    <w:rsid w:val="00FB395C"/>
    <w:rsid w:val="00FB39B5"/>
    <w:rsid w:val="00FB39E2"/>
    <w:rsid w:val="00FB3ADC"/>
    <w:rsid w:val="00FB3BE5"/>
    <w:rsid w:val="00FB3BFD"/>
    <w:rsid w:val="00FB3E0C"/>
    <w:rsid w:val="00FB3EA0"/>
    <w:rsid w:val="00FB42AD"/>
    <w:rsid w:val="00FB4567"/>
    <w:rsid w:val="00FB4FC1"/>
    <w:rsid w:val="00FB5120"/>
    <w:rsid w:val="00FB548D"/>
    <w:rsid w:val="00FB59B0"/>
    <w:rsid w:val="00FB5CD7"/>
    <w:rsid w:val="00FB5D2E"/>
    <w:rsid w:val="00FB5D38"/>
    <w:rsid w:val="00FB5DBB"/>
    <w:rsid w:val="00FB609F"/>
    <w:rsid w:val="00FB68E5"/>
    <w:rsid w:val="00FB6A9D"/>
    <w:rsid w:val="00FB6EA8"/>
    <w:rsid w:val="00FB6F01"/>
    <w:rsid w:val="00FB74CB"/>
    <w:rsid w:val="00FB75DC"/>
    <w:rsid w:val="00FB7781"/>
    <w:rsid w:val="00FB7AF0"/>
    <w:rsid w:val="00FB7E4A"/>
    <w:rsid w:val="00FC0081"/>
    <w:rsid w:val="00FC0511"/>
    <w:rsid w:val="00FC054E"/>
    <w:rsid w:val="00FC0D10"/>
    <w:rsid w:val="00FC1589"/>
    <w:rsid w:val="00FC171B"/>
    <w:rsid w:val="00FC181F"/>
    <w:rsid w:val="00FC1A1F"/>
    <w:rsid w:val="00FC1B42"/>
    <w:rsid w:val="00FC1F4B"/>
    <w:rsid w:val="00FC2094"/>
    <w:rsid w:val="00FC2B70"/>
    <w:rsid w:val="00FC2BF3"/>
    <w:rsid w:val="00FC2F74"/>
    <w:rsid w:val="00FC3182"/>
    <w:rsid w:val="00FC35F5"/>
    <w:rsid w:val="00FC36BF"/>
    <w:rsid w:val="00FC3B42"/>
    <w:rsid w:val="00FC3D82"/>
    <w:rsid w:val="00FC403B"/>
    <w:rsid w:val="00FC4078"/>
    <w:rsid w:val="00FC41CF"/>
    <w:rsid w:val="00FC4271"/>
    <w:rsid w:val="00FC45B0"/>
    <w:rsid w:val="00FC4A30"/>
    <w:rsid w:val="00FC4FC3"/>
    <w:rsid w:val="00FC50D0"/>
    <w:rsid w:val="00FC5797"/>
    <w:rsid w:val="00FC5C72"/>
    <w:rsid w:val="00FC604A"/>
    <w:rsid w:val="00FC6531"/>
    <w:rsid w:val="00FC6818"/>
    <w:rsid w:val="00FC68B2"/>
    <w:rsid w:val="00FC6E94"/>
    <w:rsid w:val="00FC6EC6"/>
    <w:rsid w:val="00FC7409"/>
    <w:rsid w:val="00FC74BC"/>
    <w:rsid w:val="00FC75CB"/>
    <w:rsid w:val="00FC79B6"/>
    <w:rsid w:val="00FD03D6"/>
    <w:rsid w:val="00FD0C85"/>
    <w:rsid w:val="00FD0D4F"/>
    <w:rsid w:val="00FD0DDC"/>
    <w:rsid w:val="00FD1029"/>
    <w:rsid w:val="00FD167E"/>
    <w:rsid w:val="00FD180F"/>
    <w:rsid w:val="00FD1926"/>
    <w:rsid w:val="00FD20BD"/>
    <w:rsid w:val="00FD287C"/>
    <w:rsid w:val="00FD2AB2"/>
    <w:rsid w:val="00FD3014"/>
    <w:rsid w:val="00FD32DD"/>
    <w:rsid w:val="00FD34BE"/>
    <w:rsid w:val="00FD35E5"/>
    <w:rsid w:val="00FD36B2"/>
    <w:rsid w:val="00FD3965"/>
    <w:rsid w:val="00FD3B43"/>
    <w:rsid w:val="00FD3C15"/>
    <w:rsid w:val="00FD4002"/>
    <w:rsid w:val="00FD405B"/>
    <w:rsid w:val="00FD4738"/>
    <w:rsid w:val="00FD484E"/>
    <w:rsid w:val="00FD4B1E"/>
    <w:rsid w:val="00FD5607"/>
    <w:rsid w:val="00FD5BEF"/>
    <w:rsid w:val="00FD5CF9"/>
    <w:rsid w:val="00FD5E50"/>
    <w:rsid w:val="00FD624F"/>
    <w:rsid w:val="00FD63C3"/>
    <w:rsid w:val="00FD6445"/>
    <w:rsid w:val="00FD6E2E"/>
    <w:rsid w:val="00FD7164"/>
    <w:rsid w:val="00FD7170"/>
    <w:rsid w:val="00FD7612"/>
    <w:rsid w:val="00FD7D3E"/>
    <w:rsid w:val="00FE021F"/>
    <w:rsid w:val="00FE0751"/>
    <w:rsid w:val="00FE0C80"/>
    <w:rsid w:val="00FE0DAE"/>
    <w:rsid w:val="00FE0E52"/>
    <w:rsid w:val="00FE112E"/>
    <w:rsid w:val="00FE12FC"/>
    <w:rsid w:val="00FE135D"/>
    <w:rsid w:val="00FE1559"/>
    <w:rsid w:val="00FE184A"/>
    <w:rsid w:val="00FE19A6"/>
    <w:rsid w:val="00FE1C39"/>
    <w:rsid w:val="00FE2553"/>
    <w:rsid w:val="00FE2560"/>
    <w:rsid w:val="00FE25C3"/>
    <w:rsid w:val="00FE2749"/>
    <w:rsid w:val="00FE2809"/>
    <w:rsid w:val="00FE2B30"/>
    <w:rsid w:val="00FE30B7"/>
    <w:rsid w:val="00FE33A2"/>
    <w:rsid w:val="00FE370A"/>
    <w:rsid w:val="00FE3D3C"/>
    <w:rsid w:val="00FE3EE6"/>
    <w:rsid w:val="00FE43C7"/>
    <w:rsid w:val="00FE5286"/>
    <w:rsid w:val="00FE6896"/>
    <w:rsid w:val="00FE6CC9"/>
    <w:rsid w:val="00FE7548"/>
    <w:rsid w:val="00FF0ACD"/>
    <w:rsid w:val="00FF0D72"/>
    <w:rsid w:val="00FF142F"/>
    <w:rsid w:val="00FF1768"/>
    <w:rsid w:val="00FF1A01"/>
    <w:rsid w:val="00FF1AB3"/>
    <w:rsid w:val="00FF1AB6"/>
    <w:rsid w:val="00FF1D1F"/>
    <w:rsid w:val="00FF1F7C"/>
    <w:rsid w:val="00FF2391"/>
    <w:rsid w:val="00FF26AB"/>
    <w:rsid w:val="00FF273C"/>
    <w:rsid w:val="00FF2771"/>
    <w:rsid w:val="00FF29DC"/>
    <w:rsid w:val="00FF2C29"/>
    <w:rsid w:val="00FF37D2"/>
    <w:rsid w:val="00FF42CF"/>
    <w:rsid w:val="00FF5502"/>
    <w:rsid w:val="00FF5AB0"/>
    <w:rsid w:val="00FF605C"/>
    <w:rsid w:val="00FF60BD"/>
    <w:rsid w:val="00FF64BA"/>
    <w:rsid w:val="00FF6624"/>
    <w:rsid w:val="00FF66CC"/>
    <w:rsid w:val="00FF6C30"/>
    <w:rsid w:val="00FF6D22"/>
    <w:rsid w:val="00FF73F6"/>
    <w:rsid w:val="00FF7655"/>
    <w:rsid w:val="00FF786A"/>
    <w:rsid w:val="00FF79D1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qFormat/>
    <w:rsid w:val="00F04FD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04C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804CC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4FDC"/>
    <w:rPr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rsid w:val="00F04F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04FDC"/>
    <w:rPr>
      <w:rFonts w:ascii="Tahoma" w:hAnsi="Tahoma" w:cs="Tahoma"/>
      <w:sz w:val="16"/>
      <w:szCs w:val="16"/>
      <w:lang w:eastAsia="ja-JP"/>
    </w:rPr>
  </w:style>
  <w:style w:type="character" w:styleId="Emphasis">
    <w:name w:val="Emphasis"/>
    <w:basedOn w:val="DefaultParagraphFont"/>
    <w:qFormat/>
    <w:rsid w:val="00F04FDC"/>
    <w:rPr>
      <w:i/>
      <w:iCs/>
    </w:rPr>
  </w:style>
  <w:style w:type="character" w:styleId="Strong">
    <w:name w:val="Strong"/>
    <w:basedOn w:val="DefaultParagraphFont"/>
    <w:qFormat/>
    <w:rsid w:val="00F04FDC"/>
    <w:rPr>
      <w:b/>
      <w:bCs/>
    </w:rPr>
  </w:style>
  <w:style w:type="character" w:customStyle="1" w:styleId="Heading1Char">
    <w:name w:val="Heading 1 Char"/>
    <w:basedOn w:val="DefaultParagraphFont"/>
    <w:link w:val="Heading1"/>
    <w:rsid w:val="00F04F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table" w:styleId="TableGrid">
    <w:name w:val="Table Grid"/>
    <w:basedOn w:val="TableNormal"/>
    <w:rsid w:val="00F04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04FD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6236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2178F"/>
    <w:pPr>
      <w:spacing w:before="100" w:beforeAutospacing="1" w:after="100" w:afterAutospacing="1"/>
    </w:pPr>
    <w:rPr>
      <w:rFonts w:eastAsia="Times New Roman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qFormat/>
    <w:rsid w:val="00F04FD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04C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804CC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4FDC"/>
    <w:rPr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rsid w:val="00F04F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04FDC"/>
    <w:rPr>
      <w:rFonts w:ascii="Tahoma" w:hAnsi="Tahoma" w:cs="Tahoma"/>
      <w:sz w:val="16"/>
      <w:szCs w:val="16"/>
      <w:lang w:eastAsia="ja-JP"/>
    </w:rPr>
  </w:style>
  <w:style w:type="character" w:styleId="Emphasis">
    <w:name w:val="Emphasis"/>
    <w:basedOn w:val="DefaultParagraphFont"/>
    <w:qFormat/>
    <w:rsid w:val="00F04FDC"/>
    <w:rPr>
      <w:i/>
      <w:iCs/>
    </w:rPr>
  </w:style>
  <w:style w:type="character" w:styleId="Strong">
    <w:name w:val="Strong"/>
    <w:basedOn w:val="DefaultParagraphFont"/>
    <w:qFormat/>
    <w:rsid w:val="00F04FDC"/>
    <w:rPr>
      <w:b/>
      <w:bCs/>
    </w:rPr>
  </w:style>
  <w:style w:type="character" w:customStyle="1" w:styleId="Heading1Char">
    <w:name w:val="Heading 1 Char"/>
    <w:basedOn w:val="DefaultParagraphFont"/>
    <w:link w:val="Heading1"/>
    <w:rsid w:val="00F04F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table" w:styleId="TableGrid">
    <w:name w:val="Table Grid"/>
    <w:basedOn w:val="TableNormal"/>
    <w:rsid w:val="00F04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04FD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6236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2178F"/>
    <w:pPr>
      <w:spacing w:before="100" w:beforeAutospacing="1" w:after="100" w:afterAutospacing="1"/>
    </w:pPr>
    <w:rPr>
      <w:rFonts w:eastAsia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1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Depts\Professional%20Development%20Tutors\Branded%20Templates\New%20from%20May%202013\A&amp;R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A&amp;R Template</Template>
  <TotalTime>2</TotalTime>
  <Pages>2</Pages>
  <Words>358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LPMDE</Company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AMIN, Niro</dc:creator>
  <cp:lastModifiedBy>HALPERN, Helen</cp:lastModifiedBy>
  <cp:revision>7</cp:revision>
  <dcterms:created xsi:type="dcterms:W3CDTF">2014-03-31T16:33:00Z</dcterms:created>
  <dcterms:modified xsi:type="dcterms:W3CDTF">2014-04-03T14:11:00Z</dcterms:modified>
</cp:coreProperties>
</file>